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C8A" w:rsidRDefault="008D453C" w:rsidP="008D453C">
      <w:pPr>
        <w:pStyle w:val="IPEdExamPart"/>
      </w:pPr>
      <w:r>
        <w:t xml:space="preserve">MANUSCRIPT </w:t>
      </w:r>
    </w:p>
    <w:p w:rsidR="00FC2C26" w:rsidRDefault="00FC2C26" w:rsidP="00FC2C26">
      <w:pPr>
        <w:pStyle w:val="IPEdExammarks"/>
      </w:pPr>
      <w:r w:rsidRPr="00BF7C8A">
        <w:t>MANUSCRIPT</w:t>
      </w:r>
      <w:r w:rsidRPr="00444B9A">
        <w:rPr>
          <w:rStyle w:val="IPEdbold"/>
        </w:rPr>
        <w:t xml:space="preserve"> </w:t>
      </w:r>
      <w:r w:rsidRPr="00002A68">
        <w:t xml:space="preserve">is worth 40% of the exam total, allocated as follows: </w:t>
      </w:r>
      <w:r w:rsidRPr="00002A68">
        <w:br/>
        <w:t>32% for the edit of the extract; 4% for the author queries; 4% for the style sheet</w:t>
      </w:r>
      <w:r w:rsidRPr="00444B9A">
        <w:t>.</w:t>
      </w:r>
    </w:p>
    <w:p w:rsidR="007222F4" w:rsidRDefault="00BF7C8A" w:rsidP="00BF7C8A">
      <w:pPr>
        <w:pStyle w:val="IPEdExamSubpart"/>
      </w:pPr>
      <w:r>
        <w:t>EXTRACT</w:t>
      </w:r>
      <w:r w:rsidR="00FC2C26">
        <w:t xml:space="preserve"> (worth 36% in total)</w:t>
      </w:r>
    </w:p>
    <w:p w:rsidR="008D453C" w:rsidRDefault="008D453C" w:rsidP="008D453C">
      <w:pPr>
        <w:pStyle w:val="IPEdInstructionCSB"/>
      </w:pPr>
      <w:bookmarkStart w:id="0" w:name="CandidateNumber"/>
      <w:bookmarkEnd w:id="0"/>
      <w:r>
        <w:t>Enter your candidate number here:</w:t>
      </w:r>
    </w:p>
    <w:p w:rsidR="00BF7C8A" w:rsidRDefault="00BF7C8A" w:rsidP="008D453C">
      <w:pPr>
        <w:pStyle w:val="IPEdInstructionCSB"/>
      </w:pPr>
      <w:r>
        <mc:AlternateContent>
          <mc:Choice Requires="wps">
            <w:drawing>
              <wp:anchor distT="0" distB="0" distL="114300" distR="114300" simplePos="0" relativeHeight="251659264" behindDoc="0" locked="0" layoutInCell="1" allowOverlap="1" wp14:anchorId="50B1D5CE" wp14:editId="5164280F">
                <wp:simplePos x="0" y="0"/>
                <wp:positionH relativeFrom="column">
                  <wp:align>center</wp:align>
                </wp:positionH>
                <wp:positionV relativeFrom="paragraph">
                  <wp:posOffset>0</wp:posOffset>
                </wp:positionV>
                <wp:extent cx="1738058" cy="397868"/>
                <wp:effectExtent l="0" t="0" r="14605"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8058" cy="397868"/>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136.85pt;height:31.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" fillcolor="white [3201]" strokecolor="#4f81bd [3204]" strokeweight="2pt">
                <v:textbox>
                  <w:txbxContent>
                    <w:p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v:textbox>
              </v:shape>
            </w:pict>
          </mc:Fallback>
        </mc:AlternateContent>
      </w:r>
    </w:p>
    <w:p w:rsidR="00061151" w:rsidRPr="00444B9A" w:rsidRDefault="00061151" w:rsidP="00BF7C8A">
      <w:pPr>
        <w:pStyle w:val="IPEdInstructionH1"/>
      </w:pPr>
      <w:r w:rsidRPr="00444B9A">
        <w:t xml:space="preserve">Instructions for </w:t>
      </w:r>
      <w:r w:rsidR="00401DEE" w:rsidRPr="00BF7C8A">
        <w:t>MANUSCRIPT</w:t>
      </w:r>
    </w:p>
    <w:p w:rsidR="00FD7130" w:rsidRPr="00444B9A" w:rsidRDefault="006215AF" w:rsidP="00BF7C8A">
      <w:pPr>
        <w:pStyle w:val="IPEdInstructionBullet"/>
      </w:pPr>
      <w:r w:rsidRPr="00444B9A">
        <w:t>Enter your candidate number in the box above</w:t>
      </w:r>
      <w:r w:rsidR="00D14B31" w:rsidRPr="00444B9A">
        <w:t>.</w:t>
      </w:r>
    </w:p>
    <w:p w:rsidR="008B0D9D" w:rsidRDefault="004901DF" w:rsidP="00BF7C8A">
      <w:pPr>
        <w:pStyle w:val="IPEdInstructionBullet"/>
      </w:pPr>
      <w:r>
        <w:t xml:space="preserve">Use </w:t>
      </w:r>
      <w:r w:rsidR="00FC2C26" w:rsidRPr="004901DF">
        <w:rPr>
          <w:rStyle w:val="IPEdbold"/>
        </w:rPr>
        <w:t>S</w:t>
      </w:r>
      <w:r w:rsidRPr="004901DF">
        <w:rPr>
          <w:rStyle w:val="IPEdbold"/>
        </w:rPr>
        <w:t>ave</w:t>
      </w:r>
      <w:r w:rsidR="00FC2C26" w:rsidRPr="004901DF">
        <w:rPr>
          <w:rStyle w:val="IPEdbold"/>
        </w:rPr>
        <w:t xml:space="preserve"> </w:t>
      </w:r>
      <w:r w:rsidRPr="004901DF">
        <w:rPr>
          <w:rStyle w:val="IPEdbold"/>
        </w:rPr>
        <w:t>As</w:t>
      </w:r>
      <w:r>
        <w:t xml:space="preserve"> to save </w:t>
      </w:r>
      <w:r w:rsidR="00FC2C26">
        <w:t xml:space="preserve">this document using your 5-digit candidate number (not your name) in the filename. </w:t>
      </w:r>
    </w:p>
    <w:p w:rsidR="00FC2C26" w:rsidRDefault="00FC2C26" w:rsidP="004901DF">
      <w:pPr>
        <w:pStyle w:val="IPEdInstructionExampleHd"/>
      </w:pPr>
      <w:r w:rsidRPr="004901DF">
        <w:t>Example</w:t>
      </w:r>
      <w:r>
        <w:t xml:space="preserve">: </w:t>
      </w:r>
    </w:p>
    <w:p w:rsidR="00FC2C26" w:rsidRPr="00444B9A" w:rsidRDefault="00FC2C26" w:rsidP="004901DF">
      <w:pPr>
        <w:pStyle w:val="IPEdInstructionExample"/>
      </w:pPr>
      <w:r>
        <w:t>If your candidate number is 12345, save the document as: 2020_</w:t>
      </w:r>
      <w:r w:rsidR="004901DF">
        <w:t>MANUSCRIPT_Extract_12345.docx</w:t>
      </w:r>
    </w:p>
    <w:p w:rsidR="00094D24" w:rsidRDefault="004901DF" w:rsidP="004901DF">
      <w:pPr>
        <w:pStyle w:val="IPEdInstructionBullet"/>
      </w:pPr>
      <w:r w:rsidRPr="004901DF">
        <w:rPr>
          <w:rStyle w:val="IPEdbold"/>
        </w:rPr>
        <w:t>Turn</w:t>
      </w:r>
      <w:r w:rsidR="008B0D9D" w:rsidRPr="004901DF">
        <w:rPr>
          <w:rStyle w:val="IPEdbold"/>
        </w:rPr>
        <w:t xml:space="preserve"> </w:t>
      </w:r>
      <w:r w:rsidRPr="004901DF">
        <w:rPr>
          <w:rStyle w:val="IPEdbold"/>
        </w:rPr>
        <w:t xml:space="preserve">on </w:t>
      </w:r>
      <w:r w:rsidR="008B0D9D" w:rsidRPr="004901DF">
        <w:rPr>
          <w:rStyle w:val="IPEdbold"/>
        </w:rPr>
        <w:t>Track Changes</w:t>
      </w:r>
      <w:r w:rsidR="008B0D9D" w:rsidRPr="00444B9A">
        <w:t xml:space="preserve">. Track Changes is set </w:t>
      </w:r>
      <w:r>
        <w:t xml:space="preserve">by default </w:t>
      </w:r>
      <w:r w:rsidR="008B0D9D" w:rsidRPr="00444B9A">
        <w:t>to show all changes in the body of the text</w:t>
      </w:r>
      <w:r>
        <w:t xml:space="preserve"> (</w:t>
      </w:r>
      <w:r w:rsidR="008B0D9D" w:rsidRPr="00444B9A">
        <w:t>not in balloons</w:t>
      </w:r>
      <w:r>
        <w:t>)</w:t>
      </w:r>
      <w:r w:rsidR="008B0D9D" w:rsidRPr="00444B9A">
        <w:t xml:space="preserve">. Do not attempt </w:t>
      </w:r>
      <w:r w:rsidR="00F27EF1">
        <w:t xml:space="preserve">to </w:t>
      </w:r>
      <w:r w:rsidR="008B0D9D" w:rsidRPr="00444B9A">
        <w:t>alter this.</w:t>
      </w:r>
    </w:p>
    <w:p w:rsidR="004901DF" w:rsidRDefault="004901DF" w:rsidP="004901DF">
      <w:pPr>
        <w:pStyle w:val="IPEdInstructionBullet"/>
      </w:pPr>
      <w:r>
        <w:t>Now o</w:t>
      </w:r>
      <w:r w:rsidRPr="00444B9A">
        <w:t xml:space="preserve">pen the document </w:t>
      </w:r>
      <w:r>
        <w:t>2020_Manuscript_Stylesheet_sample.docx and follow the instructions there for entering your candidate number and saving the document</w:t>
      </w:r>
      <w:r w:rsidRPr="00444B9A">
        <w:t xml:space="preserve">. </w:t>
      </w:r>
    </w:p>
    <w:p w:rsidR="00002A68" w:rsidRPr="00444B9A" w:rsidRDefault="00002A68" w:rsidP="00002A68">
      <w:pPr>
        <w:pStyle w:val="IPEdInstructionH2"/>
      </w:pPr>
      <w:r>
        <w:t xml:space="preserve">Instructions for Extract – edit </w:t>
      </w:r>
    </w:p>
    <w:p w:rsidR="00002A68" w:rsidRDefault="004229A2" w:rsidP="004901DF">
      <w:pPr>
        <w:pStyle w:val="IPEdInstructionBullet"/>
      </w:pPr>
      <w:r w:rsidRPr="00444B9A">
        <w:t xml:space="preserve">Read the publisher’s brief </w:t>
      </w:r>
      <w:r w:rsidR="00F27EF1">
        <w:t>on the next page</w:t>
      </w:r>
      <w:r w:rsidRPr="00444B9A">
        <w:t xml:space="preserve">, then </w:t>
      </w:r>
      <w:r w:rsidRPr="004901DF">
        <w:rPr>
          <w:rStyle w:val="IPEdbold"/>
        </w:rPr>
        <w:t xml:space="preserve">edit </w:t>
      </w:r>
      <w:r w:rsidR="00094D24" w:rsidRPr="004901DF">
        <w:rPr>
          <w:rStyle w:val="IPEdbold"/>
        </w:rPr>
        <w:t>and mark up the extract</w:t>
      </w:r>
      <w:r w:rsidR="00094D24" w:rsidRPr="00444B9A">
        <w:t xml:space="preserve"> </w:t>
      </w:r>
      <w:r w:rsidRPr="00444B9A">
        <w:t xml:space="preserve">which follows, </w:t>
      </w:r>
      <w:r w:rsidR="00094D24" w:rsidRPr="00444B9A">
        <w:t>using Track Changes.</w:t>
      </w:r>
      <w:r w:rsidR="00401DEE" w:rsidRPr="00444B9A">
        <w:t xml:space="preserve"> </w:t>
      </w:r>
    </w:p>
    <w:p w:rsidR="004229A2" w:rsidRPr="00444B9A" w:rsidRDefault="00401DEE" w:rsidP="004901DF">
      <w:pPr>
        <w:pStyle w:val="IPEdInstructionBullet"/>
      </w:pPr>
      <w:r w:rsidRPr="00444B9A">
        <w:t>Each individual edit is worth 0.225%, and 160 sound edits will gain the maximum mark of 3</w:t>
      </w:r>
      <w:r w:rsidR="004901DF">
        <w:t>2</w:t>
      </w:r>
      <w:r w:rsidRPr="00444B9A">
        <w:t>% for</w:t>
      </w:r>
      <w:r w:rsidR="004901DF">
        <w:t xml:space="preserve"> edits of</w:t>
      </w:r>
      <w:r w:rsidRPr="00444B9A">
        <w:t xml:space="preserve"> the extract.</w:t>
      </w:r>
    </w:p>
    <w:p w:rsidR="008B0D9D" w:rsidRPr="00444B9A" w:rsidRDefault="008B0D9D" w:rsidP="004901DF">
      <w:pPr>
        <w:pStyle w:val="IPEdInstructionBullet"/>
      </w:pPr>
      <w:r w:rsidRPr="00444B9A">
        <w:t xml:space="preserve">Indicate appropriate heading levels in the extract by marking the grade of heading in </w:t>
      </w:r>
      <w:r w:rsidR="00F27EF1">
        <w:t>angle</w:t>
      </w:r>
      <w:r w:rsidR="00F27EF1" w:rsidRPr="00444B9A">
        <w:t xml:space="preserve"> </w:t>
      </w:r>
      <w:r w:rsidRPr="00444B9A">
        <w:t>brackets (e.g. &lt;A&gt;, &lt;B&gt;, &lt;C&gt;, etc.; or &lt;</w:t>
      </w:r>
      <w:r w:rsidR="00F27EF1">
        <w:t>H</w:t>
      </w:r>
      <w:r w:rsidRPr="00444B9A">
        <w:t>1&gt;, &lt;</w:t>
      </w:r>
      <w:r w:rsidR="00F27EF1">
        <w:t>H</w:t>
      </w:r>
      <w:r w:rsidRPr="00444B9A">
        <w:t>2&gt;, &lt;</w:t>
      </w:r>
      <w:r w:rsidR="00F27EF1">
        <w:t>H</w:t>
      </w:r>
      <w:r w:rsidRPr="00444B9A">
        <w:t xml:space="preserve">3&gt;), or whatever your preferred method is. Do not attempt to apply </w:t>
      </w:r>
      <w:r w:rsidR="004901DF">
        <w:t xml:space="preserve">Word </w:t>
      </w:r>
      <w:r w:rsidRPr="00444B9A">
        <w:t>Styles.</w:t>
      </w:r>
    </w:p>
    <w:p w:rsidR="008B0D9D" w:rsidRPr="00444B9A" w:rsidRDefault="008B0D9D" w:rsidP="004901DF">
      <w:pPr>
        <w:pStyle w:val="IPEdInstructionBullet"/>
      </w:pPr>
      <w:r w:rsidRPr="00444B9A">
        <w:t>Check the placement of the artwork and edit captions if necessary.</w:t>
      </w:r>
    </w:p>
    <w:p w:rsidR="008B0D9D" w:rsidRDefault="008B0D9D" w:rsidP="004901DF">
      <w:pPr>
        <w:pStyle w:val="IPEdInstructionBullet"/>
      </w:pPr>
      <w:r w:rsidRPr="00444B9A">
        <w:t>You are not expected to check or correct errors of fact.</w:t>
      </w:r>
    </w:p>
    <w:p w:rsidR="00002A68" w:rsidRPr="00444B9A" w:rsidRDefault="00002A68" w:rsidP="00002A68">
      <w:pPr>
        <w:pStyle w:val="IPEdInstructionH2"/>
      </w:pPr>
      <w:r>
        <w:lastRenderedPageBreak/>
        <w:t>Instructions for Extract – author queries</w:t>
      </w:r>
    </w:p>
    <w:p w:rsidR="00002A68" w:rsidRDefault="00444B9A" w:rsidP="00002A68">
      <w:pPr>
        <w:pStyle w:val="IPEdInstructionBullet"/>
      </w:pPr>
      <w:r>
        <w:t>W</w:t>
      </w:r>
      <w:r w:rsidR="008B0D9D" w:rsidRPr="00444B9A">
        <w:t>rite</w:t>
      </w:r>
      <w:r w:rsidR="00F27EF1">
        <w:t xml:space="preserve"> at least</w:t>
      </w:r>
      <w:r w:rsidR="008B0D9D" w:rsidRPr="00444B9A">
        <w:t xml:space="preserve"> 10 sound queries for the author</w:t>
      </w:r>
      <w:r w:rsidR="00002A68">
        <w:t>, using</w:t>
      </w:r>
      <w:r w:rsidR="008B0D9D" w:rsidRPr="00444B9A">
        <w:t xml:space="preserve"> the Comments function in Track Changes to do this. </w:t>
      </w:r>
    </w:p>
    <w:p w:rsidR="00094D24" w:rsidRDefault="00401DEE" w:rsidP="00002A68">
      <w:pPr>
        <w:pStyle w:val="IPEdInstructionBullet"/>
      </w:pPr>
      <w:r w:rsidRPr="00444B9A">
        <w:t>Each auth</w:t>
      </w:r>
      <w:r w:rsidR="00444B9A" w:rsidRPr="00444B9A">
        <w:t>or</w:t>
      </w:r>
      <w:r w:rsidRPr="00444B9A">
        <w:t xml:space="preserve"> query is </w:t>
      </w:r>
      <w:r w:rsidR="00444B9A" w:rsidRPr="00444B9A">
        <w:t>worth</w:t>
      </w:r>
      <w:r w:rsidRPr="00444B9A">
        <w:t xml:space="preserve"> 0.4%</w:t>
      </w:r>
      <w:r w:rsidR="00444B9A" w:rsidRPr="00444B9A">
        <w:t xml:space="preserve">, and </w:t>
      </w:r>
      <w:r w:rsidR="00444B9A">
        <w:t>10</w:t>
      </w:r>
      <w:r w:rsidR="00444B9A" w:rsidRPr="00444B9A">
        <w:t xml:space="preserve"> </w:t>
      </w:r>
      <w:r w:rsidRPr="00444B9A">
        <w:t>sound</w:t>
      </w:r>
      <w:r w:rsidR="00444B9A" w:rsidRPr="00444B9A">
        <w:t xml:space="preserve"> queries will gain the maximum mark of 4% for author queries</w:t>
      </w:r>
      <w:r w:rsidR="00784096">
        <w:t>.</w:t>
      </w:r>
    </w:p>
    <w:p w:rsidR="00002A68" w:rsidRPr="00444B9A" w:rsidRDefault="00002A68" w:rsidP="00002A68">
      <w:pPr>
        <w:pStyle w:val="IPEdInstructionH2"/>
      </w:pPr>
      <w:r>
        <w:t>General instructions</w:t>
      </w:r>
    </w:p>
    <w:p w:rsidR="004901DF" w:rsidRDefault="00002A68" w:rsidP="00002A68">
      <w:pPr>
        <w:pStyle w:val="IPEdInstructionBullet"/>
      </w:pPr>
      <w:r>
        <w:t>Remember to c</w:t>
      </w:r>
      <w:r w:rsidR="004901DF" w:rsidRPr="00444B9A">
        <w:t xml:space="preserve">omplete </w:t>
      </w:r>
      <w:r>
        <w:t>the</w:t>
      </w:r>
      <w:r w:rsidR="004901DF" w:rsidRPr="00444B9A">
        <w:t xml:space="preserve"> style sheet for your edit, using the template provided.</w:t>
      </w:r>
      <w:r w:rsidR="00E93B99">
        <w:t xml:space="preserve"> The style sheet is worth 4%. </w:t>
      </w:r>
    </w:p>
    <w:p w:rsidR="008B0D9D" w:rsidRDefault="008B0D9D" w:rsidP="00002A68">
      <w:pPr>
        <w:pStyle w:val="IPEdInstructionBullet"/>
      </w:pPr>
      <w:r w:rsidRPr="00444B9A">
        <w:t xml:space="preserve">Be sure to </w:t>
      </w:r>
      <w:r w:rsidRPr="00002A68">
        <w:rPr>
          <w:rStyle w:val="IPEdbold"/>
        </w:rPr>
        <w:t>save your work regularly</w:t>
      </w:r>
      <w:r w:rsidRPr="00444B9A">
        <w:t>. It is your responsibility to save the documents sufficiently often that you reduce the risk of losing your work if there is a technical problem.</w:t>
      </w:r>
    </w:p>
    <w:p w:rsidR="00002A68" w:rsidRPr="00444B9A" w:rsidRDefault="00002A68" w:rsidP="00002A68">
      <w:pPr>
        <w:pStyle w:val="IPEdInstructionBullet"/>
      </w:pPr>
      <w:r>
        <w:t>Refer to the brief below for guidance on style decisions and level of editing.</w:t>
      </w:r>
    </w:p>
    <w:p w:rsidR="00094D24" w:rsidRPr="00444B9A" w:rsidRDefault="00094D24" w:rsidP="00002A68">
      <w:pPr>
        <w:pStyle w:val="IPEdInstructionH1"/>
      </w:pPr>
      <w:r w:rsidRPr="00444B9A">
        <w:t>Publisher’s brief</w:t>
      </w:r>
    </w:p>
    <w:p w:rsidR="00094D24" w:rsidRPr="00444B9A" w:rsidRDefault="006A03D9" w:rsidP="00002A68">
      <w:pPr>
        <w:pStyle w:val="IPEdInstructionBullet"/>
      </w:pPr>
      <w:r w:rsidRPr="00444B9A">
        <w:t xml:space="preserve">The extract is from a book entitled </w:t>
      </w:r>
      <w:r w:rsidRPr="00444B9A">
        <w:rPr>
          <w:rStyle w:val="IPEditalic"/>
        </w:rPr>
        <w:t>How they lived</w:t>
      </w:r>
      <w:r w:rsidRPr="00444B9A">
        <w:t xml:space="preserve">, a title in a series of one-volume illustrated reference books for the Australian </w:t>
      </w:r>
      <w:r w:rsidR="00002A68">
        <w:t xml:space="preserve">and New Zealand </w:t>
      </w:r>
      <w:r w:rsidRPr="00444B9A">
        <w:t xml:space="preserve">market. </w:t>
      </w:r>
      <w:r w:rsidRPr="00444B9A">
        <w:rPr>
          <w:rStyle w:val="IPEditalic"/>
        </w:rPr>
        <w:t>How they lived</w:t>
      </w:r>
      <w:r w:rsidRPr="00444B9A">
        <w:t xml:space="preserve"> will cover daily life from ancient times to the middle of the twentieth century. The extract is a part of the 4,000-word chapter on ancient Rome.</w:t>
      </w:r>
    </w:p>
    <w:p w:rsidR="00094D24" w:rsidRPr="00444B9A" w:rsidRDefault="006A03D9" w:rsidP="00002A68">
      <w:pPr>
        <w:pStyle w:val="IPEdInstructionBullet"/>
      </w:pPr>
      <w:r w:rsidRPr="00444B9A">
        <w:rPr>
          <w:rStyle w:val="IPEdbold"/>
        </w:rPr>
        <w:t>Format:</w:t>
      </w:r>
      <w:r w:rsidRPr="00444B9A">
        <w:t xml:space="preserve"> Large-format hardback, approximately 80,000 words in 400 pages, printed on high-quality paper. It will include colour photos from archaeological sites, historic homes and museums, maps of towns, plans of houses and illustrations showing people in context to give readers a real sense of where people lived, from cottages to palaces, and what their lives were like.</w:t>
      </w:r>
    </w:p>
    <w:p w:rsidR="00094D24" w:rsidRPr="00444B9A" w:rsidRDefault="006A03D9" w:rsidP="00002A68">
      <w:pPr>
        <w:pStyle w:val="IPEdInstructionBullet"/>
      </w:pPr>
      <w:r w:rsidRPr="00444B9A">
        <w:rPr>
          <w:rStyle w:val="IPEdbold"/>
        </w:rPr>
        <w:t>Market:</w:t>
      </w:r>
      <w:r w:rsidRPr="00444B9A">
        <w:t xml:space="preserve"> Families—buyers are mostly women aged in their thirties to forties, who see the books as a great resource for their children.</w:t>
      </w:r>
    </w:p>
    <w:p w:rsidR="006D548E" w:rsidRPr="00444B9A" w:rsidRDefault="006A03D9" w:rsidP="00002A68">
      <w:pPr>
        <w:pStyle w:val="IPEdInstructionBullet"/>
      </w:pPr>
      <w:r w:rsidRPr="00444B9A">
        <w:t>Complete a thorough copyedit to ensure the text is error-free, consistent and easy to read. Do not rewrite.</w:t>
      </w:r>
    </w:p>
    <w:p w:rsidR="006A03D9" w:rsidRPr="00444B9A" w:rsidRDefault="006A03D9" w:rsidP="00002A68">
      <w:pPr>
        <w:pStyle w:val="IPEdInstructionBullet"/>
      </w:pPr>
      <w:r w:rsidRPr="00444B9A">
        <w:t>A major structural edit is not required, but mark any structural issues, and raise a query for the author where you believe a problem occurs.</w:t>
      </w:r>
    </w:p>
    <w:p w:rsidR="006A03D9" w:rsidRPr="00444B9A" w:rsidRDefault="006A03D9" w:rsidP="00002A68">
      <w:pPr>
        <w:pStyle w:val="IPEdInstructionBullet"/>
      </w:pPr>
      <w:r w:rsidRPr="00444B9A">
        <w:t>Indicate any sections you think should be cut, but still edit them.</w:t>
      </w:r>
    </w:p>
    <w:p w:rsidR="00AE66AC" w:rsidRPr="00444B9A" w:rsidRDefault="00002A68" w:rsidP="00002A68">
      <w:pPr>
        <w:pStyle w:val="IPEdInstruction"/>
        <w:rPr>
          <w:rStyle w:val="IPEdbold"/>
        </w:rPr>
      </w:pPr>
      <w:r>
        <w:rPr>
          <w:rStyle w:val="IPEdbold"/>
        </w:rPr>
        <w:t>The extract starts on the next page.</w:t>
      </w:r>
    </w:p>
    <w:p w:rsidR="006A03D9" w:rsidRPr="00444B9A" w:rsidRDefault="006A03D9" w:rsidP="00002A68">
      <w:pPr>
        <w:pStyle w:val="IPEdExtractHd"/>
      </w:pPr>
      <w:r w:rsidRPr="00444B9A">
        <w:lastRenderedPageBreak/>
        <w:t>ANCIENT ROME: A LIFE OF LUXURY</w:t>
      </w:r>
    </w:p>
    <w:p w:rsidR="006A03D9" w:rsidRPr="00444B9A" w:rsidRDefault="006A03D9" w:rsidP="002359B7">
      <w:pPr>
        <w:pStyle w:val="IPEdExtractText"/>
      </w:pPr>
      <w:r w:rsidRPr="00444B9A">
        <w:t>We know an astonishing amount about the way the ancient Romans lived not only in the capital city of Rome and the country towns in Italy but also across the empire. In Rome the habit of filling, old buildings with rubble and building on top of them has preserved houses from the most lowly dwelling to the most glorious palaces and just 00kms (00 miles)  south of the capital the eruption of Vesuvius in 79AD preserved forever the towns of Pompeii and Herculaneum.. The remains of the 1st century AD</w:t>
      </w:r>
    </w:p>
    <w:p w:rsidR="006A03D9" w:rsidRPr="00444B9A" w:rsidRDefault="006A03D9" w:rsidP="00C51AD9">
      <w:pPr>
        <w:pStyle w:val="IPEDExtractheading"/>
      </w:pPr>
      <w:r w:rsidRPr="00444B9A">
        <w:t>An insula life</w:t>
      </w:r>
    </w:p>
    <w:p w:rsidR="006A03D9" w:rsidRPr="00444B9A" w:rsidRDefault="006A03D9" w:rsidP="002359B7">
      <w:pPr>
        <w:pStyle w:val="IPEdExtractText"/>
      </w:pPr>
      <w:r w:rsidRPr="00444B9A">
        <w:t xml:space="preserve">People flocking to the capital throughout the period of the empire, wanted cheap housing close to the city centre and employment opportunities. Most of them lived in multi storey apartment buildings known as </w:t>
      </w:r>
      <w:r w:rsidRPr="00444B9A">
        <w:rPr>
          <w:i/>
        </w:rPr>
        <w:t>insulae</w:t>
      </w:r>
      <w:r w:rsidRPr="00444B9A">
        <w:t xml:space="preserve"> </w:t>
      </w:r>
      <w:r w:rsidRPr="00444B9A">
        <w:rPr>
          <w:i/>
        </w:rPr>
        <w:t xml:space="preserve">(sing. insula) </w:t>
      </w:r>
      <w:r w:rsidRPr="00444B9A">
        <w:t>which were crammed together with 6-8 filling a building block.</w:t>
      </w:r>
      <w:r w:rsidRPr="00444B9A">
        <w:rPr>
          <w:i/>
        </w:rPr>
        <w:t xml:space="preserve"> </w:t>
      </w:r>
      <w:r w:rsidRPr="00444B9A">
        <w:t>The walls of the lowest floors could be up to 2 metres (6 feet thick) to support up to 6 storeys of dwellings.</w:t>
      </w:r>
    </w:p>
    <w:p w:rsidR="006A03D9" w:rsidRPr="00444B9A" w:rsidRDefault="006A03D9" w:rsidP="002359B7">
      <w:pPr>
        <w:pStyle w:val="IPEdExtractText"/>
      </w:pPr>
      <w:r w:rsidRPr="00444B9A">
        <w:t>Some of these buildings offer spacious apartments for better off families but others are little more than tenaments. Running water and sewage were n’t supplied—water was collected from local fountains and everyone visited public bathhouses and latrines.</w:t>
      </w:r>
    </w:p>
    <w:p w:rsidR="006A03D9" w:rsidRPr="00444B9A" w:rsidRDefault="006A03D9" w:rsidP="002359B7">
      <w:pPr>
        <w:pStyle w:val="IPEdExtractText"/>
      </w:pPr>
      <w:r w:rsidRPr="00444B9A">
        <w:t>The best apartment was on the first floor – one benefit was said to be that residents could easily jump from the windows to the street in the all too common event of building collapse or a fire. In the upper stories, rooms were much cheaper and much more cramped. The poet, Martial, commented:</w:t>
      </w:r>
    </w:p>
    <w:p w:rsidR="006A03D9" w:rsidRPr="00444B9A" w:rsidRDefault="006A03D9" w:rsidP="00C51AD9">
      <w:pPr>
        <w:pStyle w:val="IPEdExtractQuote"/>
      </w:pPr>
      <w:r w:rsidRPr="00444B9A">
        <w:t>‘Here in my attic I sleep with pigeons, chilled by the rain sifting through the rafters, and the last to known the building is on fire.</w:t>
      </w:r>
    </w:p>
    <w:p w:rsidR="006A03D9" w:rsidRPr="00444B9A" w:rsidRDefault="006A03D9" w:rsidP="002359B7">
      <w:pPr>
        <w:pStyle w:val="IPEdExtractText"/>
      </w:pPr>
      <w:r w:rsidRPr="00444B9A">
        <w:lastRenderedPageBreak/>
        <w:t>The insulae could be death traps. Built on a timber framework filled with rough stone, the buildings sometimes collapsed and also burned in Romes’ many city fire. While individual houses had their own kitchens, but even ovens were banned from insulae; already firetraps without the added risk of cooking facilties. Most Romans brought their meals from snack bars occupying shopfronts at streets level of the insulae. In fact, even the wealthiest homeowner might rent out a front room to a shopkeeper of some description.</w:t>
      </w:r>
    </w:p>
    <w:p w:rsidR="006A03D9" w:rsidRPr="00444B9A" w:rsidRDefault="006A03D9" w:rsidP="002359B7">
      <w:pPr>
        <w:pStyle w:val="IPEDExtractheading"/>
      </w:pPr>
      <w:r w:rsidRPr="00444B9A">
        <w:t>Fresh water – in led pipes</w:t>
      </w:r>
    </w:p>
    <w:p w:rsidR="006A03D9" w:rsidRPr="00444B9A" w:rsidRDefault="006A03D9" w:rsidP="002359B7">
      <w:pPr>
        <w:pStyle w:val="IPEdExtractText"/>
      </w:pPr>
      <w:r w:rsidRPr="00444B9A">
        <w:t>One thing every Roman could be sure of was plentiful fresh water, supplied by more than 500 kms (300 miles ) of aqueducts. These engineering marvels carried water in channells supported by lines, of great stone arches that could be up to six metres</w:t>
      </w:r>
    </w:p>
    <w:p w:rsidR="006A03D9" w:rsidRPr="00444B9A" w:rsidRDefault="006A03D9" w:rsidP="002359B7">
      <w:pPr>
        <w:pStyle w:val="IPEdExtractTableCaption"/>
      </w:pPr>
      <w:r w:rsidRPr="00444B9A">
        <w:t>Table 2  Six great aqueducts of Rome</w:t>
      </w:r>
    </w:p>
    <w:tbl>
      <w:tblPr>
        <w:tblStyle w:val="TableGrid"/>
        <w:tblW w:w="0" w:type="auto"/>
        <w:tblLook w:val="04A0" w:firstRow="1" w:lastRow="0" w:firstColumn="1" w:lastColumn="0" w:noHBand="0" w:noVBand="1"/>
      </w:tblPr>
      <w:tblGrid>
        <w:gridCol w:w="1452"/>
        <w:gridCol w:w="1452"/>
        <w:gridCol w:w="1740"/>
        <w:gridCol w:w="993"/>
        <w:gridCol w:w="1134"/>
        <w:gridCol w:w="1943"/>
      </w:tblGrid>
      <w:tr w:rsidR="006A03D9" w:rsidRPr="00444B9A" w:rsidTr="009730CD">
        <w:tc>
          <w:tcPr>
            <w:tcW w:w="1452" w:type="dxa"/>
          </w:tcPr>
          <w:p w:rsidR="006A03D9" w:rsidRPr="00444B9A" w:rsidRDefault="006A03D9" w:rsidP="002359B7">
            <w:pPr>
              <w:pStyle w:val="IPEdExtractTableText"/>
              <w:jc w:val="center"/>
              <w:rPr>
                <w:b/>
              </w:rPr>
            </w:pPr>
            <w:r w:rsidRPr="00444B9A">
              <w:rPr>
                <w:b/>
              </w:rPr>
              <w:t>Aqueduct</w:t>
            </w:r>
          </w:p>
        </w:tc>
        <w:tc>
          <w:tcPr>
            <w:tcW w:w="1452" w:type="dxa"/>
          </w:tcPr>
          <w:p w:rsidR="006A03D9" w:rsidRPr="00444B9A" w:rsidRDefault="006A03D9" w:rsidP="002359B7">
            <w:pPr>
              <w:pStyle w:val="IPEdExtractTableText"/>
              <w:jc w:val="center"/>
              <w:rPr>
                <w:b/>
              </w:rPr>
            </w:pPr>
            <w:r w:rsidRPr="00444B9A">
              <w:rPr>
                <w:b/>
              </w:rPr>
              <w:t>Year built</w:t>
            </w:r>
          </w:p>
        </w:tc>
        <w:tc>
          <w:tcPr>
            <w:tcW w:w="1740" w:type="dxa"/>
          </w:tcPr>
          <w:p w:rsidR="006A03D9" w:rsidRPr="00444B9A" w:rsidRDefault="006A03D9" w:rsidP="002359B7">
            <w:pPr>
              <w:pStyle w:val="IPEdExtractTableText"/>
              <w:jc w:val="center"/>
              <w:rPr>
                <w:b/>
              </w:rPr>
            </w:pPr>
            <w:r w:rsidRPr="00444B9A">
              <w:rPr>
                <w:b/>
              </w:rPr>
              <w:t>Builder</w:t>
            </w:r>
          </w:p>
        </w:tc>
        <w:tc>
          <w:tcPr>
            <w:tcW w:w="993" w:type="dxa"/>
          </w:tcPr>
          <w:p w:rsidR="006A03D9" w:rsidRPr="00444B9A" w:rsidRDefault="006A03D9" w:rsidP="002359B7">
            <w:pPr>
              <w:pStyle w:val="IPEdExtractTableText"/>
              <w:jc w:val="center"/>
              <w:rPr>
                <w:b/>
              </w:rPr>
            </w:pPr>
            <w:r w:rsidRPr="00444B9A">
              <w:rPr>
                <w:b/>
              </w:rPr>
              <w:t>length</w:t>
            </w:r>
          </w:p>
        </w:tc>
        <w:tc>
          <w:tcPr>
            <w:tcW w:w="1134" w:type="dxa"/>
          </w:tcPr>
          <w:p w:rsidR="006A03D9" w:rsidRPr="00444B9A" w:rsidRDefault="006A03D9" w:rsidP="002359B7">
            <w:pPr>
              <w:pStyle w:val="IPEdExtractTableText"/>
              <w:jc w:val="center"/>
              <w:rPr>
                <w:b/>
              </w:rPr>
            </w:pPr>
            <w:r w:rsidRPr="00444B9A">
              <w:rPr>
                <w:b/>
              </w:rPr>
              <w:t>Capacity</w:t>
            </w:r>
          </w:p>
        </w:tc>
        <w:tc>
          <w:tcPr>
            <w:tcW w:w="1943" w:type="dxa"/>
          </w:tcPr>
          <w:p w:rsidR="006A03D9" w:rsidRPr="00444B9A" w:rsidRDefault="006A03D9" w:rsidP="002359B7">
            <w:pPr>
              <w:pStyle w:val="IPEdExtractTableText"/>
              <w:jc w:val="center"/>
            </w:pPr>
          </w:p>
        </w:tc>
      </w:tr>
      <w:tr w:rsidR="006A03D9" w:rsidRPr="00444B9A" w:rsidTr="008459CC">
        <w:trPr>
          <w:cantSplit/>
        </w:trPr>
        <w:tc>
          <w:tcPr>
            <w:tcW w:w="1452" w:type="dxa"/>
          </w:tcPr>
          <w:p w:rsidR="006A03D9" w:rsidRPr="00444B9A" w:rsidRDefault="006A03D9" w:rsidP="002359B7">
            <w:pPr>
              <w:pStyle w:val="IPEdExtractTableText"/>
            </w:pPr>
            <w:r w:rsidRPr="00444B9A">
              <w:t>Aqua Appia</w:t>
            </w:r>
          </w:p>
        </w:tc>
        <w:tc>
          <w:tcPr>
            <w:tcW w:w="1452" w:type="dxa"/>
          </w:tcPr>
          <w:p w:rsidR="006A03D9" w:rsidRPr="00444B9A" w:rsidRDefault="006A03D9" w:rsidP="002359B7">
            <w:pPr>
              <w:pStyle w:val="IPEdExtractTableText"/>
            </w:pPr>
            <w:r w:rsidRPr="00444B9A">
              <w:t>312 BC</w:t>
            </w:r>
          </w:p>
        </w:tc>
        <w:tc>
          <w:tcPr>
            <w:tcW w:w="1740" w:type="dxa"/>
          </w:tcPr>
          <w:p w:rsidR="006A03D9" w:rsidRPr="00444B9A" w:rsidRDefault="006A03D9" w:rsidP="002359B7">
            <w:pPr>
              <w:pStyle w:val="IPEdExtractTableText"/>
            </w:pPr>
            <w:r w:rsidRPr="00444B9A">
              <w:t>Appius Claudius</w:t>
            </w:r>
          </w:p>
        </w:tc>
        <w:tc>
          <w:tcPr>
            <w:tcW w:w="993" w:type="dxa"/>
          </w:tcPr>
          <w:p w:rsidR="006A03D9" w:rsidRPr="00444B9A" w:rsidRDefault="006A03D9" w:rsidP="002359B7">
            <w:pPr>
              <w:pStyle w:val="IPEdExtractTableText"/>
              <w:jc w:val="center"/>
            </w:pPr>
            <w:r w:rsidRPr="00444B9A">
              <w:t>16.56</w:t>
            </w:r>
          </w:p>
        </w:tc>
        <w:tc>
          <w:tcPr>
            <w:tcW w:w="1134" w:type="dxa"/>
          </w:tcPr>
          <w:p w:rsidR="006A03D9" w:rsidRPr="00444B9A" w:rsidRDefault="006A03D9" w:rsidP="002359B7">
            <w:pPr>
              <w:pStyle w:val="IPEdExtractTableText"/>
              <w:jc w:val="center"/>
            </w:pPr>
            <w:r w:rsidRPr="00444B9A">
              <w:t>73,000</w:t>
            </w:r>
          </w:p>
        </w:tc>
        <w:tc>
          <w:tcPr>
            <w:tcW w:w="1943" w:type="dxa"/>
          </w:tcPr>
          <w:p w:rsidR="006A03D9" w:rsidRPr="00444B9A" w:rsidRDefault="006A03D9" w:rsidP="002359B7">
            <w:pPr>
              <w:pStyle w:val="IPEdExtractTableText"/>
            </w:pPr>
            <w:r w:rsidRPr="00444B9A">
              <w:t>First aqueduct built in Rome.</w:t>
            </w:r>
          </w:p>
        </w:tc>
      </w:tr>
      <w:tr w:rsidR="006A03D9" w:rsidRPr="00444B9A" w:rsidTr="008459CC">
        <w:trPr>
          <w:cantSplit/>
        </w:trPr>
        <w:tc>
          <w:tcPr>
            <w:tcW w:w="1452" w:type="dxa"/>
          </w:tcPr>
          <w:p w:rsidR="006A03D9" w:rsidRPr="00444B9A" w:rsidRDefault="006A03D9" w:rsidP="002359B7">
            <w:pPr>
              <w:pStyle w:val="IPEdExtractTableText"/>
            </w:pPr>
            <w:r w:rsidRPr="00444B9A">
              <w:t>Aqua Claudia</w:t>
            </w:r>
          </w:p>
        </w:tc>
        <w:tc>
          <w:tcPr>
            <w:tcW w:w="1452" w:type="dxa"/>
          </w:tcPr>
          <w:p w:rsidR="006A03D9" w:rsidRPr="00444B9A" w:rsidRDefault="006A03D9" w:rsidP="002359B7">
            <w:pPr>
              <w:pStyle w:val="IPEdExtractTableText"/>
            </w:pPr>
            <w:r w:rsidRPr="00444B9A">
              <w:t>AD38 – 52</w:t>
            </w:r>
          </w:p>
        </w:tc>
        <w:tc>
          <w:tcPr>
            <w:tcW w:w="1740" w:type="dxa"/>
          </w:tcPr>
          <w:p w:rsidR="006A03D9" w:rsidRPr="00444B9A" w:rsidRDefault="006A03D9" w:rsidP="002359B7">
            <w:pPr>
              <w:pStyle w:val="IPEdExtractTableText"/>
            </w:pPr>
          </w:p>
        </w:tc>
        <w:tc>
          <w:tcPr>
            <w:tcW w:w="993" w:type="dxa"/>
          </w:tcPr>
          <w:p w:rsidR="006A03D9" w:rsidRPr="00444B9A" w:rsidRDefault="006A03D9" w:rsidP="002359B7">
            <w:pPr>
              <w:pStyle w:val="IPEdExtractTableText"/>
              <w:jc w:val="center"/>
            </w:pPr>
            <w:r w:rsidRPr="00444B9A">
              <w:t>68.681</w:t>
            </w:r>
          </w:p>
        </w:tc>
        <w:tc>
          <w:tcPr>
            <w:tcW w:w="1134" w:type="dxa"/>
          </w:tcPr>
          <w:p w:rsidR="006A03D9" w:rsidRPr="00444B9A" w:rsidRDefault="006A03D9" w:rsidP="002359B7">
            <w:pPr>
              <w:pStyle w:val="IPEdExtractTableText"/>
              <w:jc w:val="center"/>
            </w:pPr>
            <w:r w:rsidRPr="00444B9A">
              <w:t>184,280</w:t>
            </w:r>
          </w:p>
        </w:tc>
        <w:tc>
          <w:tcPr>
            <w:tcW w:w="1943" w:type="dxa"/>
          </w:tcPr>
          <w:p w:rsidR="006A03D9" w:rsidRPr="00444B9A" w:rsidRDefault="006A03D9" w:rsidP="002359B7">
            <w:pPr>
              <w:pStyle w:val="IPEdExtractTableText"/>
            </w:pPr>
          </w:p>
        </w:tc>
      </w:tr>
      <w:tr w:rsidR="006A03D9" w:rsidRPr="00444B9A" w:rsidTr="009730CD">
        <w:tc>
          <w:tcPr>
            <w:tcW w:w="1452" w:type="dxa"/>
          </w:tcPr>
          <w:p w:rsidR="006A03D9" w:rsidRPr="00444B9A" w:rsidRDefault="006A03D9" w:rsidP="002359B7">
            <w:pPr>
              <w:pStyle w:val="IPEdExtractTableText"/>
            </w:pPr>
            <w:r w:rsidRPr="00444B9A">
              <w:t>Aqua Marcia</w:t>
            </w:r>
          </w:p>
        </w:tc>
        <w:tc>
          <w:tcPr>
            <w:tcW w:w="1452" w:type="dxa"/>
          </w:tcPr>
          <w:p w:rsidR="006A03D9" w:rsidRPr="00444B9A" w:rsidRDefault="006A03D9" w:rsidP="002359B7">
            <w:pPr>
              <w:pStyle w:val="IPEdExtractTableText"/>
            </w:pPr>
            <w:r w:rsidRPr="00444B9A">
              <w:t>144-140 BC</w:t>
            </w:r>
          </w:p>
        </w:tc>
        <w:tc>
          <w:tcPr>
            <w:tcW w:w="1740" w:type="dxa"/>
          </w:tcPr>
          <w:p w:rsidR="006A03D9" w:rsidRPr="00444B9A" w:rsidRDefault="006A03D9" w:rsidP="002359B7">
            <w:pPr>
              <w:pStyle w:val="IPEdExtractTableText"/>
            </w:pPr>
          </w:p>
        </w:tc>
        <w:tc>
          <w:tcPr>
            <w:tcW w:w="993" w:type="dxa"/>
          </w:tcPr>
          <w:p w:rsidR="006A03D9" w:rsidRPr="00444B9A" w:rsidRDefault="006A03D9" w:rsidP="002359B7">
            <w:pPr>
              <w:pStyle w:val="IPEdExtractTableText"/>
              <w:jc w:val="center"/>
            </w:pPr>
            <w:r w:rsidRPr="00444B9A">
              <w:t>91.42</w:t>
            </w:r>
          </w:p>
        </w:tc>
        <w:tc>
          <w:tcPr>
            <w:tcW w:w="1134" w:type="dxa"/>
          </w:tcPr>
          <w:p w:rsidR="006A03D9" w:rsidRPr="00444B9A" w:rsidRDefault="006A03D9" w:rsidP="002359B7">
            <w:pPr>
              <w:pStyle w:val="IPEdExtractTableText"/>
              <w:jc w:val="center"/>
            </w:pPr>
            <w:r w:rsidRPr="00444B9A">
              <w:t>187,600</w:t>
            </w:r>
          </w:p>
        </w:tc>
        <w:tc>
          <w:tcPr>
            <w:tcW w:w="1943" w:type="dxa"/>
          </w:tcPr>
          <w:p w:rsidR="006A03D9" w:rsidRPr="00444B9A" w:rsidRDefault="006A03D9" w:rsidP="002359B7">
            <w:pPr>
              <w:pStyle w:val="IPEdExtractTableText"/>
            </w:pPr>
            <w:r w:rsidRPr="00444B9A">
              <w:t>Cost 180 million sesterces; the best water in Rome.</w:t>
            </w:r>
          </w:p>
        </w:tc>
      </w:tr>
      <w:tr w:rsidR="006A03D9" w:rsidRPr="00444B9A" w:rsidTr="009730CD">
        <w:tc>
          <w:tcPr>
            <w:tcW w:w="1452" w:type="dxa"/>
          </w:tcPr>
          <w:p w:rsidR="006A03D9" w:rsidRPr="00444B9A" w:rsidRDefault="006A03D9" w:rsidP="002359B7">
            <w:pPr>
              <w:pStyle w:val="IPEdExtractTableText"/>
            </w:pPr>
            <w:r w:rsidRPr="00444B9A">
              <w:t>Aqua Tepula</w:t>
            </w:r>
          </w:p>
        </w:tc>
        <w:tc>
          <w:tcPr>
            <w:tcW w:w="1452" w:type="dxa"/>
          </w:tcPr>
          <w:p w:rsidR="006A03D9" w:rsidRPr="00444B9A" w:rsidRDefault="006A03D9" w:rsidP="002359B7">
            <w:pPr>
              <w:pStyle w:val="IPEdExtractTableText"/>
            </w:pPr>
            <w:r w:rsidRPr="00444B9A">
              <w:t>125 BC</w:t>
            </w:r>
          </w:p>
        </w:tc>
        <w:tc>
          <w:tcPr>
            <w:tcW w:w="1740" w:type="dxa"/>
          </w:tcPr>
          <w:p w:rsidR="006A03D9" w:rsidRPr="00444B9A" w:rsidRDefault="006A03D9" w:rsidP="002359B7">
            <w:pPr>
              <w:pStyle w:val="IPEdExtractTableText"/>
            </w:pPr>
          </w:p>
        </w:tc>
        <w:tc>
          <w:tcPr>
            <w:tcW w:w="993" w:type="dxa"/>
          </w:tcPr>
          <w:p w:rsidR="006A03D9" w:rsidRPr="00444B9A" w:rsidRDefault="006A03D9" w:rsidP="002359B7">
            <w:pPr>
              <w:pStyle w:val="IPEdExtractTableText"/>
              <w:jc w:val="center"/>
            </w:pPr>
            <w:r w:rsidRPr="00444B9A">
              <w:t>17.74</w:t>
            </w:r>
          </w:p>
        </w:tc>
        <w:tc>
          <w:tcPr>
            <w:tcW w:w="1134" w:type="dxa"/>
          </w:tcPr>
          <w:p w:rsidR="006A03D9" w:rsidRPr="00444B9A" w:rsidRDefault="006A03D9" w:rsidP="002359B7">
            <w:pPr>
              <w:pStyle w:val="IPEdExtractTableText"/>
              <w:jc w:val="center"/>
            </w:pPr>
            <w:r w:rsidRPr="00444B9A">
              <w:t>17,800</w:t>
            </w:r>
          </w:p>
        </w:tc>
        <w:tc>
          <w:tcPr>
            <w:tcW w:w="1943" w:type="dxa"/>
          </w:tcPr>
          <w:p w:rsidR="006A03D9" w:rsidRPr="00444B9A" w:rsidRDefault="006A03D9" w:rsidP="002359B7">
            <w:pPr>
              <w:pStyle w:val="IPEdExtractTableText"/>
            </w:pPr>
            <w:r w:rsidRPr="00444B9A">
              <w:t>Delivered tepid water of poor quality</w:t>
            </w:r>
          </w:p>
        </w:tc>
      </w:tr>
      <w:tr w:rsidR="006A03D9" w:rsidRPr="00444B9A" w:rsidTr="008459CC">
        <w:trPr>
          <w:cantSplit/>
        </w:trPr>
        <w:tc>
          <w:tcPr>
            <w:tcW w:w="1452" w:type="dxa"/>
          </w:tcPr>
          <w:p w:rsidR="006A03D9" w:rsidRPr="00444B9A" w:rsidRDefault="006A03D9" w:rsidP="002359B7">
            <w:pPr>
              <w:pStyle w:val="IPEdExtractTableText"/>
            </w:pPr>
            <w:r w:rsidRPr="00444B9A">
              <w:t>Aqua Virgo</w:t>
            </w:r>
          </w:p>
        </w:tc>
        <w:tc>
          <w:tcPr>
            <w:tcW w:w="1452" w:type="dxa"/>
          </w:tcPr>
          <w:p w:rsidR="006A03D9" w:rsidRPr="00444B9A" w:rsidRDefault="006A03D9" w:rsidP="002359B7">
            <w:pPr>
              <w:pStyle w:val="IPEdExtractTableText"/>
            </w:pPr>
            <w:r w:rsidRPr="00444B9A">
              <w:t>19BC</w:t>
            </w:r>
          </w:p>
        </w:tc>
        <w:tc>
          <w:tcPr>
            <w:tcW w:w="1740" w:type="dxa"/>
          </w:tcPr>
          <w:p w:rsidR="006A03D9" w:rsidRPr="00444B9A" w:rsidRDefault="006A03D9" w:rsidP="002359B7">
            <w:pPr>
              <w:pStyle w:val="IPEdExtractTableText"/>
            </w:pPr>
          </w:p>
        </w:tc>
        <w:tc>
          <w:tcPr>
            <w:tcW w:w="993" w:type="dxa"/>
          </w:tcPr>
          <w:p w:rsidR="006A03D9" w:rsidRPr="00444B9A" w:rsidRDefault="006A03D9" w:rsidP="002359B7">
            <w:pPr>
              <w:pStyle w:val="IPEdExtractTableText"/>
              <w:jc w:val="center"/>
            </w:pPr>
            <w:r w:rsidRPr="00444B9A">
              <w:t>20.693</w:t>
            </w:r>
          </w:p>
        </w:tc>
        <w:tc>
          <w:tcPr>
            <w:tcW w:w="1134" w:type="dxa"/>
          </w:tcPr>
          <w:p w:rsidR="006A03D9" w:rsidRPr="00444B9A" w:rsidRDefault="006A03D9" w:rsidP="002359B7">
            <w:pPr>
              <w:pStyle w:val="IPEdExtractTableText"/>
              <w:jc w:val="center"/>
            </w:pPr>
            <w:r w:rsidRPr="00444B9A">
              <w:t>100,160</w:t>
            </w:r>
          </w:p>
        </w:tc>
        <w:tc>
          <w:tcPr>
            <w:tcW w:w="1943" w:type="dxa"/>
          </w:tcPr>
          <w:p w:rsidR="006A03D9" w:rsidRPr="00444B9A" w:rsidRDefault="006A03D9" w:rsidP="002359B7">
            <w:pPr>
              <w:pStyle w:val="IPEdExtractTableText"/>
            </w:pPr>
            <w:r w:rsidRPr="00444B9A">
              <w:t>Ran underground for most of it’s length.</w:t>
            </w:r>
          </w:p>
        </w:tc>
      </w:tr>
    </w:tbl>
    <w:p w:rsidR="002359B7" w:rsidRDefault="002359B7" w:rsidP="002359B7">
      <w:pPr>
        <w:pStyle w:val="IPEdExtractText"/>
      </w:pPr>
    </w:p>
    <w:p w:rsidR="006A03D9" w:rsidRPr="00444B9A" w:rsidRDefault="006A03D9" w:rsidP="002359B7">
      <w:pPr>
        <w:pStyle w:val="IPEdExtractText"/>
      </w:pPr>
      <w:r w:rsidRPr="00444B9A">
        <w:lastRenderedPageBreak/>
        <w:t xml:space="preserve">metres across and over 100ft high. Aqueducts bought water to Rome from springs and lakes far from the city, which were fed into settling tanks and then distributed via smaller tanks to public fountains, bath houses, industry and even some private uses. The aqueducts are extraordinary testimony to the engineering skills of the ancient Romans. It was so well-built that parts of the network continue to supply modem Rome. </w:t>
      </w:r>
    </w:p>
    <w:p w:rsidR="006A03D9" w:rsidRPr="00444B9A" w:rsidRDefault="006A03D9" w:rsidP="002359B7">
      <w:pPr>
        <w:pStyle w:val="IPEdExtractText"/>
      </w:pPr>
      <w:r w:rsidRPr="00444B9A">
        <w:rPr>
          <w:b/>
        </w:rPr>
        <w:t>Illustration</w:t>
      </w:r>
      <w:r w:rsidRPr="00444B9A">
        <w:t xml:space="preserve"> Trevi Fountain in Rome: its water comes from the Aqua Virgo.</w:t>
      </w:r>
    </w:p>
    <w:p w:rsidR="006A03D9" w:rsidRPr="002359B7" w:rsidRDefault="006A03D9" w:rsidP="002359B7">
      <w:pPr>
        <w:pStyle w:val="IPEdExtractText"/>
      </w:pPr>
      <w:r w:rsidRPr="002359B7">
        <w:rPr>
          <w:i/>
        </w:rPr>
        <w:t>Rome burns</w:t>
      </w:r>
      <w:r w:rsidRPr="002359B7">
        <w:t>.</w:t>
      </w:r>
    </w:p>
    <w:p w:rsidR="006A03D9" w:rsidRPr="00444B9A" w:rsidRDefault="006A03D9" w:rsidP="002359B7">
      <w:pPr>
        <w:pStyle w:val="IPEdExtractText"/>
      </w:pPr>
      <w:r w:rsidRPr="00444B9A">
        <w:t>After the infamous fire of AD 64, only four of the fourteen districts of Rome survived. Three were levelled to the ground and the other 7 left ruinous. Planning the restoration of the city carefully, Nero’s new regulations were designed to prevent future disasters. Narrow alley ways at the centre of the city were replaced by broad streets. Every building had to be structually seperate from its neighbours. Buildings had to have a flat-roof portico, from which fires could be fought by the fire brigade, (the vigiles). House holders had to keep fire fighting equipment in an accessable place.</w:t>
      </w:r>
    </w:p>
    <w:p w:rsidR="006A03D9" w:rsidRPr="00444B9A" w:rsidRDefault="006A03D9" w:rsidP="002359B7">
      <w:pPr>
        <w:pStyle w:val="IPEdExtractText"/>
      </w:pPr>
      <w:r w:rsidRPr="00444B9A">
        <w:t>It is interesting to note that Nero blamed the Christians for the fire. But most Romans blamed …Nero—even though he had provided shelter for those made homeless by the fire, Romans believed he was to blame for the fire. The construction of the emperors’ golden house did nothing to alley their suspicions.</w:t>
      </w:r>
    </w:p>
    <w:p w:rsidR="006A03D9" w:rsidRPr="00444B9A" w:rsidRDefault="006A03D9" w:rsidP="002359B7">
      <w:pPr>
        <w:pStyle w:val="IPEDExtractheading"/>
      </w:pPr>
      <w:r w:rsidRPr="00444B9A">
        <w:t>Nero’s Golden House</w:t>
      </w:r>
    </w:p>
    <w:p w:rsidR="006A03D9" w:rsidRPr="00444B9A" w:rsidRDefault="006A03D9" w:rsidP="002359B7">
      <w:pPr>
        <w:pStyle w:val="IPEdExtractText"/>
      </w:pPr>
      <w:r w:rsidRPr="00444B9A">
        <w:tab/>
        <w:t xml:space="preserve">At the opposite extremity of the tenement of the working poor was Nero’s astonishing </w:t>
      </w:r>
      <w:r w:rsidRPr="00444B9A">
        <w:rPr>
          <w:i/>
        </w:rPr>
        <w:t>Domus Aurea,</w:t>
      </w:r>
      <w:r w:rsidRPr="00444B9A">
        <w:t xml:space="preserve"> or Golden House. The Emperor took advantage of the destruction of property in fire to create a vast palace and gardens stretching across 3 of </w:t>
      </w:r>
      <w:r w:rsidRPr="00444B9A">
        <w:lastRenderedPageBreak/>
        <w:t>Rome’s Seven Hills. Astonishingly, many rooms of the Palace can still be visited today, beneath modern Rome. It’s estimated the complex covered between 125-370 acres.</w:t>
      </w:r>
    </w:p>
    <w:p w:rsidR="006A03D9" w:rsidRPr="00444B9A" w:rsidRDefault="006A03D9" w:rsidP="002359B7">
      <w:pPr>
        <w:pStyle w:val="IPEdExtractText"/>
      </w:pPr>
      <w:r w:rsidRPr="00444B9A">
        <w:t xml:space="preserve">Concrete – lined with marble or other precious materials, were used brilliantly to support astonishing constructions in </w:t>
      </w:r>
      <w:r w:rsidRPr="002359B7">
        <w:t>the</w:t>
      </w:r>
      <w:r w:rsidRPr="00444B9A">
        <w:t xml:space="preserve"> palace, including an octagonal room surmounted by dome with a sky light at the centre. The main dining room was circulous and it’s roof revolved continually to reflect the movement of the stars. Sulphur water from the springs at Tivoli and sea water was piped into the domus aurea’s bath rooms.</w:t>
      </w:r>
    </w:p>
    <w:p w:rsidR="006A03D9" w:rsidRPr="002359B7" w:rsidRDefault="006A03D9" w:rsidP="002359B7">
      <w:pPr>
        <w:pStyle w:val="IPEdExtractText"/>
        <w:rPr>
          <w:b/>
        </w:rPr>
      </w:pPr>
      <w:r w:rsidRPr="002359B7">
        <w:rPr>
          <w:b/>
        </w:rPr>
        <w:t>Box: Vesuvious blows it’s top</w:t>
      </w:r>
    </w:p>
    <w:p w:rsidR="006A03D9" w:rsidRPr="00444B9A" w:rsidRDefault="006A03D9" w:rsidP="002359B7">
      <w:pPr>
        <w:pStyle w:val="IPEdExtractText"/>
      </w:pPr>
      <w:r w:rsidRPr="00444B9A">
        <w:t xml:space="preserve">On the morning of Augut 24, 79 the volcano of Vesuvius exploded, and within 24 hours the towns of Pompeii and Herculaneum had been buried. Buildings shook with tremours, and a plume of hot gas and pumice exploded from the volcano. The top off the volcano was blown of and burning rock and pumice, and ash reined down on the town of Pompeii. The town was buried in ash, but not destroyed. Herculaneum, was buried in a river of hot volcanic mud made up of ash, pumice and soil up to 85 foot deep. </w:t>
      </w:r>
      <w:r w:rsidRPr="00444B9A">
        <w:rPr>
          <w:b/>
        </w:rPr>
        <w:t>Illustration:</w:t>
      </w:r>
      <w:r w:rsidRPr="00444B9A">
        <w:t xml:space="preserve"> 19th century painting, The Last Days of Pompeii.</w:t>
      </w:r>
    </w:p>
    <w:p w:rsidR="006A03D9" w:rsidRPr="002359B7" w:rsidRDefault="006A03D9" w:rsidP="002359B7">
      <w:pPr>
        <w:pStyle w:val="IPEdExtractText"/>
        <w:rPr>
          <w:i/>
        </w:rPr>
      </w:pPr>
      <w:r w:rsidRPr="002359B7">
        <w:rPr>
          <w:i/>
        </w:rPr>
        <w:t>Villa of the wealthy</w:t>
      </w:r>
    </w:p>
    <w:p w:rsidR="006A03D9" w:rsidRPr="00444B9A" w:rsidRDefault="006A03D9" w:rsidP="002359B7">
      <w:pPr>
        <w:pStyle w:val="IPEdExtractText"/>
      </w:pPr>
      <w:r w:rsidRPr="00444B9A">
        <w:rPr>
          <w:b/>
        </w:rPr>
        <w:t>Image:</w:t>
      </w:r>
      <w:r w:rsidRPr="00444B9A">
        <w:t xml:space="preserve"> Mosaic in the entry hall of the House of the Tragic Poet, Pompeii, showing a house mastiff and the ‘label’ </w:t>
      </w:r>
      <w:r w:rsidRPr="00444B9A">
        <w:rPr>
          <w:i/>
        </w:rPr>
        <w:t>cave canem</w:t>
      </w:r>
      <w:r w:rsidRPr="00444B9A">
        <w:t>, Beware of the dog.</w:t>
      </w:r>
    </w:p>
    <w:p w:rsidR="006A03D9" w:rsidRPr="00444B9A" w:rsidRDefault="006A03D9" w:rsidP="002359B7">
      <w:pPr>
        <w:pStyle w:val="IPEdExtractText"/>
      </w:pPr>
      <w:r w:rsidRPr="00444B9A">
        <w:t xml:space="preserve">The golden house drew on the traditions of the villas of the nobility : on their country estates, in spa towns like Baiae or on the seaside. Some of the largest and finest villas at Pomeii and Herculaneum give a hint of what the homes of the wealthy in Rome might have looked like. The wealthy sought the affect of ‘rus in urbe’, or ‘countryside in the </w:t>
      </w:r>
      <w:r w:rsidRPr="00444B9A">
        <w:lastRenderedPageBreak/>
        <w:t>city’ to recreate a sense of the closeness of nature and the rural life they enjoyed outside Rome.</w:t>
      </w:r>
    </w:p>
    <w:p w:rsidR="00D50769" w:rsidRPr="00444B9A" w:rsidRDefault="00D50769" w:rsidP="00C51AD9">
      <w:pPr>
        <w:pStyle w:val="IPEdEnd"/>
      </w:pPr>
      <w:r w:rsidRPr="00444B9A">
        <w:t>End of extract</w:t>
      </w:r>
    </w:p>
    <w:p w:rsidR="0045390D" w:rsidRPr="00444B9A" w:rsidRDefault="0045390D" w:rsidP="00C51AD9">
      <w:pPr>
        <w:pStyle w:val="IPEdInstructionCSB"/>
      </w:pPr>
      <w:r w:rsidRPr="00444B9A">
        <w:t xml:space="preserve">End of </w:t>
      </w:r>
      <w:r w:rsidR="00F27EF1">
        <w:t>MANUSCRIPT</w:t>
      </w:r>
    </w:p>
    <w:p w:rsidR="0045390D" w:rsidRPr="00444B9A" w:rsidRDefault="0045390D" w:rsidP="00C51AD9">
      <w:pPr>
        <w:pStyle w:val="IPEdInstruction"/>
      </w:pPr>
      <w:r w:rsidRPr="00444B9A">
        <w:t>Before you close this document</w:t>
      </w:r>
      <w:r w:rsidR="00FD7130" w:rsidRPr="00444B9A">
        <w:t>, check that you have</w:t>
      </w:r>
      <w:r w:rsidRPr="00444B9A">
        <w:t>:</w:t>
      </w:r>
    </w:p>
    <w:p w:rsidR="0045390D" w:rsidRPr="00444B9A" w:rsidRDefault="00FD7130" w:rsidP="00C51AD9">
      <w:pPr>
        <w:pStyle w:val="IPEdInstructionBullet"/>
      </w:pPr>
      <w:r w:rsidRPr="00444B9A">
        <w:t xml:space="preserve">entered your </w:t>
      </w:r>
      <w:hyperlink r:id="rId9" w:anchor="CandidateNumber" w:history="1">
        <w:r w:rsidRPr="00C51AD9">
          <w:rPr>
            <w:rStyle w:val="Hyperlink"/>
          </w:rPr>
          <w:t>candidate number</w:t>
        </w:r>
      </w:hyperlink>
      <w:r w:rsidRPr="00444B9A">
        <w:t xml:space="preserve"> in the </w:t>
      </w:r>
      <w:r w:rsidR="00FF6736" w:rsidRPr="00444B9A">
        <w:t xml:space="preserve">box </w:t>
      </w:r>
      <w:r w:rsidR="00F47BED" w:rsidRPr="00444B9A">
        <w:t>provided under the main heading of</w:t>
      </w:r>
      <w:r w:rsidR="00FF6736" w:rsidRPr="00444B9A">
        <w:t xml:space="preserve"> the </w:t>
      </w:r>
      <w:r w:rsidRPr="00444B9A">
        <w:t>document</w:t>
      </w:r>
    </w:p>
    <w:p w:rsidR="007A2684" w:rsidRDefault="00FD7130" w:rsidP="00C51AD9">
      <w:pPr>
        <w:pStyle w:val="IPEdInstructionBullet"/>
      </w:pPr>
      <w:r w:rsidRPr="00C51AD9">
        <w:rPr>
          <w:rStyle w:val="IPEdbold"/>
        </w:rPr>
        <w:t>saved</w:t>
      </w:r>
      <w:r w:rsidRPr="00444B9A">
        <w:t xml:space="preserve"> the document</w:t>
      </w:r>
      <w:r w:rsidR="00DC401F" w:rsidRPr="00444B9A">
        <w:t>.</w:t>
      </w:r>
      <w:bookmarkStart w:id="1" w:name="_GoBack"/>
      <w:bookmarkEnd w:id="1"/>
    </w:p>
    <w:sectPr w:rsidR="007A2684" w:rsidSect="00197CE7">
      <w:headerReference w:type="default" r:id="rId10"/>
      <w:footerReference w:type="default" r:id="rId11"/>
      <w:headerReference w:type="first" r:id="rId12"/>
      <w:footerReference w:type="first" r:id="rId13"/>
      <w:type w:val="continuous"/>
      <w:pgSz w:w="11906" w:h="16838"/>
      <w:pgMar w:top="1440" w:right="1701" w:bottom="1440" w:left="1701"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0DE" w:rsidRDefault="00F220DE" w:rsidP="00D25217">
      <w:pPr>
        <w:spacing w:after="0" w:line="240" w:lineRule="auto"/>
      </w:pPr>
      <w:r>
        <w:separator/>
      </w:r>
    </w:p>
  </w:endnote>
  <w:endnote w:type="continuationSeparator" w:id="0">
    <w:p w:rsidR="00F220DE" w:rsidRDefault="00F220DE" w:rsidP="00D2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DokChampa">
    <w:panose1 w:val="020B0604020202020204"/>
    <w:charset w:val="00"/>
    <w:family w:val="swiss"/>
    <w:pitch w:val="variable"/>
    <w:sig w:usb0="03000003" w:usb1="00000000" w:usb2="00000000" w:usb3="00000000" w:csb0="0001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TimesNewRomanPSM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E9" w:rsidRDefault="003C49E9" w:rsidP="00197CE7">
    <w:pPr>
      <w:pStyle w:val="AECopyright"/>
      <w:ind w:left="-851"/>
    </w:pPr>
    <w:r w:rsidRPr="00D25217">
      <w:t xml:space="preserve">© </w:t>
    </w:r>
    <w:r w:rsidR="00197CE7">
      <w:t>Copyright IPEd</w:t>
    </w:r>
    <w:r>
      <w:t xml:space="preserve"> Limited</w:t>
    </w:r>
    <w:r w:rsidR="00C51AD9">
      <w:t>. All rights reserved.</w:t>
    </w:r>
    <w:r w:rsidR="00197CE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E7" w:rsidRDefault="00197CE7" w:rsidP="00197CE7">
    <w:pPr>
      <w:pStyle w:val="AECopyright"/>
      <w:ind w:left="-850" w:hanging="1"/>
    </w:pPr>
    <w:r>
      <w:t>© Copyright IPEd Limited. All rights reserved.</w:t>
    </w:r>
  </w:p>
  <w:p w:rsidR="00197CE7" w:rsidRDefault="00197CE7" w:rsidP="00197CE7">
    <w:pPr>
      <w:pStyle w:val="AECopyright"/>
      <w:ind w:left="-850" w:hanging="1"/>
    </w:pPr>
    <w:r>
      <w:t>This sample exam is provided for use by IPEd accreditation exam candidates for private study purposes only.</w:t>
    </w:r>
  </w:p>
  <w:p w:rsidR="00197CE7" w:rsidRDefault="00197CE7" w:rsidP="00197CE7">
    <w:pPr>
      <w:pStyle w:val="AECopyright"/>
      <w:ind w:left="-850" w:hanging="1"/>
    </w:pPr>
    <w:r>
      <w:t xml:space="preserve">It is not for commercial use without the express permission of IPEd. To request permission, contact the chair </w:t>
    </w:r>
    <w:r>
      <w:br/>
      <w:t>of the Accreditation Board at ab.chair@iped-editors.org.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0DE" w:rsidRDefault="00F220DE" w:rsidP="00D25217">
      <w:pPr>
        <w:spacing w:after="0" w:line="240" w:lineRule="auto"/>
      </w:pPr>
      <w:r>
        <w:separator/>
      </w:r>
    </w:p>
  </w:footnote>
  <w:footnote w:type="continuationSeparator" w:id="0">
    <w:p w:rsidR="00F220DE" w:rsidRDefault="00F220DE" w:rsidP="00D252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AD9" w:rsidRPr="00C51AD9" w:rsidRDefault="00C51AD9" w:rsidP="00C51AD9">
    <w:pPr>
      <w:pStyle w:val="Header"/>
    </w:pPr>
    <w:r>
      <w:t>IPEd Accreditation Exam Sample, 2020</w:t>
    </w:r>
    <w:r>
      <w:tab/>
      <w:t>MANUSCRIPT – EXTRACT</w:t>
    </w:r>
    <w:r w:rsidR="00197CE7">
      <w:tab/>
      <w:t xml:space="preserve">Page </w:t>
    </w:r>
    <w:r w:rsidR="00197CE7">
      <w:fldChar w:fldCharType="begin"/>
    </w:r>
    <w:r w:rsidR="00197CE7">
      <w:instrText xml:space="preserve"> PAGE   \* MERGEFORMAT </w:instrText>
    </w:r>
    <w:r w:rsidR="00197CE7">
      <w:fldChar w:fldCharType="separate"/>
    </w:r>
    <w:r w:rsidR="00197CE7">
      <w:rPr>
        <w:noProof/>
      </w:rPr>
      <w:t>2</w:t>
    </w:r>
    <w:r w:rsidR="00197CE7">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53C" w:rsidRDefault="008D453C" w:rsidP="008D453C">
    <w:pPr>
      <w:pStyle w:val="IPEdName"/>
    </w:pPr>
    <w:r>
      <w:t xml:space="preserve">Institute of Professional Editors Limited (IPEd) </w:t>
    </w:r>
  </w:p>
  <w:p w:rsidR="008D453C" w:rsidRDefault="008D453C" w:rsidP="008D453C">
    <w:pPr>
      <w:pStyle w:val="IPEdName"/>
    </w:pPr>
    <w:r>
      <w:t>Accreditation Exam Sample, 2020</w:t>
    </w:r>
  </w:p>
  <w:p w:rsidR="008D453C" w:rsidRDefault="008D453C" w:rsidP="008D453C">
    <w:pPr>
      <w:pStyle w:val="IPEdNam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C4CB46"/>
    <w:lvl w:ilvl="0">
      <w:start w:val="1"/>
      <w:numFmt w:val="decimal"/>
      <w:lvlText w:val="%1."/>
      <w:lvlJc w:val="left"/>
      <w:pPr>
        <w:tabs>
          <w:tab w:val="num" w:pos="1492"/>
        </w:tabs>
        <w:ind w:left="1492" w:hanging="360"/>
      </w:pPr>
    </w:lvl>
  </w:abstractNum>
  <w:abstractNum w:abstractNumId="1">
    <w:nsid w:val="FFFFFF7D"/>
    <w:multiLevelType w:val="singleLevel"/>
    <w:tmpl w:val="41C0B4E6"/>
    <w:lvl w:ilvl="0">
      <w:start w:val="1"/>
      <w:numFmt w:val="decimal"/>
      <w:lvlText w:val="%1."/>
      <w:lvlJc w:val="left"/>
      <w:pPr>
        <w:tabs>
          <w:tab w:val="num" w:pos="1209"/>
        </w:tabs>
        <w:ind w:left="1209" w:hanging="360"/>
      </w:pPr>
    </w:lvl>
  </w:abstractNum>
  <w:abstractNum w:abstractNumId="2">
    <w:nsid w:val="FFFFFF7E"/>
    <w:multiLevelType w:val="singleLevel"/>
    <w:tmpl w:val="84E24464"/>
    <w:lvl w:ilvl="0">
      <w:start w:val="1"/>
      <w:numFmt w:val="decimal"/>
      <w:lvlText w:val="%1."/>
      <w:lvlJc w:val="left"/>
      <w:pPr>
        <w:tabs>
          <w:tab w:val="num" w:pos="926"/>
        </w:tabs>
        <w:ind w:left="926" w:hanging="360"/>
      </w:pPr>
    </w:lvl>
  </w:abstractNum>
  <w:abstractNum w:abstractNumId="3">
    <w:nsid w:val="FFFFFF7F"/>
    <w:multiLevelType w:val="singleLevel"/>
    <w:tmpl w:val="4CA828E6"/>
    <w:lvl w:ilvl="0">
      <w:start w:val="1"/>
      <w:numFmt w:val="decimal"/>
      <w:lvlText w:val="%1."/>
      <w:lvlJc w:val="left"/>
      <w:pPr>
        <w:tabs>
          <w:tab w:val="num" w:pos="643"/>
        </w:tabs>
        <w:ind w:left="643" w:hanging="360"/>
      </w:pPr>
    </w:lvl>
  </w:abstractNum>
  <w:abstractNum w:abstractNumId="4">
    <w:nsid w:val="FFFFFF80"/>
    <w:multiLevelType w:val="singleLevel"/>
    <w:tmpl w:val="6E22A4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1A49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100E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DCC1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C6C437C"/>
    <w:lvl w:ilvl="0">
      <w:start w:val="1"/>
      <w:numFmt w:val="decimal"/>
      <w:lvlText w:val="%1."/>
      <w:lvlJc w:val="left"/>
      <w:pPr>
        <w:tabs>
          <w:tab w:val="num" w:pos="360"/>
        </w:tabs>
        <w:ind w:left="360" w:hanging="360"/>
      </w:pPr>
    </w:lvl>
  </w:abstractNum>
  <w:abstractNum w:abstractNumId="9">
    <w:nsid w:val="FFFFFF89"/>
    <w:multiLevelType w:val="singleLevel"/>
    <w:tmpl w:val="028CFFF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C778E9"/>
    <w:multiLevelType w:val="hybridMultilevel"/>
    <w:tmpl w:val="881E7A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31743F7"/>
    <w:multiLevelType w:val="hybridMultilevel"/>
    <w:tmpl w:val="B7863534"/>
    <w:lvl w:ilvl="0" w:tplc="561E40DC">
      <w:start w:val="1"/>
      <w:numFmt w:val="bullet"/>
      <w:pStyle w:val="xBulletlis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F462AC"/>
    <w:multiLevelType w:val="hybridMultilevel"/>
    <w:tmpl w:val="FE9085EE"/>
    <w:lvl w:ilvl="0" w:tplc="79EA69BC">
      <w:start w:val="1"/>
      <w:numFmt w:val="bullet"/>
      <w:lvlText w:val="o"/>
      <w:lvlJc w:val="left"/>
      <w:pPr>
        <w:ind w:left="1440" w:hanging="360"/>
      </w:pPr>
      <w:rPr>
        <w:rFonts w:ascii="Courier New" w:hAnsi="Courier New" w:hint="default"/>
      </w:rPr>
    </w:lvl>
    <w:lvl w:ilvl="1" w:tplc="7E2CF13A">
      <w:start w:val="1"/>
      <w:numFmt w:val="bullet"/>
      <w:pStyle w:val="IPEdbullets2FOtex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A34661"/>
    <w:multiLevelType w:val="hybridMultilevel"/>
    <w:tmpl w:val="5352067C"/>
    <w:lvl w:ilvl="0" w:tplc="6D1E9484">
      <w:start w:val="1"/>
      <w:numFmt w:val="bullet"/>
      <w:pStyle w:val="Pt3Questiontextbullets"/>
      <w:lvlText w:val=""/>
      <w:lvlJc w:val="left"/>
      <w:pPr>
        <w:tabs>
          <w:tab w:val="num" w:pos="510"/>
        </w:tabs>
        <w:ind w:left="51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9B1997"/>
    <w:multiLevelType w:val="hybridMultilevel"/>
    <w:tmpl w:val="27A8D69E"/>
    <w:lvl w:ilvl="0" w:tplc="F766C202">
      <w:start w:val="1"/>
      <w:numFmt w:val="bullet"/>
      <w:pStyle w:val="Pt1Instructionbullets"/>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7E152C"/>
    <w:multiLevelType w:val="hybridMultilevel"/>
    <w:tmpl w:val="5F688F24"/>
    <w:lvl w:ilvl="0" w:tplc="FC1C8A20">
      <w:start w:val="1"/>
      <w:numFmt w:val="bullet"/>
      <w:pStyle w:val="IPEdInstruction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98617E1"/>
    <w:multiLevelType w:val="hybridMultilevel"/>
    <w:tmpl w:val="97460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831090"/>
    <w:multiLevelType w:val="hybridMultilevel"/>
    <w:tmpl w:val="F516F582"/>
    <w:lvl w:ilvl="0" w:tplc="E0666654">
      <w:start w:val="1"/>
      <w:numFmt w:val="decimal"/>
      <w:pStyle w:val="Pt1Questiontxtnumbers"/>
      <w:lvlText w:val="%1."/>
      <w:lvlJc w:val="left"/>
      <w:pPr>
        <w:tabs>
          <w:tab w:val="num" w:pos="538"/>
        </w:tabs>
        <w:ind w:left="538" w:hanging="397"/>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BFA40D3"/>
    <w:multiLevelType w:val="hybridMultilevel"/>
    <w:tmpl w:val="2FF09566"/>
    <w:lvl w:ilvl="0" w:tplc="4DAE767A">
      <w:start w:val="1"/>
      <w:numFmt w:val="decimal"/>
      <w:pStyle w:val="IPEdRubricnumber"/>
      <w:lvlText w:val="%1."/>
      <w:lvlJc w:val="left"/>
      <w:pPr>
        <w:ind w:left="1077" w:hanging="360"/>
      </w:pPr>
      <w:rPr>
        <w:rFonts w:ascii="Arial" w:hAnsi="Arial" w:hint="default"/>
        <w:color w:val="0070C0"/>
        <w:sz w:val="24"/>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9">
    <w:nsid w:val="5E70482F"/>
    <w:multiLevelType w:val="hybridMultilevel"/>
    <w:tmpl w:val="CD8CFFAC"/>
    <w:lvl w:ilvl="0" w:tplc="2DE0482A">
      <w:start w:val="1"/>
      <w:numFmt w:val="lowerLetter"/>
      <w:pStyle w:val="Pt1Questiontxtlist"/>
      <w:lvlText w:val="%1."/>
      <w:lvlJc w:val="left"/>
      <w:pPr>
        <w:tabs>
          <w:tab w:val="num" w:pos="907"/>
        </w:tabs>
        <w:ind w:left="907" w:hanging="397"/>
      </w:pPr>
      <w:rPr>
        <w:rFonts w:hint="default"/>
        <w:b/>
        <w:i w:val="0"/>
      </w:rPr>
    </w:lvl>
    <w:lvl w:ilvl="1" w:tplc="04090019">
      <w:start w:val="1"/>
      <w:numFmt w:val="lowerLetter"/>
      <w:lvlText w:val="%2."/>
      <w:lvlJc w:val="left"/>
      <w:pPr>
        <w:tabs>
          <w:tab w:val="num" w:pos="1553"/>
        </w:tabs>
        <w:ind w:left="1553" w:hanging="360"/>
      </w:pPr>
    </w:lvl>
    <w:lvl w:ilvl="2" w:tplc="0409001B">
      <w:start w:val="1"/>
      <w:numFmt w:val="lowerRoman"/>
      <w:lvlText w:val="%3."/>
      <w:lvlJc w:val="right"/>
      <w:pPr>
        <w:tabs>
          <w:tab w:val="num" w:pos="2273"/>
        </w:tabs>
        <w:ind w:left="2273" w:hanging="180"/>
      </w:pPr>
    </w:lvl>
    <w:lvl w:ilvl="3" w:tplc="0409000F">
      <w:start w:val="1"/>
      <w:numFmt w:val="decimal"/>
      <w:lvlText w:val="%4."/>
      <w:lvlJc w:val="left"/>
      <w:pPr>
        <w:tabs>
          <w:tab w:val="num" w:pos="2993"/>
        </w:tabs>
        <w:ind w:left="2993" w:hanging="360"/>
      </w:pPr>
    </w:lvl>
    <w:lvl w:ilvl="4" w:tplc="04090019">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0">
    <w:nsid w:val="5FDC55C0"/>
    <w:multiLevelType w:val="hybridMultilevel"/>
    <w:tmpl w:val="F880CBD0"/>
    <w:lvl w:ilvl="0" w:tplc="397A74A0">
      <w:start w:val="1"/>
      <w:numFmt w:val="bullet"/>
      <w:pStyle w:val="IPEdbulletsFOtex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1">
    <w:nsid w:val="62046F1F"/>
    <w:multiLevelType w:val="hybridMultilevel"/>
    <w:tmpl w:val="8408CBCE"/>
    <w:lvl w:ilvl="0" w:tplc="4C5CC8A6">
      <w:start w:val="1"/>
      <w:numFmt w:val="bullet"/>
      <w:pStyle w:val="IPEdRubric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ED410F"/>
    <w:multiLevelType w:val="hybridMultilevel"/>
    <w:tmpl w:val="D640EF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F4B6246"/>
    <w:multiLevelType w:val="hybridMultilevel"/>
    <w:tmpl w:val="272AE3FA"/>
    <w:lvl w:ilvl="0" w:tplc="7220CB12">
      <w:start w:val="1"/>
      <w:numFmt w:val="bullet"/>
      <w:pStyle w:val="xBulletedinstruction"/>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D2D7FF9"/>
    <w:multiLevelType w:val="hybridMultilevel"/>
    <w:tmpl w:val="E9D40102"/>
    <w:lvl w:ilvl="0" w:tplc="8326CFE4">
      <w:start w:val="1"/>
      <w:numFmt w:val="bullet"/>
      <w:pStyle w:val="IPEdAQuestion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0"/>
  </w:num>
  <w:num w:numId="4">
    <w:abstractNumId w:val="22"/>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7"/>
  </w:num>
  <w:num w:numId="16">
    <w:abstractNumId w:val="6"/>
  </w:num>
  <w:num w:numId="17">
    <w:abstractNumId w:val="5"/>
  </w:num>
  <w:num w:numId="18">
    <w:abstractNumId w:val="4"/>
  </w:num>
  <w:num w:numId="19">
    <w:abstractNumId w:val="23"/>
  </w:num>
  <w:num w:numId="20">
    <w:abstractNumId w:val="23"/>
  </w:num>
  <w:num w:numId="21">
    <w:abstractNumId w:val="23"/>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24"/>
  </w:num>
  <w:num w:numId="29">
    <w:abstractNumId w:val="12"/>
  </w:num>
  <w:num w:numId="30">
    <w:abstractNumId w:val="20"/>
  </w:num>
  <w:num w:numId="31">
    <w:abstractNumId w:val="21"/>
  </w:num>
  <w:num w:numId="32">
    <w:abstractNumId w:val="14"/>
  </w:num>
  <w:num w:numId="33">
    <w:abstractNumId w:val="19"/>
  </w:num>
  <w:num w:numId="34">
    <w:abstractNumId w:val="17"/>
  </w:num>
  <w:num w:numId="35">
    <w:abstractNumId w:val="13"/>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217"/>
    <w:rsid w:val="00002A68"/>
    <w:rsid w:val="00010494"/>
    <w:rsid w:val="000148C1"/>
    <w:rsid w:val="00032C09"/>
    <w:rsid w:val="000516C8"/>
    <w:rsid w:val="00061151"/>
    <w:rsid w:val="00071F84"/>
    <w:rsid w:val="000847C4"/>
    <w:rsid w:val="00084FCF"/>
    <w:rsid w:val="00094D24"/>
    <w:rsid w:val="000B012D"/>
    <w:rsid w:val="000B34C6"/>
    <w:rsid w:val="000B5B83"/>
    <w:rsid w:val="000D11BE"/>
    <w:rsid w:val="001111B6"/>
    <w:rsid w:val="00111AC1"/>
    <w:rsid w:val="00143056"/>
    <w:rsid w:val="00150B24"/>
    <w:rsid w:val="00154526"/>
    <w:rsid w:val="00154C6F"/>
    <w:rsid w:val="001672C9"/>
    <w:rsid w:val="00173A19"/>
    <w:rsid w:val="0018056C"/>
    <w:rsid w:val="00197CE7"/>
    <w:rsid w:val="001A11BC"/>
    <w:rsid w:val="001A6E98"/>
    <w:rsid w:val="001B4AEE"/>
    <w:rsid w:val="001B59DD"/>
    <w:rsid w:val="001B796B"/>
    <w:rsid w:val="001D2440"/>
    <w:rsid w:val="001D4B72"/>
    <w:rsid w:val="001F5A88"/>
    <w:rsid w:val="002042B6"/>
    <w:rsid w:val="00223B43"/>
    <w:rsid w:val="002359B7"/>
    <w:rsid w:val="00250402"/>
    <w:rsid w:val="0025137E"/>
    <w:rsid w:val="00254135"/>
    <w:rsid w:val="002663E5"/>
    <w:rsid w:val="002706BD"/>
    <w:rsid w:val="002851A9"/>
    <w:rsid w:val="002B1717"/>
    <w:rsid w:val="002C4A07"/>
    <w:rsid w:val="002C5E24"/>
    <w:rsid w:val="002F1690"/>
    <w:rsid w:val="00306C06"/>
    <w:rsid w:val="003246EC"/>
    <w:rsid w:val="00325004"/>
    <w:rsid w:val="003271ED"/>
    <w:rsid w:val="00337023"/>
    <w:rsid w:val="00337DB3"/>
    <w:rsid w:val="003476E5"/>
    <w:rsid w:val="0036663F"/>
    <w:rsid w:val="00393E21"/>
    <w:rsid w:val="003A79B5"/>
    <w:rsid w:val="003B76BD"/>
    <w:rsid w:val="003C1229"/>
    <w:rsid w:val="003C49E9"/>
    <w:rsid w:val="003D55AB"/>
    <w:rsid w:val="003F4F1D"/>
    <w:rsid w:val="00401DEE"/>
    <w:rsid w:val="00410461"/>
    <w:rsid w:val="00412C94"/>
    <w:rsid w:val="004229A2"/>
    <w:rsid w:val="00422F76"/>
    <w:rsid w:val="00426C02"/>
    <w:rsid w:val="00444B9A"/>
    <w:rsid w:val="0045390D"/>
    <w:rsid w:val="004640C6"/>
    <w:rsid w:val="00475476"/>
    <w:rsid w:val="004901DF"/>
    <w:rsid w:val="004901F8"/>
    <w:rsid w:val="004B0066"/>
    <w:rsid w:val="004B7DC2"/>
    <w:rsid w:val="004C0177"/>
    <w:rsid w:val="004E15CF"/>
    <w:rsid w:val="004F5C6C"/>
    <w:rsid w:val="00504EBE"/>
    <w:rsid w:val="00520600"/>
    <w:rsid w:val="00544BD8"/>
    <w:rsid w:val="005471DE"/>
    <w:rsid w:val="005671FA"/>
    <w:rsid w:val="00580001"/>
    <w:rsid w:val="00596990"/>
    <w:rsid w:val="005C5AD4"/>
    <w:rsid w:val="005D7F66"/>
    <w:rsid w:val="005E27C7"/>
    <w:rsid w:val="005E4D39"/>
    <w:rsid w:val="005E6424"/>
    <w:rsid w:val="005F3EB7"/>
    <w:rsid w:val="005F6049"/>
    <w:rsid w:val="006215AF"/>
    <w:rsid w:val="00624799"/>
    <w:rsid w:val="00641169"/>
    <w:rsid w:val="00641FA4"/>
    <w:rsid w:val="00642643"/>
    <w:rsid w:val="0067311B"/>
    <w:rsid w:val="006806AC"/>
    <w:rsid w:val="00681719"/>
    <w:rsid w:val="00683408"/>
    <w:rsid w:val="006962CD"/>
    <w:rsid w:val="00696DAF"/>
    <w:rsid w:val="006A03D9"/>
    <w:rsid w:val="006B4816"/>
    <w:rsid w:val="006B55A9"/>
    <w:rsid w:val="006C4439"/>
    <w:rsid w:val="006D548E"/>
    <w:rsid w:val="006D7991"/>
    <w:rsid w:val="006E1A8E"/>
    <w:rsid w:val="006E2458"/>
    <w:rsid w:val="0070528D"/>
    <w:rsid w:val="007222F4"/>
    <w:rsid w:val="00731219"/>
    <w:rsid w:val="0074602F"/>
    <w:rsid w:val="00777B84"/>
    <w:rsid w:val="00784096"/>
    <w:rsid w:val="00787787"/>
    <w:rsid w:val="007956D0"/>
    <w:rsid w:val="007A2684"/>
    <w:rsid w:val="007A53EC"/>
    <w:rsid w:val="007A6D8F"/>
    <w:rsid w:val="007C42B0"/>
    <w:rsid w:val="007C4C7B"/>
    <w:rsid w:val="007D781D"/>
    <w:rsid w:val="007E0870"/>
    <w:rsid w:val="007E32E6"/>
    <w:rsid w:val="007E7953"/>
    <w:rsid w:val="007F146D"/>
    <w:rsid w:val="00822589"/>
    <w:rsid w:val="008272B3"/>
    <w:rsid w:val="008412BB"/>
    <w:rsid w:val="008459CC"/>
    <w:rsid w:val="00854018"/>
    <w:rsid w:val="008706D2"/>
    <w:rsid w:val="008914F7"/>
    <w:rsid w:val="008937AA"/>
    <w:rsid w:val="00897FC5"/>
    <w:rsid w:val="008A3A29"/>
    <w:rsid w:val="008A58B5"/>
    <w:rsid w:val="008A6FAA"/>
    <w:rsid w:val="008B0D9D"/>
    <w:rsid w:val="008B6929"/>
    <w:rsid w:val="008C337C"/>
    <w:rsid w:val="008D453C"/>
    <w:rsid w:val="008E38B0"/>
    <w:rsid w:val="00901658"/>
    <w:rsid w:val="009036F3"/>
    <w:rsid w:val="00914AFF"/>
    <w:rsid w:val="00920F01"/>
    <w:rsid w:val="00943525"/>
    <w:rsid w:val="00953B22"/>
    <w:rsid w:val="0096168E"/>
    <w:rsid w:val="0096319A"/>
    <w:rsid w:val="0096530C"/>
    <w:rsid w:val="009A1190"/>
    <w:rsid w:val="009A3807"/>
    <w:rsid w:val="009F644A"/>
    <w:rsid w:val="009F6CB9"/>
    <w:rsid w:val="009F7A18"/>
    <w:rsid w:val="00A0000D"/>
    <w:rsid w:val="00A00561"/>
    <w:rsid w:val="00A04BDE"/>
    <w:rsid w:val="00A12C78"/>
    <w:rsid w:val="00A2102D"/>
    <w:rsid w:val="00A249EF"/>
    <w:rsid w:val="00A266DD"/>
    <w:rsid w:val="00A269AD"/>
    <w:rsid w:val="00A276B9"/>
    <w:rsid w:val="00A450E9"/>
    <w:rsid w:val="00A45AEB"/>
    <w:rsid w:val="00A64E4F"/>
    <w:rsid w:val="00A75B2B"/>
    <w:rsid w:val="00A80111"/>
    <w:rsid w:val="00A82A60"/>
    <w:rsid w:val="00AA35C6"/>
    <w:rsid w:val="00AB5DB7"/>
    <w:rsid w:val="00AD0EFF"/>
    <w:rsid w:val="00AE66AC"/>
    <w:rsid w:val="00AF3982"/>
    <w:rsid w:val="00B1243A"/>
    <w:rsid w:val="00B13DC9"/>
    <w:rsid w:val="00B37731"/>
    <w:rsid w:val="00B42729"/>
    <w:rsid w:val="00B529F6"/>
    <w:rsid w:val="00B565C1"/>
    <w:rsid w:val="00B90FC3"/>
    <w:rsid w:val="00B924DB"/>
    <w:rsid w:val="00B947CA"/>
    <w:rsid w:val="00BE27E8"/>
    <w:rsid w:val="00BF7C8A"/>
    <w:rsid w:val="00C006E2"/>
    <w:rsid w:val="00C13533"/>
    <w:rsid w:val="00C21B7D"/>
    <w:rsid w:val="00C26C54"/>
    <w:rsid w:val="00C27E1D"/>
    <w:rsid w:val="00C3517D"/>
    <w:rsid w:val="00C35D17"/>
    <w:rsid w:val="00C45201"/>
    <w:rsid w:val="00C51AD9"/>
    <w:rsid w:val="00C674CF"/>
    <w:rsid w:val="00CA1248"/>
    <w:rsid w:val="00CB40FB"/>
    <w:rsid w:val="00CF15CB"/>
    <w:rsid w:val="00CF36DF"/>
    <w:rsid w:val="00CF3D98"/>
    <w:rsid w:val="00CF4700"/>
    <w:rsid w:val="00D0643D"/>
    <w:rsid w:val="00D14B31"/>
    <w:rsid w:val="00D17033"/>
    <w:rsid w:val="00D25217"/>
    <w:rsid w:val="00D42CFB"/>
    <w:rsid w:val="00D50769"/>
    <w:rsid w:val="00D509FB"/>
    <w:rsid w:val="00D53C51"/>
    <w:rsid w:val="00D63015"/>
    <w:rsid w:val="00D6625F"/>
    <w:rsid w:val="00D66AF6"/>
    <w:rsid w:val="00D70B51"/>
    <w:rsid w:val="00D80097"/>
    <w:rsid w:val="00DA7293"/>
    <w:rsid w:val="00DA76D9"/>
    <w:rsid w:val="00DB2AE1"/>
    <w:rsid w:val="00DB2D26"/>
    <w:rsid w:val="00DC401F"/>
    <w:rsid w:val="00DC4D33"/>
    <w:rsid w:val="00DD6C6E"/>
    <w:rsid w:val="00DE46DA"/>
    <w:rsid w:val="00DF1DAE"/>
    <w:rsid w:val="00E0678B"/>
    <w:rsid w:val="00E07AB8"/>
    <w:rsid w:val="00E156B0"/>
    <w:rsid w:val="00E206F2"/>
    <w:rsid w:val="00E369A3"/>
    <w:rsid w:val="00E828BB"/>
    <w:rsid w:val="00E93B99"/>
    <w:rsid w:val="00EC372F"/>
    <w:rsid w:val="00EC525D"/>
    <w:rsid w:val="00ED1EBA"/>
    <w:rsid w:val="00EE1B05"/>
    <w:rsid w:val="00EE48C2"/>
    <w:rsid w:val="00EF6AD8"/>
    <w:rsid w:val="00F07AB6"/>
    <w:rsid w:val="00F168ED"/>
    <w:rsid w:val="00F220DE"/>
    <w:rsid w:val="00F26614"/>
    <w:rsid w:val="00F27EF1"/>
    <w:rsid w:val="00F465F5"/>
    <w:rsid w:val="00F47BED"/>
    <w:rsid w:val="00F53514"/>
    <w:rsid w:val="00F5759B"/>
    <w:rsid w:val="00FB453E"/>
    <w:rsid w:val="00FB7A05"/>
    <w:rsid w:val="00FC2C26"/>
    <w:rsid w:val="00FD7130"/>
    <w:rsid w:val="00FF67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Block Tex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53C"/>
  </w:style>
  <w:style w:type="paragraph" w:styleId="Heading1">
    <w:name w:val="heading 1"/>
    <w:basedOn w:val="Normal"/>
    <w:next w:val="Normal"/>
    <w:link w:val="Heading1Char"/>
    <w:uiPriority w:val="9"/>
    <w:qFormat/>
    <w:rsid w:val="00F47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B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AD9"/>
    <w:pPr>
      <w:tabs>
        <w:tab w:val="center" w:pos="4513"/>
        <w:tab w:val="right" w:pos="9026"/>
      </w:tabs>
      <w:spacing w:after="0" w:line="240" w:lineRule="auto"/>
    </w:pPr>
    <w:rPr>
      <w:rFonts w:ascii="Arial" w:hAnsi="Arial"/>
      <w:color w:val="365F91" w:themeColor="accent1" w:themeShade="BF"/>
      <w:sz w:val="18"/>
    </w:rPr>
  </w:style>
  <w:style w:type="character" w:customStyle="1" w:styleId="HeaderChar">
    <w:name w:val="Header Char"/>
    <w:basedOn w:val="DefaultParagraphFont"/>
    <w:link w:val="Header"/>
    <w:uiPriority w:val="99"/>
    <w:rsid w:val="00C51AD9"/>
    <w:rPr>
      <w:rFonts w:ascii="Arial" w:hAnsi="Arial"/>
      <w:color w:val="365F91" w:themeColor="accent1" w:themeShade="BF"/>
      <w:sz w:val="18"/>
    </w:rPr>
  </w:style>
  <w:style w:type="paragraph" w:styleId="Footer">
    <w:name w:val="footer"/>
    <w:basedOn w:val="Normal"/>
    <w:link w:val="FooterChar"/>
    <w:uiPriority w:val="99"/>
    <w:unhideWhenUsed/>
    <w:rsid w:val="00D25217"/>
    <w:pPr>
      <w:pBdr>
        <w:top w:val="single" w:sz="4" w:space="1" w:color="auto"/>
      </w:pBdr>
      <w:tabs>
        <w:tab w:val="right" w:pos="9072"/>
      </w:tabs>
      <w:spacing w:after="0" w:line="240" w:lineRule="auto"/>
    </w:pPr>
    <w:rPr>
      <w:rFonts w:ascii="Arial Narrow" w:hAnsi="Arial Narrow"/>
      <w:sz w:val="18"/>
    </w:rPr>
  </w:style>
  <w:style w:type="character" w:customStyle="1" w:styleId="FooterChar">
    <w:name w:val="Footer Char"/>
    <w:basedOn w:val="DefaultParagraphFont"/>
    <w:link w:val="Footer"/>
    <w:uiPriority w:val="99"/>
    <w:rsid w:val="00D25217"/>
    <w:rPr>
      <w:rFonts w:ascii="Arial Narrow" w:hAnsi="Arial Narrow"/>
      <w:sz w:val="18"/>
    </w:rPr>
  </w:style>
  <w:style w:type="paragraph" w:styleId="BalloonText">
    <w:name w:val="Balloon Text"/>
    <w:basedOn w:val="Normal"/>
    <w:link w:val="BalloonTextChar"/>
    <w:uiPriority w:val="99"/>
    <w:semiHidden/>
    <w:unhideWhenUsed/>
    <w:rsid w:val="00D25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217"/>
    <w:rPr>
      <w:rFonts w:ascii="Tahoma" w:hAnsi="Tahoma" w:cs="Tahoma"/>
      <w:sz w:val="16"/>
      <w:szCs w:val="16"/>
    </w:rPr>
  </w:style>
  <w:style w:type="character" w:customStyle="1" w:styleId="Heading1Char">
    <w:name w:val="Heading 1 Char"/>
    <w:basedOn w:val="DefaultParagraphFont"/>
    <w:link w:val="Heading1"/>
    <w:uiPriority w:val="9"/>
    <w:rsid w:val="00F47BED"/>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F47BED"/>
    <w:rPr>
      <w:rFonts w:asciiTheme="majorHAnsi" w:eastAsiaTheme="majorEastAsia" w:hAnsiTheme="majorHAnsi" w:cstheme="majorBidi"/>
      <w:b/>
      <w:bCs/>
      <w:color w:val="4F81BD" w:themeColor="accent1"/>
      <w:sz w:val="26"/>
      <w:szCs w:val="26"/>
      <w:lang w:eastAsia="en-US"/>
    </w:rPr>
  </w:style>
  <w:style w:type="character" w:customStyle="1" w:styleId="xItalics">
    <w:name w:val="xItalics"/>
    <w:basedOn w:val="DefaultParagraphFont"/>
    <w:uiPriority w:val="1"/>
    <w:qFormat/>
    <w:rsid w:val="00F47BED"/>
    <w:rPr>
      <w:i/>
    </w:rPr>
  </w:style>
  <w:style w:type="character" w:customStyle="1" w:styleId="Heading3Char">
    <w:name w:val="Heading 3 Char"/>
    <w:basedOn w:val="DefaultParagraphFont"/>
    <w:link w:val="Heading3"/>
    <w:uiPriority w:val="9"/>
    <w:rsid w:val="00F47BED"/>
    <w:rPr>
      <w:rFonts w:asciiTheme="majorHAnsi" w:eastAsiaTheme="majorEastAsia" w:hAnsiTheme="majorHAnsi" w:cstheme="majorBidi"/>
      <w:b/>
      <w:bCs/>
      <w:color w:val="4F81BD" w:themeColor="accent1"/>
      <w:lang w:eastAsia="en-US"/>
    </w:rPr>
  </w:style>
  <w:style w:type="paragraph" w:customStyle="1" w:styleId="IPEdExamhead">
    <w:name w:val="IPEd Exam head"/>
    <w:qFormat/>
    <w:rsid w:val="00F47BED"/>
    <w:pPr>
      <w:keepNext/>
      <w:shd w:val="clear" w:color="auto" w:fill="E6E6E6"/>
      <w:jc w:val="center"/>
      <w:outlineLvl w:val="0"/>
    </w:pPr>
    <w:rPr>
      <w:rFonts w:ascii="Arial" w:eastAsiaTheme="majorEastAsia" w:hAnsi="Arial" w:cstheme="majorBidi"/>
      <w:b/>
      <w:bCs/>
      <w:color w:val="004BFF"/>
      <w:sz w:val="32"/>
      <w:szCs w:val="26"/>
    </w:rPr>
  </w:style>
  <w:style w:type="paragraph" w:customStyle="1" w:styleId="IPEdExamsubhead">
    <w:name w:val="IPEd Exam subhead"/>
    <w:basedOn w:val="Heading1"/>
    <w:qFormat/>
    <w:rsid w:val="00F47BED"/>
    <w:pPr>
      <w:shd w:val="clear" w:color="auto" w:fill="E6E6E6"/>
      <w:spacing w:before="200" w:after="200"/>
      <w:jc w:val="center"/>
      <w:outlineLvl w:val="9"/>
    </w:pPr>
    <w:rPr>
      <w:rFonts w:ascii="Arial" w:hAnsi="Arial"/>
      <w:color w:val="004BFF"/>
      <w:sz w:val="24"/>
      <w:lang w:eastAsia="ja-JP"/>
    </w:rPr>
  </w:style>
  <w:style w:type="paragraph" w:customStyle="1" w:styleId="xExamsummarylist">
    <w:name w:val="xExam summary list"/>
    <w:basedOn w:val="Normal"/>
    <w:qFormat/>
    <w:rsid w:val="00F47BED"/>
    <w:pPr>
      <w:tabs>
        <w:tab w:val="left" w:pos="1418"/>
        <w:tab w:val="right" w:pos="9072"/>
      </w:tabs>
    </w:pPr>
    <w:rPr>
      <w:rFonts w:ascii="Times New Roman" w:hAnsi="Times New Roman"/>
      <w:lang w:eastAsia="ja-JP"/>
    </w:rPr>
  </w:style>
  <w:style w:type="paragraph" w:customStyle="1" w:styleId="xInstructions">
    <w:name w:val="xInstructions"/>
    <w:basedOn w:val="Normal"/>
    <w:semiHidden/>
    <w:qFormat/>
    <w:rsid w:val="005C5AD4"/>
    <w:pPr>
      <w:spacing w:before="120" w:after="120" w:line="240" w:lineRule="auto"/>
    </w:pPr>
    <w:rPr>
      <w:rFonts w:ascii="Calibri" w:hAnsi="Calibri"/>
    </w:rPr>
  </w:style>
  <w:style w:type="paragraph" w:customStyle="1" w:styleId="xHanging">
    <w:name w:val="xHanging"/>
    <w:basedOn w:val="Normal"/>
    <w:qFormat/>
    <w:rsid w:val="00F47BED"/>
    <w:pPr>
      <w:ind w:left="1418" w:hanging="1418"/>
    </w:pPr>
    <w:rPr>
      <w:rFonts w:ascii="Times New Roman" w:hAnsi="Times New Roman"/>
      <w:lang w:eastAsia="ja-JP"/>
    </w:rPr>
  </w:style>
  <w:style w:type="character" w:customStyle="1" w:styleId="xBold">
    <w:name w:val="xBold"/>
    <w:basedOn w:val="DefaultParagraphFont"/>
    <w:uiPriority w:val="1"/>
    <w:qFormat/>
    <w:rsid w:val="00F47BED"/>
    <w:rPr>
      <w:b/>
    </w:rPr>
  </w:style>
  <w:style w:type="paragraph" w:customStyle="1" w:styleId="xAnswerlines">
    <w:name w:val="xAnswer lines"/>
    <w:basedOn w:val="Normal"/>
    <w:semiHidden/>
    <w:qFormat/>
    <w:rsid w:val="00B90FC3"/>
    <w:pPr>
      <w:pBdr>
        <w:bottom w:val="single" w:sz="4" w:space="4" w:color="auto"/>
        <w:between w:val="single" w:sz="4" w:space="1" w:color="auto"/>
      </w:pBdr>
      <w:shd w:val="pct5" w:color="auto" w:fill="auto"/>
    </w:pPr>
  </w:style>
  <w:style w:type="paragraph" w:customStyle="1" w:styleId="xBulletedinstruction">
    <w:name w:val="xBulleted instruction"/>
    <w:basedOn w:val="Normal"/>
    <w:qFormat/>
    <w:rsid w:val="00F47BED"/>
    <w:pPr>
      <w:numPr>
        <w:numId w:val="1"/>
      </w:numPr>
      <w:tabs>
        <w:tab w:val="left" w:pos="567"/>
      </w:tabs>
      <w:spacing w:line="240" w:lineRule="auto"/>
    </w:pPr>
    <w:rPr>
      <w:rFonts w:ascii="Calibri" w:hAnsi="Calibri"/>
      <w:sz w:val="20"/>
      <w:lang w:eastAsia="ja-JP"/>
    </w:rPr>
  </w:style>
  <w:style w:type="paragraph" w:customStyle="1" w:styleId="xQuestions1">
    <w:name w:val="xQuestions 1"/>
    <w:qFormat/>
    <w:rsid w:val="00F47BED"/>
    <w:pPr>
      <w:spacing w:before="200"/>
      <w:ind w:left="567" w:hanging="567"/>
    </w:pPr>
    <w:rPr>
      <w:rFonts w:ascii="Times New Roman" w:hAnsi="Times New Roman"/>
    </w:rPr>
  </w:style>
  <w:style w:type="paragraph" w:customStyle="1" w:styleId="xQuestionsa">
    <w:name w:val="xQuestions a"/>
    <w:basedOn w:val="xQuestions1"/>
    <w:qFormat/>
    <w:rsid w:val="00F47BED"/>
    <w:pPr>
      <w:ind w:left="1134"/>
    </w:pPr>
  </w:style>
  <w:style w:type="paragraph" w:customStyle="1" w:styleId="xExtractbriefingletter">
    <w:name w:val="xExtract briefing letter"/>
    <w:basedOn w:val="Normal"/>
    <w:qFormat/>
    <w:rsid w:val="00F47BED"/>
    <w:pPr>
      <w:ind w:left="1134" w:right="1134"/>
    </w:pPr>
    <w:rPr>
      <w:rFonts w:ascii="Palatino Linotype" w:hAnsi="Palatino Linotype"/>
      <w:sz w:val="21"/>
      <w:lang w:eastAsia="ja-JP"/>
    </w:rPr>
  </w:style>
  <w:style w:type="paragraph" w:customStyle="1" w:styleId="xExtract">
    <w:name w:val="xExtract"/>
    <w:basedOn w:val="Normal"/>
    <w:qFormat/>
    <w:rsid w:val="00F47BED"/>
    <w:pPr>
      <w:spacing w:line="360" w:lineRule="auto"/>
      <w:ind w:left="1134" w:right="1134"/>
    </w:pPr>
    <w:rPr>
      <w:rFonts w:ascii="Palatino Linotype" w:hAnsi="Palatino Linotype"/>
      <w:sz w:val="21"/>
      <w:lang w:eastAsia="ja-JP"/>
    </w:rPr>
  </w:style>
  <w:style w:type="table" w:styleId="TableGrid">
    <w:name w:val="Table Grid"/>
    <w:basedOn w:val="TableNormal"/>
    <w:uiPriority w:val="59"/>
    <w:rsid w:val="00F4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Answerlinesa">
    <w:name w:val="xAnswer lines a"/>
    <w:basedOn w:val="xAnswerlines"/>
    <w:semiHidden/>
    <w:qFormat/>
    <w:rsid w:val="00B90FC3"/>
    <w:pPr>
      <w:tabs>
        <w:tab w:val="left" w:pos="567"/>
      </w:tabs>
      <w:ind w:left="1134" w:hanging="567"/>
    </w:pPr>
  </w:style>
  <w:style w:type="paragraph" w:customStyle="1" w:styleId="xQuestionsi">
    <w:name w:val="xQuestions i"/>
    <w:basedOn w:val="xQuestionsa"/>
    <w:qFormat/>
    <w:rsid w:val="00F47BED"/>
    <w:pPr>
      <w:ind w:left="1701"/>
    </w:pPr>
  </w:style>
  <w:style w:type="paragraph" w:customStyle="1" w:styleId="xQuestions1followon">
    <w:name w:val="xQuestions 1 follow on"/>
    <w:basedOn w:val="xQuestions1"/>
    <w:qFormat/>
    <w:rsid w:val="00F47BED"/>
    <w:pPr>
      <w:ind w:firstLine="0"/>
    </w:pPr>
  </w:style>
  <w:style w:type="paragraph" w:customStyle="1" w:styleId="xBodytext">
    <w:name w:val="xBody text"/>
    <w:qFormat/>
    <w:rsid w:val="00F47BED"/>
    <w:pPr>
      <w:spacing w:before="120" w:after="120" w:line="280" w:lineRule="atLeast"/>
    </w:pPr>
    <w:rPr>
      <w:rFonts w:ascii="Arial" w:hAnsi="Arial"/>
      <w:sz w:val="24"/>
    </w:rPr>
  </w:style>
  <w:style w:type="paragraph" w:customStyle="1" w:styleId="xExamAhead">
    <w:name w:val="xExam A head"/>
    <w:basedOn w:val="Heading1"/>
    <w:qFormat/>
    <w:rsid w:val="00F47BED"/>
    <w:rPr>
      <w:rFonts w:ascii="Arial Narrow" w:hAnsi="Arial Narrow"/>
      <w:color w:val="auto"/>
      <w:sz w:val="32"/>
      <w:lang w:eastAsia="ja-JP"/>
    </w:rPr>
  </w:style>
  <w:style w:type="paragraph" w:customStyle="1" w:styleId="xExamBhead">
    <w:name w:val="xExam B head"/>
    <w:basedOn w:val="Heading2"/>
    <w:qFormat/>
    <w:rsid w:val="00F47BED"/>
    <w:pPr>
      <w:spacing w:after="120"/>
    </w:pPr>
    <w:rPr>
      <w:rFonts w:ascii="Arial Narrow" w:hAnsi="Arial Narrow"/>
      <w:b w:val="0"/>
      <w:i/>
      <w:color w:val="auto"/>
      <w:sz w:val="28"/>
      <w:lang w:eastAsia="ja-JP"/>
    </w:rPr>
  </w:style>
  <w:style w:type="paragraph" w:customStyle="1" w:styleId="xExamChead">
    <w:name w:val="xExam C head"/>
    <w:basedOn w:val="Heading3"/>
    <w:qFormat/>
    <w:rsid w:val="00F47BED"/>
    <w:rPr>
      <w:rFonts w:ascii="Arial Narrow" w:hAnsi="Arial Narrow"/>
      <w:b w:val="0"/>
      <w:color w:val="auto"/>
      <w:sz w:val="24"/>
      <w:lang w:eastAsia="ja-JP"/>
    </w:rPr>
  </w:style>
  <w:style w:type="paragraph" w:customStyle="1" w:styleId="xTablehead">
    <w:name w:val="xTable head"/>
    <w:basedOn w:val="xBodytext"/>
    <w:qFormat/>
    <w:rsid w:val="00F47BED"/>
    <w:pPr>
      <w:spacing w:after="40"/>
    </w:pPr>
    <w:rPr>
      <w:rFonts w:ascii="Arial Narrow" w:hAnsi="Arial Narrow"/>
      <w:sz w:val="18"/>
    </w:rPr>
  </w:style>
  <w:style w:type="paragraph" w:customStyle="1" w:styleId="xTabletext">
    <w:name w:val="xTable text"/>
    <w:basedOn w:val="xTablehead"/>
    <w:qFormat/>
    <w:rsid w:val="00F47BED"/>
    <w:pPr>
      <w:spacing w:before="40" w:line="240" w:lineRule="auto"/>
    </w:pPr>
  </w:style>
  <w:style w:type="character" w:styleId="Hyperlink">
    <w:name w:val="Hyperlink"/>
    <w:basedOn w:val="DefaultParagraphFont"/>
    <w:uiPriority w:val="99"/>
    <w:unhideWhenUsed/>
    <w:rsid w:val="00696DAF"/>
    <w:rPr>
      <w:color w:val="0000FF" w:themeColor="hyperlink"/>
      <w:u w:val="single"/>
    </w:rPr>
  </w:style>
  <w:style w:type="character" w:styleId="FollowedHyperlink">
    <w:name w:val="FollowedHyperlink"/>
    <w:basedOn w:val="DefaultParagraphFont"/>
    <w:uiPriority w:val="99"/>
    <w:semiHidden/>
    <w:unhideWhenUsed/>
    <w:rsid w:val="003C1229"/>
    <w:rPr>
      <w:color w:val="800080" w:themeColor="followedHyperlink"/>
      <w:u w:val="single"/>
    </w:rPr>
  </w:style>
  <w:style w:type="paragraph" w:customStyle="1" w:styleId="xNavigation">
    <w:name w:val="xNavigation"/>
    <w:basedOn w:val="xQuestionsa"/>
    <w:qFormat/>
    <w:rsid w:val="00F47BED"/>
    <w:pPr>
      <w:spacing w:before="0" w:after="0"/>
      <w:jc w:val="right"/>
    </w:pPr>
    <w:rPr>
      <w:i/>
      <w:sz w:val="20"/>
    </w:rPr>
  </w:style>
  <w:style w:type="character" w:styleId="CommentReference">
    <w:name w:val="annotation reference"/>
    <w:basedOn w:val="DefaultParagraphFont"/>
    <w:uiPriority w:val="99"/>
    <w:semiHidden/>
    <w:unhideWhenUsed/>
    <w:rsid w:val="002706BD"/>
    <w:rPr>
      <w:sz w:val="16"/>
      <w:szCs w:val="16"/>
    </w:rPr>
  </w:style>
  <w:style w:type="paragraph" w:styleId="CommentText">
    <w:name w:val="annotation text"/>
    <w:basedOn w:val="Normal"/>
    <w:link w:val="CommentTextChar"/>
    <w:uiPriority w:val="99"/>
    <w:semiHidden/>
    <w:unhideWhenUsed/>
    <w:rsid w:val="002706BD"/>
    <w:pPr>
      <w:spacing w:line="240" w:lineRule="auto"/>
    </w:pPr>
    <w:rPr>
      <w:sz w:val="20"/>
      <w:szCs w:val="20"/>
    </w:rPr>
  </w:style>
  <w:style w:type="character" w:customStyle="1" w:styleId="CommentTextChar">
    <w:name w:val="Comment Text Char"/>
    <w:basedOn w:val="DefaultParagraphFont"/>
    <w:link w:val="CommentText"/>
    <w:uiPriority w:val="99"/>
    <w:semiHidden/>
    <w:rsid w:val="002706B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06BD"/>
    <w:rPr>
      <w:b/>
      <w:bCs/>
    </w:rPr>
  </w:style>
  <w:style w:type="character" w:customStyle="1" w:styleId="CommentSubjectChar">
    <w:name w:val="Comment Subject Char"/>
    <w:basedOn w:val="CommentTextChar"/>
    <w:link w:val="CommentSubject"/>
    <w:uiPriority w:val="99"/>
    <w:semiHidden/>
    <w:rsid w:val="002706BD"/>
    <w:rPr>
      <w:rFonts w:ascii="Times New Roman" w:hAnsi="Times New Roman"/>
      <w:b/>
      <w:bCs/>
      <w:sz w:val="20"/>
      <w:szCs w:val="20"/>
    </w:rPr>
  </w:style>
  <w:style w:type="character" w:styleId="LineNumber">
    <w:name w:val="line number"/>
    <w:basedOn w:val="DefaultParagraphFont"/>
    <w:uiPriority w:val="99"/>
    <w:semiHidden/>
    <w:unhideWhenUsed/>
    <w:rsid w:val="00A0000D"/>
  </w:style>
  <w:style w:type="character" w:styleId="PlaceholderText">
    <w:name w:val="Placeholder Text"/>
    <w:basedOn w:val="DefaultParagraphFont"/>
    <w:uiPriority w:val="99"/>
    <w:semiHidden/>
    <w:rsid w:val="003B76BD"/>
    <w:rPr>
      <w:color w:val="808080"/>
    </w:rPr>
  </w:style>
  <w:style w:type="paragraph" w:styleId="DocumentMap">
    <w:name w:val="Document Map"/>
    <w:basedOn w:val="Normal"/>
    <w:link w:val="DocumentMapChar"/>
    <w:uiPriority w:val="99"/>
    <w:semiHidden/>
    <w:unhideWhenUsed/>
    <w:rsid w:val="003B76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B76BD"/>
    <w:rPr>
      <w:rFonts w:ascii="Tahoma" w:hAnsi="Tahoma" w:cs="Tahoma"/>
      <w:sz w:val="16"/>
      <w:szCs w:val="16"/>
    </w:rPr>
  </w:style>
  <w:style w:type="paragraph" w:customStyle="1" w:styleId="xQuestionstickbox">
    <w:name w:val="xQuestions tick box"/>
    <w:basedOn w:val="xQuestionsa"/>
    <w:qFormat/>
    <w:rsid w:val="00F47BED"/>
    <w:pPr>
      <w:ind w:firstLine="0"/>
    </w:pPr>
  </w:style>
  <w:style w:type="paragraph" w:customStyle="1" w:styleId="xBulletlist">
    <w:name w:val="xBullet list"/>
    <w:basedOn w:val="xBodytext"/>
    <w:qFormat/>
    <w:rsid w:val="00F47BED"/>
    <w:pPr>
      <w:numPr>
        <w:numId w:val="27"/>
      </w:numPr>
    </w:pPr>
  </w:style>
  <w:style w:type="paragraph" w:customStyle="1" w:styleId="xQuestions1nospace">
    <w:name w:val="xQuestions 1 no space"/>
    <w:basedOn w:val="xQuestions1"/>
    <w:semiHidden/>
    <w:qFormat/>
    <w:rsid w:val="005C5AD4"/>
    <w:pPr>
      <w:spacing w:before="0" w:line="240" w:lineRule="auto"/>
    </w:pPr>
  </w:style>
  <w:style w:type="paragraph" w:styleId="z-TopofForm">
    <w:name w:val="HTML Top of Form"/>
    <w:basedOn w:val="Normal"/>
    <w:next w:val="Normal"/>
    <w:link w:val="z-TopofFormChar"/>
    <w:hidden/>
    <w:uiPriority w:val="99"/>
    <w:semiHidden/>
    <w:unhideWhenUsed/>
    <w:rsid w:val="001B4A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B4A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B4A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B4AEE"/>
    <w:rPr>
      <w:rFonts w:ascii="Arial" w:hAnsi="Arial" w:cs="Arial"/>
      <w:vanish/>
      <w:sz w:val="16"/>
      <w:szCs w:val="16"/>
    </w:rPr>
  </w:style>
  <w:style w:type="character" w:customStyle="1" w:styleId="xCandidateNoChar">
    <w:name w:val="xCandidateNoChar"/>
    <w:basedOn w:val="DefaultParagraphFont"/>
    <w:uiPriority w:val="1"/>
    <w:rsid w:val="00F47BED"/>
    <w:rPr>
      <w:rFonts w:ascii="Arial" w:hAnsi="Arial"/>
      <w:color w:val="auto"/>
      <w:sz w:val="20"/>
    </w:rPr>
  </w:style>
  <w:style w:type="paragraph" w:customStyle="1" w:styleId="xBodytextcentred">
    <w:name w:val="xBody text centred"/>
    <w:basedOn w:val="xBodytext"/>
    <w:qFormat/>
    <w:rsid w:val="00F47BED"/>
    <w:pPr>
      <w:jc w:val="center"/>
    </w:pPr>
  </w:style>
  <w:style w:type="paragraph" w:customStyle="1" w:styleId="xBulletlistfinal">
    <w:name w:val="xBullet list final"/>
    <w:basedOn w:val="xBulletlist"/>
    <w:qFormat/>
    <w:rsid w:val="00F47BED"/>
    <w:pPr>
      <w:numPr>
        <w:numId w:val="0"/>
      </w:numPr>
      <w:spacing w:after="240"/>
    </w:pPr>
  </w:style>
  <w:style w:type="character" w:customStyle="1" w:styleId="xchrInstructionBold">
    <w:name w:val="xchrInstructionBold"/>
    <w:basedOn w:val="xBold"/>
    <w:uiPriority w:val="1"/>
    <w:qFormat/>
    <w:rsid w:val="00F47BED"/>
    <w:rPr>
      <w:b/>
      <w:color w:val="0000FA"/>
    </w:rPr>
  </w:style>
  <w:style w:type="paragraph" w:customStyle="1" w:styleId="xInstructionsgeneral">
    <w:name w:val="xInstructions_general"/>
    <w:basedOn w:val="Normal"/>
    <w:qFormat/>
    <w:rsid w:val="00F47BED"/>
    <w:pPr>
      <w:spacing w:before="120" w:after="120" w:line="280" w:lineRule="atLeast"/>
    </w:pPr>
    <w:rPr>
      <w:rFonts w:ascii="Arial" w:hAnsi="Arial"/>
      <w:sz w:val="20"/>
      <w:lang w:eastAsia="ja-JP"/>
    </w:rPr>
  </w:style>
  <w:style w:type="paragraph" w:customStyle="1" w:styleId="IPEdTableSpacer">
    <w:name w:val="IPEd Table Spacer"/>
    <w:qFormat/>
    <w:rsid w:val="00F47BED"/>
    <w:pPr>
      <w:spacing w:after="0" w:line="240" w:lineRule="auto"/>
    </w:pPr>
    <w:rPr>
      <w:rFonts w:ascii="Arial" w:hAnsi="Arial"/>
      <w:sz w:val="16"/>
    </w:rPr>
  </w:style>
  <w:style w:type="paragraph" w:customStyle="1" w:styleId="xtblBodytext">
    <w:name w:val="xtblBody text"/>
    <w:basedOn w:val="xBodytext"/>
    <w:qFormat/>
    <w:rsid w:val="00F47BED"/>
    <w:pPr>
      <w:spacing w:before="60" w:after="60" w:line="240" w:lineRule="atLeast"/>
    </w:pPr>
  </w:style>
  <w:style w:type="paragraph" w:customStyle="1" w:styleId="InstructHead1">
    <w:name w:val="Instruct Head 1"/>
    <w:basedOn w:val="Normal"/>
    <w:next w:val="Normal"/>
    <w:rsid w:val="00F47BED"/>
    <w:pPr>
      <w:spacing w:after="0" w:line="240" w:lineRule="auto"/>
      <w:jc w:val="center"/>
    </w:pPr>
    <w:rPr>
      <w:rFonts w:ascii="Arial" w:eastAsia="MS Mincho" w:hAnsi="Arial" w:cs="Times New Roman"/>
      <w:b/>
      <w:sz w:val="36"/>
      <w:szCs w:val="24"/>
      <w:lang w:eastAsia="ja-JP"/>
    </w:rPr>
  </w:style>
  <w:style w:type="paragraph" w:customStyle="1" w:styleId="InstructHead2">
    <w:name w:val="Instruct Head 2"/>
    <w:basedOn w:val="Normal"/>
    <w:next w:val="Normal"/>
    <w:rsid w:val="00F47BED"/>
    <w:pPr>
      <w:spacing w:after="0" w:line="240" w:lineRule="auto"/>
      <w:jc w:val="center"/>
    </w:pPr>
    <w:rPr>
      <w:rFonts w:ascii="Arial" w:eastAsia="MS Mincho" w:hAnsi="Arial" w:cs="Times New Roman"/>
      <w:b/>
      <w:sz w:val="32"/>
      <w:szCs w:val="24"/>
      <w:lang w:eastAsia="ja-JP"/>
    </w:rPr>
  </w:style>
  <w:style w:type="paragraph" w:customStyle="1" w:styleId="InstructHead3">
    <w:name w:val="Instruct Head 3"/>
    <w:basedOn w:val="Normal"/>
    <w:next w:val="Normal"/>
    <w:rsid w:val="00F47BED"/>
    <w:pPr>
      <w:spacing w:before="240" w:after="0" w:line="240" w:lineRule="auto"/>
    </w:pPr>
    <w:rPr>
      <w:rFonts w:ascii="Arial" w:eastAsia="MS Mincho" w:hAnsi="Arial" w:cs="Times New Roman"/>
      <w:b/>
      <w:sz w:val="28"/>
      <w:szCs w:val="24"/>
      <w:lang w:eastAsia="ja-JP"/>
    </w:rPr>
  </w:style>
  <w:style w:type="paragraph" w:customStyle="1" w:styleId="Instructtext">
    <w:name w:val="Instruct text"/>
    <w:basedOn w:val="Normal"/>
    <w:rsid w:val="00F47BED"/>
    <w:pPr>
      <w:tabs>
        <w:tab w:val="left" w:pos="794"/>
      </w:tabs>
      <w:spacing w:before="180" w:after="0" w:line="320" w:lineRule="exact"/>
    </w:pPr>
    <w:rPr>
      <w:rFonts w:ascii="Arial" w:eastAsia="MS Mincho" w:hAnsi="Arial" w:cs="Times New Roman"/>
      <w:sz w:val="24"/>
      <w:szCs w:val="24"/>
      <w:lang w:eastAsia="ja-JP"/>
    </w:rPr>
  </w:style>
  <w:style w:type="paragraph" w:customStyle="1" w:styleId="Instructtextnoabove">
    <w:name w:val="Instruct text no # above"/>
    <w:basedOn w:val="Instructtext"/>
    <w:next w:val="Instructtext"/>
    <w:rsid w:val="00F47BED"/>
    <w:pPr>
      <w:spacing w:before="0"/>
    </w:pPr>
  </w:style>
  <w:style w:type="paragraph" w:customStyle="1" w:styleId="Instructtextsmall">
    <w:name w:val="Instruct text small"/>
    <w:basedOn w:val="Instructtext"/>
    <w:rsid w:val="00F47BED"/>
    <w:pPr>
      <w:tabs>
        <w:tab w:val="left" w:pos="737"/>
      </w:tabs>
      <w:spacing w:line="260" w:lineRule="exact"/>
    </w:pPr>
    <w:rPr>
      <w:sz w:val="18"/>
    </w:rPr>
  </w:style>
  <w:style w:type="paragraph" w:customStyle="1" w:styleId="IPEdAHeadquestiontitle">
    <w:name w:val="IPEd A Head question title"/>
    <w:basedOn w:val="Normal"/>
    <w:qFormat/>
    <w:rsid w:val="00F47BED"/>
    <w:pPr>
      <w:keepNext/>
      <w:pageBreakBefore/>
      <w:spacing w:after="240" w:line="240" w:lineRule="auto"/>
      <w:outlineLvl w:val="0"/>
    </w:pPr>
    <w:rPr>
      <w:rFonts w:ascii="Arial" w:eastAsia="MS Mincho" w:hAnsi="Arial" w:cs="Times New Roman"/>
      <w:b/>
      <w:bCs/>
      <w:color w:val="004BFF"/>
      <w:sz w:val="28"/>
      <w:szCs w:val="28"/>
    </w:rPr>
  </w:style>
  <w:style w:type="paragraph" w:customStyle="1" w:styleId="IPEdAQuestion">
    <w:name w:val="IPEd A Question"/>
    <w:basedOn w:val="IPEdAQuestionbase"/>
    <w:qFormat/>
    <w:rsid w:val="00F47BED"/>
    <w:pPr>
      <w:tabs>
        <w:tab w:val="left" w:pos="851"/>
      </w:tabs>
      <w:spacing w:before="360" w:after="240" w:line="240" w:lineRule="auto"/>
      <w:ind w:left="851" w:hanging="851"/>
    </w:pPr>
  </w:style>
  <w:style w:type="paragraph" w:customStyle="1" w:styleId="IPEdAQuestionbullets">
    <w:name w:val="IPEd A Question bullets"/>
    <w:basedOn w:val="IPEdAQuestion"/>
    <w:qFormat/>
    <w:rsid w:val="00F47BED"/>
    <w:pPr>
      <w:numPr>
        <w:numId w:val="28"/>
      </w:numPr>
      <w:spacing w:before="240"/>
      <w:ind w:left="1418" w:hanging="567"/>
    </w:pPr>
    <w:rPr>
      <w:noProof w:val="0"/>
    </w:rPr>
  </w:style>
  <w:style w:type="paragraph" w:customStyle="1" w:styleId="IPEdBQuestion">
    <w:name w:val="IPEd B Question"/>
    <w:basedOn w:val="Normal"/>
    <w:qFormat/>
    <w:rsid w:val="00F47BED"/>
    <w:pPr>
      <w:spacing w:after="0" w:line="480" w:lineRule="auto"/>
      <w:ind w:left="1418" w:hanging="567"/>
    </w:pPr>
    <w:rPr>
      <w:rFonts w:ascii="Times New Roman" w:eastAsia="MS Mincho" w:hAnsi="Times New Roman" w:cs="Times New Roman"/>
      <w:sz w:val="24"/>
      <w:szCs w:val="24"/>
    </w:rPr>
  </w:style>
  <w:style w:type="character" w:customStyle="1" w:styleId="IPEdbold">
    <w:name w:val="IPEd bold"/>
    <w:uiPriority w:val="1"/>
    <w:qFormat/>
    <w:rsid w:val="00F47BED"/>
    <w:rPr>
      <w:b/>
    </w:rPr>
  </w:style>
  <w:style w:type="character" w:customStyle="1" w:styleId="IPEdbolditalic">
    <w:name w:val="IPEd bold+italic"/>
    <w:uiPriority w:val="1"/>
    <w:qFormat/>
    <w:rsid w:val="00F47BED"/>
    <w:rPr>
      <w:rFonts w:ascii="Times New Roman" w:hAnsi="Times New Roman"/>
      <w:b/>
      <w:i/>
      <w:sz w:val="24"/>
    </w:rPr>
  </w:style>
  <w:style w:type="paragraph" w:customStyle="1" w:styleId="IPEdbullets2FOtext">
    <w:name w:val="IPEd bullets 2 F/O text"/>
    <w:basedOn w:val="Normal"/>
    <w:qFormat/>
    <w:rsid w:val="00F47BED"/>
    <w:pPr>
      <w:numPr>
        <w:ilvl w:val="1"/>
        <w:numId w:val="29"/>
      </w:numPr>
    </w:pPr>
    <w:rPr>
      <w:rFonts w:ascii="Times New Roman" w:eastAsia="Calibri" w:hAnsi="Times New Roman" w:cs="DokChampa"/>
      <w:sz w:val="24"/>
    </w:rPr>
  </w:style>
  <w:style w:type="paragraph" w:customStyle="1" w:styleId="IPEdParaTextFO">
    <w:name w:val="IPEd Para Text F/O"/>
    <w:basedOn w:val="Normal"/>
    <w:qFormat/>
    <w:rsid w:val="00F47BED"/>
    <w:pPr>
      <w:spacing w:before="180" w:after="120" w:line="320" w:lineRule="exact"/>
    </w:pPr>
    <w:rPr>
      <w:rFonts w:ascii="Times New Roman" w:eastAsia="MS Mincho" w:hAnsi="Times New Roman" w:cs="TimesNewRomanPS-BoldMT"/>
      <w:bCs/>
      <w:sz w:val="24"/>
      <w:szCs w:val="24"/>
    </w:rPr>
  </w:style>
  <w:style w:type="paragraph" w:customStyle="1" w:styleId="IPEdbulletsFOtext">
    <w:name w:val="IPEd bullets F/O text"/>
    <w:basedOn w:val="IPEdParaTextFO"/>
    <w:qFormat/>
    <w:rsid w:val="00F47BED"/>
    <w:pPr>
      <w:numPr>
        <w:numId w:val="30"/>
      </w:numPr>
    </w:pPr>
  </w:style>
  <w:style w:type="character" w:customStyle="1" w:styleId="IPEditalic">
    <w:name w:val="IPEd italic"/>
    <w:uiPriority w:val="1"/>
    <w:qFormat/>
    <w:rsid w:val="00F47BED"/>
    <w:rPr>
      <w:i/>
    </w:rPr>
  </w:style>
  <w:style w:type="paragraph" w:customStyle="1" w:styleId="IPEdParaTextFODoublespaced">
    <w:name w:val="IPEd Para Text F/O Double spaced"/>
    <w:basedOn w:val="Normal"/>
    <w:qFormat/>
    <w:rsid w:val="00F47BED"/>
    <w:pPr>
      <w:spacing w:line="480" w:lineRule="auto"/>
      <w:ind w:left="567"/>
    </w:pPr>
    <w:rPr>
      <w:rFonts w:ascii="Times New Roman" w:eastAsia="Calibri" w:hAnsi="Times New Roman" w:cs="DokChampa"/>
      <w:sz w:val="24"/>
    </w:rPr>
  </w:style>
  <w:style w:type="paragraph" w:customStyle="1" w:styleId="IPEdRubric1">
    <w:name w:val="IPEd Rubric 1"/>
    <w:qFormat/>
    <w:rsid w:val="00641169"/>
    <w:pPr>
      <w:ind w:left="714" w:hanging="357"/>
    </w:pPr>
    <w:rPr>
      <w:rFonts w:ascii="Arial" w:eastAsia="MS Mincho" w:hAnsi="Arial" w:cs="Times New Roman"/>
      <w:color w:val="0000FF"/>
      <w:sz w:val="24"/>
      <w:szCs w:val="24"/>
      <w:lang w:eastAsia="en-US"/>
    </w:rPr>
  </w:style>
  <w:style w:type="table" w:styleId="ColorfulList-Accent1">
    <w:name w:val="Colorful List Accent 1"/>
    <w:basedOn w:val="TableNormal"/>
    <w:uiPriority w:val="72"/>
    <w:rsid w:val="00F47BED"/>
    <w:pPr>
      <w:spacing w:after="0" w:line="240" w:lineRule="auto"/>
    </w:pPr>
    <w:rPr>
      <w:rFonts w:eastAsiaTheme="minorHAns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IPEdSmallcaps">
    <w:name w:val="IPEd Small caps"/>
    <w:uiPriority w:val="1"/>
    <w:qFormat/>
    <w:rsid w:val="00F47BED"/>
    <w:rPr>
      <w:rFonts w:ascii="Times New Roman" w:hAnsi="Times New Roman"/>
      <w:caps w:val="0"/>
      <w:smallCaps/>
      <w:sz w:val="24"/>
      <w:szCs w:val="24"/>
    </w:rPr>
  </w:style>
  <w:style w:type="character" w:customStyle="1" w:styleId="IPEdsuperscript">
    <w:name w:val="IPEd superscript"/>
    <w:uiPriority w:val="1"/>
    <w:qFormat/>
    <w:rsid w:val="00F47BED"/>
    <w:rPr>
      <w:vertAlign w:val="superscript"/>
    </w:rPr>
  </w:style>
  <w:style w:type="paragraph" w:customStyle="1" w:styleId="IPEdTablecaption">
    <w:name w:val="IPEd Table caption"/>
    <w:basedOn w:val="Normal"/>
    <w:qFormat/>
    <w:rsid w:val="00F47BED"/>
    <w:pPr>
      <w:spacing w:after="60" w:line="240" w:lineRule="auto"/>
    </w:pPr>
    <w:rPr>
      <w:rFonts w:ascii="Calibri" w:eastAsia="MS Mincho" w:hAnsi="Calibri" w:cs="Times New Roman"/>
      <w:szCs w:val="24"/>
    </w:rPr>
  </w:style>
  <w:style w:type="paragraph" w:customStyle="1" w:styleId="IPEdTablecells">
    <w:name w:val="IPEd Table cells"/>
    <w:basedOn w:val="Normal"/>
    <w:qFormat/>
    <w:rsid w:val="00F47BED"/>
    <w:pPr>
      <w:widowControl w:val="0"/>
      <w:tabs>
        <w:tab w:val="left" w:pos="567"/>
      </w:tabs>
      <w:kinsoku w:val="0"/>
      <w:overflowPunct w:val="0"/>
      <w:spacing w:before="360" w:after="360" w:line="320" w:lineRule="atLeast"/>
      <w:textAlignment w:val="baseline"/>
    </w:pPr>
    <w:rPr>
      <w:rFonts w:ascii="Times New Roman" w:eastAsia="MS Mincho" w:hAnsi="Times New Roman" w:cs="Times New Roman"/>
      <w:sz w:val="24"/>
      <w:szCs w:val="24"/>
    </w:rPr>
  </w:style>
  <w:style w:type="paragraph" w:customStyle="1" w:styleId="IPEdTablecolumnheadings">
    <w:name w:val="IPEd Table column headings"/>
    <w:basedOn w:val="Normal"/>
    <w:qFormat/>
    <w:rsid w:val="00F47BED"/>
    <w:pPr>
      <w:widowControl w:val="0"/>
      <w:tabs>
        <w:tab w:val="left" w:pos="567"/>
      </w:tabs>
      <w:kinsoku w:val="0"/>
      <w:overflowPunct w:val="0"/>
      <w:spacing w:before="60" w:after="60" w:line="320" w:lineRule="atLeast"/>
      <w:jc w:val="both"/>
      <w:textAlignment w:val="baseline"/>
    </w:pPr>
    <w:rPr>
      <w:rFonts w:ascii="Times New Roman" w:eastAsia="MS Mincho" w:hAnsi="Times New Roman" w:cs="Times New Roman"/>
      <w:b/>
      <w:sz w:val="24"/>
      <w:szCs w:val="24"/>
    </w:rPr>
  </w:style>
  <w:style w:type="paragraph" w:customStyle="1" w:styleId="IPEdTablefootnotes">
    <w:name w:val="IPEd Table footnotes"/>
    <w:basedOn w:val="Normal"/>
    <w:qFormat/>
    <w:rsid w:val="00F47BED"/>
    <w:pPr>
      <w:spacing w:after="0" w:line="240" w:lineRule="auto"/>
    </w:pPr>
    <w:rPr>
      <w:rFonts w:ascii="Cambria" w:eastAsia="MS Mincho" w:hAnsi="Cambria" w:cs="Times New Roman"/>
      <w:sz w:val="20"/>
      <w:szCs w:val="24"/>
    </w:rPr>
  </w:style>
  <w:style w:type="paragraph" w:customStyle="1" w:styleId="IPEdTablerowheadings">
    <w:name w:val="IPEd Table row headings"/>
    <w:basedOn w:val="Normal"/>
    <w:qFormat/>
    <w:rsid w:val="00F47BED"/>
    <w:pPr>
      <w:widowControl w:val="0"/>
      <w:tabs>
        <w:tab w:val="left" w:pos="567"/>
      </w:tabs>
      <w:kinsoku w:val="0"/>
      <w:overflowPunct w:val="0"/>
      <w:spacing w:before="360" w:after="360" w:line="320" w:lineRule="atLeast"/>
      <w:textAlignment w:val="baseline"/>
    </w:pPr>
    <w:rPr>
      <w:rFonts w:ascii="Times New Roman" w:eastAsia="MS Mincho" w:hAnsi="Times New Roman" w:cs="Times New Roman"/>
      <w:b/>
      <w:sz w:val="24"/>
      <w:szCs w:val="24"/>
    </w:rPr>
  </w:style>
  <w:style w:type="character" w:customStyle="1" w:styleId="IPEdunderline">
    <w:name w:val="IPEd underline"/>
    <w:uiPriority w:val="1"/>
    <w:qFormat/>
    <w:rsid w:val="00F47BED"/>
    <w:rPr>
      <w:rFonts w:ascii="Times New Roman" w:hAnsi="Times New Roman"/>
      <w:sz w:val="24"/>
      <w:u w:val="single"/>
    </w:rPr>
  </w:style>
  <w:style w:type="paragraph" w:customStyle="1" w:styleId="Part1Head1">
    <w:name w:val="Part 1 Head 1"/>
    <w:basedOn w:val="InstructHead1"/>
    <w:rsid w:val="00F47BED"/>
    <w:pPr>
      <w:jc w:val="left"/>
    </w:pPr>
  </w:style>
  <w:style w:type="paragraph" w:customStyle="1" w:styleId="Part2Head1">
    <w:name w:val="Part 2 Head 1"/>
    <w:basedOn w:val="Part1Head1"/>
    <w:rsid w:val="00F47BED"/>
  </w:style>
  <w:style w:type="paragraph" w:customStyle="1" w:styleId="Part2Head2">
    <w:name w:val="Part 2 Head 2"/>
    <w:next w:val="Normal"/>
    <w:rsid w:val="00F47BED"/>
    <w:pPr>
      <w:spacing w:before="240" w:after="120" w:line="240" w:lineRule="auto"/>
    </w:pPr>
    <w:rPr>
      <w:rFonts w:ascii="Times New Roman" w:eastAsia="MS Mincho" w:hAnsi="Times New Roman" w:cs="Times New Roman"/>
      <w:b/>
      <w:caps/>
      <w:sz w:val="26"/>
      <w:szCs w:val="24"/>
    </w:rPr>
  </w:style>
  <w:style w:type="paragraph" w:customStyle="1" w:styleId="Part2Head3">
    <w:name w:val="Part 2 Head 3"/>
    <w:basedOn w:val="Part2Head2"/>
    <w:next w:val="Normal"/>
    <w:rsid w:val="00F47BED"/>
    <w:rPr>
      <w:i/>
      <w:caps w:val="0"/>
      <w:szCs w:val="26"/>
    </w:rPr>
  </w:style>
  <w:style w:type="paragraph" w:customStyle="1" w:styleId="Part2Head4">
    <w:name w:val="Part 2 Head 4"/>
    <w:basedOn w:val="Part2Head2"/>
    <w:next w:val="Normal"/>
    <w:rsid w:val="00F47BED"/>
    <w:rPr>
      <w:caps w:val="0"/>
      <w:szCs w:val="26"/>
    </w:rPr>
  </w:style>
  <w:style w:type="paragraph" w:customStyle="1" w:styleId="Part2Head5">
    <w:name w:val="Part 2 Head 5"/>
    <w:basedOn w:val="Part2Head2"/>
    <w:next w:val="Normal"/>
    <w:rsid w:val="00F47BED"/>
    <w:rPr>
      <w:b w:val="0"/>
      <w:i/>
      <w:caps w:val="0"/>
      <w:szCs w:val="26"/>
    </w:rPr>
  </w:style>
  <w:style w:type="paragraph" w:customStyle="1" w:styleId="Part3Head1">
    <w:name w:val="Part 3 Head 1"/>
    <w:basedOn w:val="Part1Head1"/>
    <w:rsid w:val="00F47BED"/>
  </w:style>
  <w:style w:type="character" w:customStyle="1" w:styleId="PlaceholderText1">
    <w:name w:val="Placeholder Text1"/>
    <w:uiPriority w:val="99"/>
    <w:semiHidden/>
    <w:rsid w:val="00F47BED"/>
    <w:rPr>
      <w:color w:val="808080"/>
    </w:rPr>
  </w:style>
  <w:style w:type="paragraph" w:customStyle="1" w:styleId="Pt1Instructiontext">
    <w:name w:val="Pt 1 Instruction text"/>
    <w:rsid w:val="00F47BED"/>
    <w:pPr>
      <w:spacing w:before="180" w:after="0" w:line="320" w:lineRule="exact"/>
    </w:pPr>
    <w:rPr>
      <w:rFonts w:ascii="Arial" w:eastAsia="MS Mincho" w:hAnsi="Arial" w:cs="Times New Roman"/>
      <w:sz w:val="24"/>
      <w:szCs w:val="24"/>
    </w:rPr>
  </w:style>
  <w:style w:type="paragraph" w:customStyle="1" w:styleId="Pt1Instructionbullets">
    <w:name w:val="Pt 1 Instruction bullets"/>
    <w:basedOn w:val="Pt1Instructiontext"/>
    <w:rsid w:val="00F47BED"/>
    <w:pPr>
      <w:numPr>
        <w:numId w:val="32"/>
      </w:numPr>
      <w:spacing w:before="120" w:line="260" w:lineRule="exact"/>
    </w:pPr>
  </w:style>
  <w:style w:type="paragraph" w:customStyle="1" w:styleId="Pt1Questiontext">
    <w:name w:val="Pt 1 Question text"/>
    <w:basedOn w:val="Pt1Instructiontext"/>
    <w:rsid w:val="00F47BED"/>
    <w:rPr>
      <w:rFonts w:ascii="Times New Roman" w:hAnsi="Times New Roman"/>
    </w:rPr>
  </w:style>
  <w:style w:type="paragraph" w:customStyle="1" w:styleId="Pt1Questiontxtlist">
    <w:name w:val="Pt 1 Question txt list"/>
    <w:basedOn w:val="Pt1Questiontext"/>
    <w:rsid w:val="00F47BED"/>
    <w:pPr>
      <w:numPr>
        <w:numId w:val="33"/>
      </w:numPr>
    </w:pPr>
  </w:style>
  <w:style w:type="paragraph" w:customStyle="1" w:styleId="Pt1Questiontxtnumbers">
    <w:name w:val="Pt 1 Question txt numbers"/>
    <w:basedOn w:val="Pt1Questiontext"/>
    <w:rsid w:val="00F47BED"/>
    <w:pPr>
      <w:numPr>
        <w:numId w:val="34"/>
      </w:numPr>
      <w:spacing w:line="480" w:lineRule="auto"/>
    </w:pPr>
  </w:style>
  <w:style w:type="paragraph" w:customStyle="1" w:styleId="Pt2Questiontext">
    <w:name w:val="Pt 2 Question text"/>
    <w:basedOn w:val="Pt1Questiontext"/>
    <w:rsid w:val="00F47BED"/>
  </w:style>
  <w:style w:type="paragraph" w:customStyle="1" w:styleId="Pt2Extracttextdouble-spaced">
    <w:name w:val="Pt 2 Extract text (double-spaced)"/>
    <w:basedOn w:val="Pt2Questiontext"/>
    <w:rsid w:val="00F47BED"/>
    <w:pPr>
      <w:spacing w:line="480" w:lineRule="auto"/>
    </w:pPr>
  </w:style>
  <w:style w:type="paragraph" w:customStyle="1" w:styleId="Pt2Extracttextindented">
    <w:name w:val="Pt 2 Extract text indented"/>
    <w:basedOn w:val="Pt2Extracttextdouble-spaced"/>
    <w:rsid w:val="00F47BED"/>
    <w:pPr>
      <w:ind w:left="567"/>
    </w:pPr>
  </w:style>
  <w:style w:type="paragraph" w:customStyle="1" w:styleId="Pt2Instructionbullets">
    <w:name w:val="Pt 2 Instruction bullets"/>
    <w:basedOn w:val="Pt1Instructionbullets"/>
    <w:rsid w:val="00F47BED"/>
    <w:pPr>
      <w:numPr>
        <w:numId w:val="0"/>
      </w:numPr>
    </w:pPr>
  </w:style>
  <w:style w:type="paragraph" w:customStyle="1" w:styleId="Pt2Instructiontext">
    <w:name w:val="Pt 2 Instruction text"/>
    <w:basedOn w:val="Pt1Instructiontext"/>
    <w:rsid w:val="00F47BED"/>
  </w:style>
  <w:style w:type="paragraph" w:customStyle="1" w:styleId="Pt2Questiontxtlist">
    <w:name w:val="Pt 2 Question txt list"/>
    <w:basedOn w:val="Pt1Questiontxtlist"/>
    <w:rsid w:val="00F47BED"/>
    <w:pPr>
      <w:numPr>
        <w:numId w:val="0"/>
      </w:numPr>
    </w:pPr>
  </w:style>
  <w:style w:type="paragraph" w:customStyle="1" w:styleId="Pt2Questiontxtnumbers">
    <w:name w:val="Pt 2 Question txt numbers"/>
    <w:basedOn w:val="Pt1Questiontxtnumbers"/>
    <w:rsid w:val="00F47BED"/>
    <w:pPr>
      <w:numPr>
        <w:numId w:val="0"/>
      </w:numPr>
    </w:pPr>
  </w:style>
  <w:style w:type="paragraph" w:customStyle="1" w:styleId="Pt2Tabletext">
    <w:name w:val="Pt 2 Table text"/>
    <w:rsid w:val="00F47BED"/>
    <w:pPr>
      <w:spacing w:after="0" w:line="360" w:lineRule="auto"/>
    </w:pPr>
    <w:rPr>
      <w:rFonts w:ascii="Arial" w:eastAsia="MS Mincho" w:hAnsi="Arial" w:cs="Times New Roman"/>
      <w:sz w:val="20"/>
      <w:szCs w:val="24"/>
    </w:rPr>
  </w:style>
  <w:style w:type="paragraph" w:customStyle="1" w:styleId="Pt2Tablefigurehead">
    <w:name w:val="Pt 2 Table/figure head"/>
    <w:basedOn w:val="Part2Head2"/>
    <w:rsid w:val="00F47BED"/>
    <w:pPr>
      <w:spacing w:after="0"/>
      <w:ind w:left="567"/>
    </w:pPr>
    <w:rPr>
      <w:caps w:val="0"/>
      <w:sz w:val="22"/>
      <w:szCs w:val="22"/>
    </w:rPr>
  </w:style>
  <w:style w:type="paragraph" w:customStyle="1" w:styleId="Pt3Instructionbullets">
    <w:name w:val="Pt 3 Instruction bullets"/>
    <w:basedOn w:val="Pt1Instructionbullets"/>
    <w:rsid w:val="00F47BED"/>
    <w:pPr>
      <w:numPr>
        <w:numId w:val="0"/>
      </w:numPr>
    </w:pPr>
  </w:style>
  <w:style w:type="paragraph" w:customStyle="1" w:styleId="Pt3Instructiontext">
    <w:name w:val="Pt 3 Instruction text"/>
    <w:basedOn w:val="Pt1Instructiontext"/>
    <w:rsid w:val="00F47BED"/>
  </w:style>
  <w:style w:type="paragraph" w:customStyle="1" w:styleId="Pt3Question">
    <w:name w:val="Pt 3 Question"/>
    <w:basedOn w:val="Pt3Instructiontext"/>
    <w:next w:val="Pt3Instructiontext"/>
    <w:rsid w:val="00F47BED"/>
    <w:pPr>
      <w:tabs>
        <w:tab w:val="left" w:pos="1985"/>
      </w:tabs>
      <w:spacing w:after="120" w:line="240" w:lineRule="auto"/>
    </w:pPr>
    <w:rPr>
      <w:b/>
    </w:rPr>
  </w:style>
  <w:style w:type="paragraph" w:customStyle="1" w:styleId="Pt3Questiontext">
    <w:name w:val="Pt 3 Question text"/>
    <w:basedOn w:val="Pt1Questiontext"/>
    <w:rsid w:val="00F47BED"/>
    <w:pPr>
      <w:tabs>
        <w:tab w:val="right" w:leader="underscore" w:pos="8448"/>
      </w:tabs>
    </w:pPr>
  </w:style>
  <w:style w:type="paragraph" w:customStyle="1" w:styleId="Pt3Questiontextbullets">
    <w:name w:val="Pt 3 Question text bullets"/>
    <w:basedOn w:val="Pt3Questiontext"/>
    <w:rsid w:val="00F47BED"/>
    <w:pPr>
      <w:numPr>
        <w:numId w:val="35"/>
      </w:numPr>
      <w:tabs>
        <w:tab w:val="clear" w:pos="8448"/>
      </w:tabs>
    </w:pPr>
  </w:style>
  <w:style w:type="paragraph" w:customStyle="1" w:styleId="Pt3Questiontextruleatend">
    <w:name w:val="Pt 3 Question text rule at end"/>
    <w:basedOn w:val="Pt1Questiontxtlist"/>
    <w:rsid w:val="00F47BED"/>
    <w:pPr>
      <w:numPr>
        <w:numId w:val="0"/>
      </w:numPr>
      <w:tabs>
        <w:tab w:val="left" w:pos="907"/>
        <w:tab w:val="left" w:pos="6237"/>
        <w:tab w:val="right" w:leader="underscore" w:pos="8448"/>
      </w:tabs>
      <w:ind w:left="510"/>
    </w:pPr>
  </w:style>
  <w:style w:type="paragraph" w:customStyle="1" w:styleId="Pt3Questiontextsmall">
    <w:name w:val="Pt 3 Question text small"/>
    <w:basedOn w:val="Pt3Questiontext"/>
    <w:rsid w:val="00F47BED"/>
    <w:pPr>
      <w:spacing w:before="0" w:line="260" w:lineRule="exact"/>
    </w:pPr>
    <w:rPr>
      <w:sz w:val="18"/>
    </w:rPr>
  </w:style>
  <w:style w:type="paragraph" w:customStyle="1" w:styleId="Pt3Questiontxtlista">
    <w:name w:val="Pt 3 Question txt list a."/>
    <w:basedOn w:val="Pt1Questiontxtlist"/>
    <w:rsid w:val="00F47BED"/>
    <w:pPr>
      <w:numPr>
        <w:numId w:val="0"/>
      </w:numPr>
      <w:tabs>
        <w:tab w:val="right" w:leader="underscore" w:pos="8448"/>
      </w:tabs>
    </w:pPr>
  </w:style>
  <w:style w:type="paragraph" w:customStyle="1" w:styleId="Pt3Questiontxtlistlongrule">
    <w:name w:val="Pt 3 Question txt list long rule"/>
    <w:basedOn w:val="Pt3Questiontxtlista"/>
    <w:rsid w:val="00F47BED"/>
    <w:pPr>
      <w:tabs>
        <w:tab w:val="left" w:pos="907"/>
        <w:tab w:val="right" w:leader="underscore" w:pos="2778"/>
        <w:tab w:val="left" w:pos="2892"/>
        <w:tab w:val="left" w:pos="6464"/>
      </w:tabs>
      <w:ind w:left="510"/>
    </w:pPr>
  </w:style>
  <w:style w:type="paragraph" w:customStyle="1" w:styleId="Pt3Questiontxtlistshortrule">
    <w:name w:val="Pt 3 Question txt list short rule"/>
    <w:basedOn w:val="Pt3Questiontxtlistlongrule"/>
    <w:rsid w:val="00F47BED"/>
    <w:pPr>
      <w:tabs>
        <w:tab w:val="clear" w:pos="2778"/>
        <w:tab w:val="clear" w:pos="2892"/>
        <w:tab w:val="clear" w:pos="6464"/>
        <w:tab w:val="right" w:leader="underscore" w:pos="2041"/>
        <w:tab w:val="left" w:pos="2211"/>
      </w:tabs>
      <w:ind w:left="2154" w:hanging="1644"/>
    </w:pPr>
  </w:style>
  <w:style w:type="paragraph" w:customStyle="1" w:styleId="Pt3Questiontxtnumbers">
    <w:name w:val="Pt 3 Question txt numbers"/>
    <w:rsid w:val="00F47BED"/>
    <w:pPr>
      <w:tabs>
        <w:tab w:val="left" w:pos="510"/>
      </w:tabs>
      <w:spacing w:before="180" w:after="0" w:line="320" w:lineRule="exact"/>
      <w:ind w:left="510" w:hanging="510"/>
    </w:pPr>
    <w:rPr>
      <w:rFonts w:ascii="Times New Roman" w:eastAsia="MS Mincho" w:hAnsi="Times New Roman" w:cs="Times New Roman"/>
      <w:b/>
      <w:sz w:val="24"/>
      <w:szCs w:val="24"/>
    </w:rPr>
  </w:style>
  <w:style w:type="paragraph" w:customStyle="1" w:styleId="IPEdBulletpointendspace">
    <w:name w:val="IPEd Bullet point end space"/>
    <w:qFormat/>
    <w:rsid w:val="00F47BED"/>
    <w:pPr>
      <w:spacing w:after="0" w:line="240" w:lineRule="auto"/>
    </w:pPr>
    <w:rPr>
      <w:rFonts w:ascii="Arial" w:hAnsi="Arial" w:cs="Arial"/>
      <w:noProof/>
      <w:color w:val="0070C0"/>
      <w:sz w:val="12"/>
    </w:rPr>
  </w:style>
  <w:style w:type="paragraph" w:customStyle="1" w:styleId="IPEdRubricHead">
    <w:name w:val="IPEd Rubric Head"/>
    <w:basedOn w:val="IPEdAHeadquestiontitle"/>
    <w:qFormat/>
    <w:rsid w:val="00F47BED"/>
    <w:pPr>
      <w:pageBreakBefore w:val="0"/>
      <w:spacing w:before="360" w:after="120"/>
    </w:pPr>
    <w:rPr>
      <w:noProof/>
    </w:rPr>
  </w:style>
  <w:style w:type="paragraph" w:customStyle="1" w:styleId="IPEdNormal">
    <w:name w:val="IPEd Normal"/>
    <w:qFormat/>
    <w:rsid w:val="00F47BED"/>
    <w:pPr>
      <w:spacing w:before="240" w:line="480" w:lineRule="auto"/>
    </w:pPr>
    <w:rPr>
      <w:rFonts w:ascii="Times New Roman" w:eastAsiaTheme="minorHAnsi" w:hAnsi="Times New Roman" w:cs="Times New Roman"/>
      <w:noProof/>
      <w:sz w:val="24"/>
      <w:lang w:eastAsia="en-US"/>
    </w:rPr>
  </w:style>
  <w:style w:type="paragraph" w:customStyle="1" w:styleId="IPEdRubrictext">
    <w:name w:val="IPEd Rubric text"/>
    <w:basedOn w:val="Normal"/>
    <w:qFormat/>
    <w:rsid w:val="00F47BED"/>
    <w:pPr>
      <w:keepNext/>
      <w:spacing w:before="240" w:after="120" w:line="240" w:lineRule="auto"/>
    </w:pPr>
    <w:rPr>
      <w:rFonts w:ascii="Arial" w:eastAsia="MS Mincho" w:hAnsi="Arial" w:cs="Arial"/>
      <w:bCs/>
      <w:noProof/>
      <w:color w:val="004BFF"/>
      <w:sz w:val="24"/>
      <w:szCs w:val="28"/>
    </w:rPr>
  </w:style>
  <w:style w:type="paragraph" w:customStyle="1" w:styleId="IPEdRubric2">
    <w:name w:val="IPEd Rubric 2"/>
    <w:basedOn w:val="IPEdRubric1"/>
    <w:qFormat/>
    <w:rsid w:val="00641169"/>
    <w:rPr>
      <w:noProof/>
    </w:rPr>
  </w:style>
  <w:style w:type="paragraph" w:customStyle="1" w:styleId="IPEdHorizontalRule">
    <w:name w:val="IPEd Horizontal Rule"/>
    <w:basedOn w:val="IPEdRubrictext"/>
    <w:qFormat/>
    <w:rsid w:val="00F47BED"/>
    <w:pPr>
      <w:tabs>
        <w:tab w:val="right" w:leader="underscore" w:pos="9072"/>
      </w:tabs>
      <w:spacing w:before="120" w:after="0"/>
    </w:pPr>
    <w:rPr>
      <w:sz w:val="16"/>
    </w:rPr>
  </w:style>
  <w:style w:type="paragraph" w:customStyle="1" w:styleId="xExamhead">
    <w:name w:val="xExam head"/>
    <w:qFormat/>
    <w:rsid w:val="00F47BED"/>
    <w:pPr>
      <w:shd w:val="clear" w:color="auto" w:fill="D9D9D9" w:themeFill="background1" w:themeFillShade="D9"/>
      <w:jc w:val="center"/>
      <w:outlineLvl w:val="0"/>
    </w:pPr>
    <w:rPr>
      <w:rFonts w:ascii="Arial Narrow" w:eastAsiaTheme="majorEastAsia" w:hAnsi="Arial Narrow" w:cstheme="majorBidi"/>
      <w:b/>
      <w:bCs/>
      <w:sz w:val="32"/>
      <w:szCs w:val="26"/>
    </w:rPr>
  </w:style>
  <w:style w:type="paragraph" w:customStyle="1" w:styleId="xExamsubhead">
    <w:name w:val="xExam subhead"/>
    <w:basedOn w:val="Heading1"/>
    <w:qFormat/>
    <w:rsid w:val="00F47BED"/>
    <w:pPr>
      <w:spacing w:before="200" w:after="200"/>
      <w:jc w:val="center"/>
      <w:outlineLvl w:val="9"/>
    </w:pPr>
    <w:rPr>
      <w:rFonts w:ascii="Arial Narrow" w:hAnsi="Arial Narrow"/>
      <w:color w:val="auto"/>
      <w:sz w:val="24"/>
      <w:lang w:eastAsia="ja-JP"/>
    </w:rPr>
  </w:style>
  <w:style w:type="paragraph" w:customStyle="1" w:styleId="IPEdRubricbullet">
    <w:name w:val="IPEd Rubric bullet"/>
    <w:qFormat/>
    <w:rsid w:val="00F47BED"/>
    <w:pPr>
      <w:numPr>
        <w:numId w:val="31"/>
      </w:numPr>
      <w:ind w:left="567" w:hanging="567"/>
    </w:pPr>
    <w:rPr>
      <w:rFonts w:ascii="Arial" w:eastAsia="MS Mincho" w:hAnsi="Arial" w:cs="Times New Roman"/>
      <w:color w:val="004BFF"/>
      <w:sz w:val="24"/>
      <w:szCs w:val="24"/>
      <w:lang w:eastAsia="en-US"/>
    </w:rPr>
  </w:style>
  <w:style w:type="paragraph" w:customStyle="1" w:styleId="IPEdRubricnumber">
    <w:name w:val="IPEd Rubric number"/>
    <w:basedOn w:val="IPEdRubricbullet"/>
    <w:qFormat/>
    <w:rsid w:val="00F47BED"/>
    <w:pPr>
      <w:numPr>
        <w:numId w:val="36"/>
      </w:numPr>
      <w:ind w:left="567" w:hanging="567"/>
    </w:pPr>
    <w:rPr>
      <w:noProof/>
    </w:rPr>
  </w:style>
  <w:style w:type="paragraph" w:customStyle="1" w:styleId="IPEdExamsubheadendofpart">
    <w:name w:val="IPEd Exam subhead end of part"/>
    <w:basedOn w:val="IPEdExamsubhead"/>
    <w:qFormat/>
    <w:rsid w:val="00F47BED"/>
    <w:pPr>
      <w:spacing w:before="600"/>
      <w:outlineLvl w:val="0"/>
    </w:pPr>
  </w:style>
  <w:style w:type="paragraph" w:customStyle="1" w:styleId="IPEdRubrictextright">
    <w:name w:val="IPEd Rubric text right"/>
    <w:basedOn w:val="IPEdRubrictext"/>
    <w:qFormat/>
    <w:rsid w:val="00F47BED"/>
    <w:pPr>
      <w:jc w:val="right"/>
    </w:pPr>
  </w:style>
  <w:style w:type="paragraph" w:customStyle="1" w:styleId="IPEdQuestionbase">
    <w:name w:val="IPEd Question base"/>
    <w:qFormat/>
    <w:rsid w:val="00F47BED"/>
    <w:pPr>
      <w:spacing w:line="360" w:lineRule="auto"/>
    </w:pPr>
    <w:rPr>
      <w:rFonts w:ascii="Times New Roman" w:eastAsiaTheme="minorHAnsi" w:hAnsi="Times New Roman"/>
      <w:noProof/>
      <w:sz w:val="24"/>
      <w:lang w:eastAsia="en-US"/>
    </w:rPr>
  </w:style>
  <w:style w:type="paragraph" w:customStyle="1" w:styleId="IPEdBQuestionselectionbox">
    <w:name w:val="IPEd B Question selection box"/>
    <w:basedOn w:val="IPEdQuestionbase"/>
    <w:qFormat/>
    <w:rsid w:val="00F47BED"/>
    <w:pPr>
      <w:tabs>
        <w:tab w:val="left" w:pos="992"/>
      </w:tabs>
      <w:spacing w:after="240"/>
      <w:ind w:left="851" w:hanging="851"/>
    </w:pPr>
  </w:style>
  <w:style w:type="paragraph" w:customStyle="1" w:styleId="IPEdAQuestionbase">
    <w:name w:val="IPEd A Question base"/>
    <w:qFormat/>
    <w:rsid w:val="00F47BED"/>
    <w:pPr>
      <w:keepNext/>
      <w:keepLines/>
    </w:pPr>
    <w:rPr>
      <w:rFonts w:ascii="Arial" w:eastAsia="MS Mincho" w:hAnsi="Arial" w:cs="Times New Roman"/>
      <w:b/>
      <w:noProof/>
      <w:color w:val="004BFF"/>
      <w:sz w:val="24"/>
      <w:szCs w:val="24"/>
      <w:lang w:eastAsia="en-US"/>
    </w:rPr>
  </w:style>
  <w:style w:type="paragraph" w:customStyle="1" w:styleId="IPEdRubrictextcentred">
    <w:name w:val="IPEd Rubric text centred"/>
    <w:basedOn w:val="IPEdRubrictext"/>
    <w:qFormat/>
    <w:rsid w:val="00F47BED"/>
    <w:pPr>
      <w:jc w:val="center"/>
    </w:pPr>
  </w:style>
  <w:style w:type="paragraph" w:customStyle="1" w:styleId="IPEdAQuestionIndent2">
    <w:name w:val="IPEd A Question Indent 2"/>
    <w:basedOn w:val="IPEdAQuestion"/>
    <w:qFormat/>
    <w:rsid w:val="00F47BED"/>
    <w:pPr>
      <w:keepLines w:val="0"/>
      <w:tabs>
        <w:tab w:val="left" w:pos="680"/>
      </w:tabs>
      <w:ind w:left="1418" w:hanging="567"/>
    </w:pPr>
    <w:rPr>
      <w:rFonts w:eastAsiaTheme="minorEastAsia" w:cstheme="minorBidi"/>
      <w:noProof w:val="0"/>
      <w:sz w:val="22"/>
    </w:rPr>
  </w:style>
  <w:style w:type="paragraph" w:customStyle="1" w:styleId="IPEdBQuestionIndent2">
    <w:name w:val="IPEd B Question Indent 2"/>
    <w:basedOn w:val="IPEdBQuestion"/>
    <w:qFormat/>
    <w:rsid w:val="00F47BED"/>
    <w:rPr>
      <w:rFonts w:eastAsiaTheme="minorEastAsia" w:cstheme="minorBidi"/>
    </w:rPr>
  </w:style>
  <w:style w:type="paragraph" w:customStyle="1" w:styleId="IPEdBQuestionIndent3">
    <w:name w:val="IPEd B Question Indent 3"/>
    <w:basedOn w:val="IPEdBQuestion"/>
    <w:qFormat/>
    <w:rsid w:val="00F47BED"/>
    <w:pPr>
      <w:tabs>
        <w:tab w:val="left" w:pos="567"/>
      </w:tabs>
      <w:ind w:left="1985"/>
    </w:pPr>
    <w:rPr>
      <w:rFonts w:eastAsiaTheme="minorEastAsia" w:cstheme="minorBidi"/>
    </w:rPr>
  </w:style>
  <w:style w:type="paragraph" w:customStyle="1" w:styleId="IPEdBQuestionNOHANG">
    <w:name w:val="IPEd B Question NO HANG"/>
    <w:basedOn w:val="IPEdBQuestionIndent2"/>
    <w:qFormat/>
    <w:rsid w:val="00F47BED"/>
    <w:pPr>
      <w:spacing w:before="180" w:after="120" w:line="320" w:lineRule="exact"/>
      <w:ind w:left="851" w:firstLine="0"/>
    </w:pPr>
  </w:style>
  <w:style w:type="paragraph" w:customStyle="1" w:styleId="IPEdCQuestion">
    <w:name w:val="IPEd C Question"/>
    <w:basedOn w:val="Normal"/>
    <w:qFormat/>
    <w:rsid w:val="00F47BED"/>
    <w:pPr>
      <w:tabs>
        <w:tab w:val="left" w:pos="567"/>
      </w:tabs>
      <w:spacing w:after="0" w:line="480" w:lineRule="auto"/>
      <w:ind w:left="851"/>
    </w:pPr>
    <w:rPr>
      <w:rFonts w:ascii="Times New Roman" w:hAnsi="Times New Roman"/>
      <w:sz w:val="24"/>
      <w:szCs w:val="24"/>
    </w:rPr>
  </w:style>
  <w:style w:type="paragraph" w:customStyle="1" w:styleId="IPEdCQuestionNOHANGIndent2">
    <w:name w:val="IPEd C Question NO HANG Indent 2"/>
    <w:basedOn w:val="IPEdBQuestionIndent2"/>
    <w:qFormat/>
    <w:rsid w:val="00F47BED"/>
    <w:pPr>
      <w:ind w:left="851" w:firstLine="0"/>
    </w:pPr>
  </w:style>
  <w:style w:type="paragraph" w:customStyle="1" w:styleId="IPEddesignernote">
    <w:name w:val="IPEd designer note"/>
    <w:basedOn w:val="Normal"/>
    <w:qFormat/>
    <w:rsid w:val="00F47BED"/>
    <w:pPr>
      <w:spacing w:after="240" w:line="240" w:lineRule="auto"/>
      <w:ind w:left="907"/>
    </w:pPr>
    <w:rPr>
      <w:b/>
      <w:color w:val="FF0000"/>
      <w:sz w:val="24"/>
      <w:szCs w:val="24"/>
    </w:rPr>
  </w:style>
  <w:style w:type="paragraph" w:customStyle="1" w:styleId="IPEdRubricpt3questionssummary">
    <w:name w:val="IPEd Rubric pt3 questions summary"/>
    <w:basedOn w:val="IPEdRubrictext"/>
    <w:qFormat/>
    <w:rsid w:val="00F47BED"/>
    <w:pPr>
      <w:tabs>
        <w:tab w:val="left" w:pos="1559"/>
        <w:tab w:val="right" w:leader="dot" w:pos="9072"/>
      </w:tabs>
      <w:spacing w:before="160" w:after="0"/>
      <w:ind w:left="1559" w:hanging="1559"/>
    </w:pPr>
  </w:style>
  <w:style w:type="paragraph" w:customStyle="1" w:styleId="IPEdBQuestionNoHangnoindent">
    <w:name w:val="IPEd B Question No Hang no indent"/>
    <w:basedOn w:val="IPEdNormal"/>
    <w:qFormat/>
    <w:rsid w:val="00F47BED"/>
    <w:pPr>
      <w:spacing w:before="0" w:after="0"/>
    </w:pPr>
    <w:rPr>
      <w:rFonts w:eastAsia="MS Mincho"/>
      <w:szCs w:val="24"/>
    </w:rPr>
  </w:style>
  <w:style w:type="paragraph" w:customStyle="1" w:styleId="IPEdBQuestionHangingnoindent">
    <w:name w:val="IPEd B Question Hanging no indent"/>
    <w:basedOn w:val="IPEdBQuestionIndent2"/>
    <w:qFormat/>
    <w:rsid w:val="00F47BED"/>
    <w:pPr>
      <w:ind w:left="567"/>
    </w:pPr>
  </w:style>
  <w:style w:type="paragraph" w:customStyle="1" w:styleId="IPEdTablecellscentred">
    <w:name w:val="IPEd Table cells centred"/>
    <w:basedOn w:val="IPEdTablecells"/>
    <w:qFormat/>
    <w:rsid w:val="00F47BED"/>
    <w:pPr>
      <w:jc w:val="center"/>
    </w:pPr>
  </w:style>
  <w:style w:type="paragraph" w:customStyle="1" w:styleId="IPEdBQuestionlistbullet">
    <w:name w:val="IPEd B Question list bullet"/>
    <w:basedOn w:val="ListBullet"/>
    <w:qFormat/>
    <w:rsid w:val="00F47BED"/>
    <w:pPr>
      <w:numPr>
        <w:numId w:val="0"/>
      </w:numPr>
      <w:spacing w:before="120" w:after="120" w:line="360" w:lineRule="auto"/>
      <w:contextualSpacing w:val="0"/>
    </w:pPr>
    <w:rPr>
      <w:rFonts w:ascii="Times New Roman" w:hAnsi="Times New Roman"/>
      <w:noProof/>
      <w:sz w:val="24"/>
      <w:lang w:eastAsia="ja-JP"/>
    </w:rPr>
  </w:style>
  <w:style w:type="paragraph" w:styleId="ListBullet">
    <w:name w:val="List Bullet"/>
    <w:basedOn w:val="Normal"/>
    <w:uiPriority w:val="99"/>
    <w:semiHidden/>
    <w:unhideWhenUsed/>
    <w:rsid w:val="00F47BED"/>
    <w:pPr>
      <w:numPr>
        <w:numId w:val="14"/>
      </w:numPr>
      <w:contextualSpacing/>
    </w:pPr>
  </w:style>
  <w:style w:type="paragraph" w:customStyle="1" w:styleId="IPEdPart3navigation">
    <w:name w:val="IPEd Part 3 navigation"/>
    <w:qFormat/>
    <w:rsid w:val="00F47BED"/>
    <w:pPr>
      <w:keepNext/>
      <w:spacing w:before="120" w:after="120"/>
      <w:jc w:val="right"/>
    </w:pPr>
    <w:rPr>
      <w:rFonts w:ascii="Arial" w:hAnsi="Arial"/>
      <w:i/>
      <w:color w:val="0070C0"/>
      <w:sz w:val="24"/>
    </w:rPr>
  </w:style>
  <w:style w:type="paragraph" w:customStyle="1" w:styleId="IPEdPart3navigationline1">
    <w:name w:val="IPEd Part 3 navigation line 1"/>
    <w:basedOn w:val="IPEdPart3navigation"/>
    <w:next w:val="IPEdPart3navigation"/>
    <w:qFormat/>
    <w:rsid w:val="00F47BED"/>
    <w:pPr>
      <w:spacing w:before="480"/>
    </w:pPr>
  </w:style>
  <w:style w:type="paragraph" w:customStyle="1" w:styleId="IPEdAQuestionflushleft">
    <w:name w:val="IPEd A Question flush left"/>
    <w:basedOn w:val="IPEdAQuestion"/>
    <w:qFormat/>
    <w:rsid w:val="00F47BED"/>
    <w:pPr>
      <w:spacing w:before="0" w:after="200"/>
      <w:ind w:left="0" w:firstLine="0"/>
    </w:pPr>
  </w:style>
  <w:style w:type="paragraph" w:styleId="Revision">
    <w:name w:val="Revision"/>
    <w:hidden/>
    <w:uiPriority w:val="99"/>
    <w:semiHidden/>
    <w:rsid w:val="00444B9A"/>
    <w:pPr>
      <w:spacing w:after="0" w:line="240" w:lineRule="auto"/>
    </w:pPr>
    <w:rPr>
      <w:rFonts w:eastAsiaTheme="minorHAnsi"/>
      <w:lang w:eastAsia="en-US"/>
    </w:rPr>
  </w:style>
  <w:style w:type="paragraph" w:customStyle="1" w:styleId="IPEdName">
    <w:name w:val="IPEd_Name"/>
    <w:basedOn w:val="Header"/>
    <w:qFormat/>
    <w:rsid w:val="008D453C"/>
    <w:pPr>
      <w:spacing w:line="360" w:lineRule="auto"/>
      <w:jc w:val="center"/>
    </w:pPr>
    <w:rPr>
      <w:sz w:val="32"/>
    </w:rPr>
  </w:style>
  <w:style w:type="paragraph" w:customStyle="1" w:styleId="IPEdExamPart">
    <w:name w:val="IPEd_Exam_Part"/>
    <w:basedOn w:val="IPEdName"/>
    <w:qFormat/>
    <w:rsid w:val="00FC2C26"/>
    <w:rPr>
      <w:noProof/>
      <w:sz w:val="48"/>
    </w:rPr>
  </w:style>
  <w:style w:type="paragraph" w:customStyle="1" w:styleId="IPEdInstructionCSB">
    <w:name w:val="IPEd_Instruction_C_SB"/>
    <w:qFormat/>
    <w:rsid w:val="00BF7C8A"/>
    <w:pPr>
      <w:spacing w:before="240" w:after="0"/>
      <w:jc w:val="center"/>
    </w:pPr>
    <w:rPr>
      <w:rFonts w:ascii="Arial" w:hAnsi="Arial"/>
      <w:noProof/>
      <w:color w:val="365F91" w:themeColor="accent1" w:themeShade="BF"/>
      <w:sz w:val="32"/>
    </w:rPr>
  </w:style>
  <w:style w:type="paragraph" w:customStyle="1" w:styleId="IPEdExamSubpart">
    <w:name w:val="IPEd_Exam_Subpart"/>
    <w:basedOn w:val="IPEdExamPart"/>
    <w:qFormat/>
    <w:rsid w:val="00FC2C26"/>
    <w:pPr>
      <w:spacing w:before="240"/>
    </w:pPr>
    <w:rPr>
      <w:sz w:val="36"/>
    </w:rPr>
  </w:style>
  <w:style w:type="paragraph" w:customStyle="1" w:styleId="IPEdCandidateNumber">
    <w:name w:val="IPEd_CandidateNumber"/>
    <w:basedOn w:val="IPEdInstructionCSB"/>
    <w:qFormat/>
    <w:rsid w:val="00BF7C8A"/>
    <w:pPr>
      <w:spacing w:before="0"/>
    </w:pPr>
  </w:style>
  <w:style w:type="paragraph" w:customStyle="1" w:styleId="IPEdInstructionH1">
    <w:name w:val="IPEd_Instruction_H1"/>
    <w:basedOn w:val="IPEdInstructionCSB"/>
    <w:qFormat/>
    <w:rsid w:val="00FC2C26"/>
    <w:pPr>
      <w:jc w:val="left"/>
      <w:outlineLvl w:val="0"/>
    </w:pPr>
  </w:style>
  <w:style w:type="paragraph" w:customStyle="1" w:styleId="IPEdInstructionBullet">
    <w:name w:val="IPEd_Instruction_Bullet"/>
    <w:basedOn w:val="IPEdInstructionH1"/>
    <w:qFormat/>
    <w:rsid w:val="004901DF"/>
    <w:pPr>
      <w:numPr>
        <w:numId w:val="37"/>
      </w:numPr>
      <w:spacing w:before="120"/>
      <w:ind w:left="357" w:hanging="357"/>
      <w:outlineLvl w:val="9"/>
    </w:pPr>
    <w:rPr>
      <w:sz w:val="24"/>
    </w:rPr>
  </w:style>
  <w:style w:type="paragraph" w:customStyle="1" w:styleId="IPEdExammarks">
    <w:name w:val="IPEd_Exam_marks"/>
    <w:basedOn w:val="IPEdExamSubpart"/>
    <w:qFormat/>
    <w:rsid w:val="00FC2C26"/>
    <w:rPr>
      <w:sz w:val="24"/>
    </w:rPr>
  </w:style>
  <w:style w:type="paragraph" w:customStyle="1" w:styleId="Default">
    <w:name w:val="Default"/>
    <w:rsid w:val="00FC2C26"/>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FC2C26"/>
    <w:pPr>
      <w:spacing w:line="201" w:lineRule="atLeast"/>
    </w:pPr>
    <w:rPr>
      <w:color w:val="auto"/>
    </w:rPr>
  </w:style>
  <w:style w:type="paragraph" w:customStyle="1" w:styleId="IPEdInstructionExampleHd">
    <w:name w:val="IPEd_Instruction_Example_Hd"/>
    <w:basedOn w:val="IPEdInstructionBullet"/>
    <w:qFormat/>
    <w:rsid w:val="004901DF"/>
    <w:pPr>
      <w:numPr>
        <w:numId w:val="0"/>
      </w:numPr>
      <w:spacing w:before="60"/>
      <w:ind w:left="851"/>
    </w:pPr>
    <w:rPr>
      <w:i/>
      <w:sz w:val="20"/>
    </w:rPr>
  </w:style>
  <w:style w:type="paragraph" w:customStyle="1" w:styleId="IPEdInstructionExample">
    <w:name w:val="IPEd_Instruction_Example"/>
    <w:basedOn w:val="IPEdInstructionExampleHd"/>
    <w:qFormat/>
    <w:rsid w:val="004901DF"/>
    <w:rPr>
      <w:i w:val="0"/>
    </w:rPr>
  </w:style>
  <w:style w:type="paragraph" w:customStyle="1" w:styleId="IPEdInstructionH2">
    <w:name w:val="IPEd_Instruction_H2"/>
    <w:basedOn w:val="IPEdInstructionH1"/>
    <w:qFormat/>
    <w:rsid w:val="00002A68"/>
    <w:pPr>
      <w:outlineLvl w:val="1"/>
    </w:pPr>
    <w:rPr>
      <w:sz w:val="28"/>
    </w:rPr>
  </w:style>
  <w:style w:type="paragraph" w:customStyle="1" w:styleId="IPEdInstruction">
    <w:name w:val="IPEd_Instruction"/>
    <w:basedOn w:val="IPEdInstructionBullet"/>
    <w:qFormat/>
    <w:rsid w:val="00002A68"/>
    <w:pPr>
      <w:numPr>
        <w:numId w:val="0"/>
      </w:numPr>
      <w:spacing w:before="240"/>
    </w:pPr>
  </w:style>
  <w:style w:type="paragraph" w:customStyle="1" w:styleId="IPEdExtractHd">
    <w:name w:val="IPEd_Extract_Hd"/>
    <w:basedOn w:val="Normal"/>
    <w:qFormat/>
    <w:rsid w:val="00002A68"/>
    <w:pPr>
      <w:pageBreakBefore/>
      <w:spacing w:before="480" w:after="0" w:line="480" w:lineRule="auto"/>
      <w:outlineLvl w:val="0"/>
    </w:pPr>
    <w:rPr>
      <w:rFonts w:ascii="Times New Roman" w:hAnsi="Times New Roman" w:cs="Times New Roman"/>
      <w:b/>
      <w:noProof/>
      <w:sz w:val="24"/>
      <w:szCs w:val="24"/>
    </w:rPr>
  </w:style>
  <w:style w:type="paragraph" w:customStyle="1" w:styleId="IPEdEnd">
    <w:name w:val="IPEd_End"/>
    <w:basedOn w:val="IPEdInstruction"/>
    <w:qFormat/>
    <w:rsid w:val="00C51AD9"/>
    <w:pPr>
      <w:pBdr>
        <w:top w:val="single" w:sz="4" w:space="1" w:color="auto"/>
      </w:pBdr>
    </w:pPr>
  </w:style>
  <w:style w:type="paragraph" w:customStyle="1" w:styleId="IPEdExtractText">
    <w:name w:val="IPEd_Extract_Text"/>
    <w:basedOn w:val="Normal"/>
    <w:qFormat/>
    <w:rsid w:val="002359B7"/>
    <w:pPr>
      <w:spacing w:before="240" w:after="0" w:line="480" w:lineRule="auto"/>
      <w:ind w:right="-1"/>
    </w:pPr>
    <w:rPr>
      <w:rFonts w:ascii="Times New Roman" w:hAnsi="Times New Roman" w:cs="Times New Roman"/>
      <w:noProof/>
      <w:sz w:val="24"/>
      <w:szCs w:val="24"/>
    </w:rPr>
  </w:style>
  <w:style w:type="paragraph" w:customStyle="1" w:styleId="IPEdExtractQuote">
    <w:name w:val="IPEd_Extract_Quote"/>
    <w:basedOn w:val="Normal"/>
    <w:qFormat/>
    <w:rsid w:val="00C51AD9"/>
    <w:pPr>
      <w:spacing w:before="240" w:after="0" w:line="480" w:lineRule="auto"/>
      <w:ind w:left="567"/>
    </w:pPr>
    <w:rPr>
      <w:rFonts w:ascii="Times New Roman" w:hAnsi="Times New Roman" w:cs="Times New Roman"/>
      <w:noProof/>
      <w:sz w:val="24"/>
      <w:szCs w:val="24"/>
    </w:rPr>
  </w:style>
  <w:style w:type="paragraph" w:customStyle="1" w:styleId="IPEDExtractheading">
    <w:name w:val="IPED_Extract_heading"/>
    <w:basedOn w:val="Normal"/>
    <w:qFormat/>
    <w:rsid w:val="00C51AD9"/>
    <w:pPr>
      <w:spacing w:before="240" w:after="0" w:line="480" w:lineRule="auto"/>
    </w:pPr>
    <w:rPr>
      <w:rFonts w:ascii="Times New Roman" w:hAnsi="Times New Roman" w:cs="Times New Roman"/>
      <w:b/>
      <w:noProof/>
      <w:sz w:val="24"/>
      <w:szCs w:val="24"/>
    </w:rPr>
  </w:style>
  <w:style w:type="paragraph" w:customStyle="1" w:styleId="IPEdExtractTableCaption">
    <w:name w:val="IPEd_Extract_Table_Caption"/>
    <w:basedOn w:val="Normal"/>
    <w:qFormat/>
    <w:rsid w:val="002359B7"/>
    <w:pPr>
      <w:spacing w:before="240" w:after="0" w:line="480" w:lineRule="auto"/>
      <w:jc w:val="center"/>
    </w:pPr>
    <w:rPr>
      <w:rFonts w:ascii="Times New Roman" w:hAnsi="Times New Roman" w:cs="Times New Roman"/>
      <w:b/>
      <w:noProof/>
      <w:sz w:val="24"/>
      <w:szCs w:val="24"/>
    </w:rPr>
  </w:style>
  <w:style w:type="paragraph" w:customStyle="1" w:styleId="IPEdExtractTableText">
    <w:name w:val="IPEd_Extract_Table_Text"/>
    <w:basedOn w:val="Normal"/>
    <w:qFormat/>
    <w:rsid w:val="002359B7"/>
    <w:pPr>
      <w:spacing w:before="240" w:after="0" w:line="480" w:lineRule="auto"/>
    </w:pPr>
    <w:rPr>
      <w:rFonts w:ascii="Arial" w:hAnsi="Arial" w:cs="Times New Roman"/>
      <w:noProof/>
      <w:sz w:val="18"/>
      <w:szCs w:val="18"/>
    </w:rPr>
  </w:style>
  <w:style w:type="paragraph" w:customStyle="1" w:styleId="AECopyright">
    <w:name w:val="AE_Copyright"/>
    <w:basedOn w:val="Normal"/>
    <w:uiPriority w:val="99"/>
    <w:rsid w:val="00197CE7"/>
    <w:pPr>
      <w:suppressAutoHyphens/>
      <w:autoSpaceDE w:val="0"/>
      <w:autoSpaceDN w:val="0"/>
      <w:adjustRightInd w:val="0"/>
      <w:spacing w:after="0" w:line="240" w:lineRule="auto"/>
      <w:textAlignment w:val="center"/>
    </w:pPr>
    <w:rPr>
      <w:rFonts w:ascii="Times New Roman" w:hAnsi="Times New Roman" w:cs="TimesNewRomanPSMT"/>
      <w:color w:val="000000"/>
      <w:sz w:val="16"/>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Block Tex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53C"/>
  </w:style>
  <w:style w:type="paragraph" w:styleId="Heading1">
    <w:name w:val="heading 1"/>
    <w:basedOn w:val="Normal"/>
    <w:next w:val="Normal"/>
    <w:link w:val="Heading1Char"/>
    <w:uiPriority w:val="9"/>
    <w:qFormat/>
    <w:rsid w:val="00F47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B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AD9"/>
    <w:pPr>
      <w:tabs>
        <w:tab w:val="center" w:pos="4513"/>
        <w:tab w:val="right" w:pos="9026"/>
      </w:tabs>
      <w:spacing w:after="0" w:line="240" w:lineRule="auto"/>
    </w:pPr>
    <w:rPr>
      <w:rFonts w:ascii="Arial" w:hAnsi="Arial"/>
      <w:color w:val="365F91" w:themeColor="accent1" w:themeShade="BF"/>
      <w:sz w:val="18"/>
    </w:rPr>
  </w:style>
  <w:style w:type="character" w:customStyle="1" w:styleId="HeaderChar">
    <w:name w:val="Header Char"/>
    <w:basedOn w:val="DefaultParagraphFont"/>
    <w:link w:val="Header"/>
    <w:uiPriority w:val="99"/>
    <w:rsid w:val="00C51AD9"/>
    <w:rPr>
      <w:rFonts w:ascii="Arial" w:hAnsi="Arial"/>
      <w:color w:val="365F91" w:themeColor="accent1" w:themeShade="BF"/>
      <w:sz w:val="18"/>
    </w:rPr>
  </w:style>
  <w:style w:type="paragraph" w:styleId="Footer">
    <w:name w:val="footer"/>
    <w:basedOn w:val="Normal"/>
    <w:link w:val="FooterChar"/>
    <w:uiPriority w:val="99"/>
    <w:unhideWhenUsed/>
    <w:rsid w:val="00D25217"/>
    <w:pPr>
      <w:pBdr>
        <w:top w:val="single" w:sz="4" w:space="1" w:color="auto"/>
      </w:pBdr>
      <w:tabs>
        <w:tab w:val="right" w:pos="9072"/>
      </w:tabs>
      <w:spacing w:after="0" w:line="240" w:lineRule="auto"/>
    </w:pPr>
    <w:rPr>
      <w:rFonts w:ascii="Arial Narrow" w:hAnsi="Arial Narrow"/>
      <w:sz w:val="18"/>
    </w:rPr>
  </w:style>
  <w:style w:type="character" w:customStyle="1" w:styleId="FooterChar">
    <w:name w:val="Footer Char"/>
    <w:basedOn w:val="DefaultParagraphFont"/>
    <w:link w:val="Footer"/>
    <w:uiPriority w:val="99"/>
    <w:rsid w:val="00D25217"/>
    <w:rPr>
      <w:rFonts w:ascii="Arial Narrow" w:hAnsi="Arial Narrow"/>
      <w:sz w:val="18"/>
    </w:rPr>
  </w:style>
  <w:style w:type="paragraph" w:styleId="BalloonText">
    <w:name w:val="Balloon Text"/>
    <w:basedOn w:val="Normal"/>
    <w:link w:val="BalloonTextChar"/>
    <w:uiPriority w:val="99"/>
    <w:semiHidden/>
    <w:unhideWhenUsed/>
    <w:rsid w:val="00D25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217"/>
    <w:rPr>
      <w:rFonts w:ascii="Tahoma" w:hAnsi="Tahoma" w:cs="Tahoma"/>
      <w:sz w:val="16"/>
      <w:szCs w:val="16"/>
    </w:rPr>
  </w:style>
  <w:style w:type="character" w:customStyle="1" w:styleId="Heading1Char">
    <w:name w:val="Heading 1 Char"/>
    <w:basedOn w:val="DefaultParagraphFont"/>
    <w:link w:val="Heading1"/>
    <w:uiPriority w:val="9"/>
    <w:rsid w:val="00F47BED"/>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F47BED"/>
    <w:rPr>
      <w:rFonts w:asciiTheme="majorHAnsi" w:eastAsiaTheme="majorEastAsia" w:hAnsiTheme="majorHAnsi" w:cstheme="majorBidi"/>
      <w:b/>
      <w:bCs/>
      <w:color w:val="4F81BD" w:themeColor="accent1"/>
      <w:sz w:val="26"/>
      <w:szCs w:val="26"/>
      <w:lang w:eastAsia="en-US"/>
    </w:rPr>
  </w:style>
  <w:style w:type="character" w:customStyle="1" w:styleId="xItalics">
    <w:name w:val="xItalics"/>
    <w:basedOn w:val="DefaultParagraphFont"/>
    <w:uiPriority w:val="1"/>
    <w:qFormat/>
    <w:rsid w:val="00F47BED"/>
    <w:rPr>
      <w:i/>
    </w:rPr>
  </w:style>
  <w:style w:type="character" w:customStyle="1" w:styleId="Heading3Char">
    <w:name w:val="Heading 3 Char"/>
    <w:basedOn w:val="DefaultParagraphFont"/>
    <w:link w:val="Heading3"/>
    <w:uiPriority w:val="9"/>
    <w:rsid w:val="00F47BED"/>
    <w:rPr>
      <w:rFonts w:asciiTheme="majorHAnsi" w:eastAsiaTheme="majorEastAsia" w:hAnsiTheme="majorHAnsi" w:cstheme="majorBidi"/>
      <w:b/>
      <w:bCs/>
      <w:color w:val="4F81BD" w:themeColor="accent1"/>
      <w:lang w:eastAsia="en-US"/>
    </w:rPr>
  </w:style>
  <w:style w:type="paragraph" w:customStyle="1" w:styleId="IPEdExamhead">
    <w:name w:val="IPEd Exam head"/>
    <w:qFormat/>
    <w:rsid w:val="00F47BED"/>
    <w:pPr>
      <w:keepNext/>
      <w:shd w:val="clear" w:color="auto" w:fill="E6E6E6"/>
      <w:jc w:val="center"/>
      <w:outlineLvl w:val="0"/>
    </w:pPr>
    <w:rPr>
      <w:rFonts w:ascii="Arial" w:eastAsiaTheme="majorEastAsia" w:hAnsi="Arial" w:cstheme="majorBidi"/>
      <w:b/>
      <w:bCs/>
      <w:color w:val="004BFF"/>
      <w:sz w:val="32"/>
      <w:szCs w:val="26"/>
    </w:rPr>
  </w:style>
  <w:style w:type="paragraph" w:customStyle="1" w:styleId="IPEdExamsubhead">
    <w:name w:val="IPEd Exam subhead"/>
    <w:basedOn w:val="Heading1"/>
    <w:qFormat/>
    <w:rsid w:val="00F47BED"/>
    <w:pPr>
      <w:shd w:val="clear" w:color="auto" w:fill="E6E6E6"/>
      <w:spacing w:before="200" w:after="200"/>
      <w:jc w:val="center"/>
      <w:outlineLvl w:val="9"/>
    </w:pPr>
    <w:rPr>
      <w:rFonts w:ascii="Arial" w:hAnsi="Arial"/>
      <w:color w:val="004BFF"/>
      <w:sz w:val="24"/>
      <w:lang w:eastAsia="ja-JP"/>
    </w:rPr>
  </w:style>
  <w:style w:type="paragraph" w:customStyle="1" w:styleId="xExamsummarylist">
    <w:name w:val="xExam summary list"/>
    <w:basedOn w:val="Normal"/>
    <w:qFormat/>
    <w:rsid w:val="00F47BED"/>
    <w:pPr>
      <w:tabs>
        <w:tab w:val="left" w:pos="1418"/>
        <w:tab w:val="right" w:pos="9072"/>
      </w:tabs>
    </w:pPr>
    <w:rPr>
      <w:rFonts w:ascii="Times New Roman" w:hAnsi="Times New Roman"/>
      <w:lang w:eastAsia="ja-JP"/>
    </w:rPr>
  </w:style>
  <w:style w:type="paragraph" w:customStyle="1" w:styleId="xInstructions">
    <w:name w:val="xInstructions"/>
    <w:basedOn w:val="Normal"/>
    <w:semiHidden/>
    <w:qFormat/>
    <w:rsid w:val="005C5AD4"/>
    <w:pPr>
      <w:spacing w:before="120" w:after="120" w:line="240" w:lineRule="auto"/>
    </w:pPr>
    <w:rPr>
      <w:rFonts w:ascii="Calibri" w:hAnsi="Calibri"/>
    </w:rPr>
  </w:style>
  <w:style w:type="paragraph" w:customStyle="1" w:styleId="xHanging">
    <w:name w:val="xHanging"/>
    <w:basedOn w:val="Normal"/>
    <w:qFormat/>
    <w:rsid w:val="00F47BED"/>
    <w:pPr>
      <w:ind w:left="1418" w:hanging="1418"/>
    </w:pPr>
    <w:rPr>
      <w:rFonts w:ascii="Times New Roman" w:hAnsi="Times New Roman"/>
      <w:lang w:eastAsia="ja-JP"/>
    </w:rPr>
  </w:style>
  <w:style w:type="character" w:customStyle="1" w:styleId="xBold">
    <w:name w:val="xBold"/>
    <w:basedOn w:val="DefaultParagraphFont"/>
    <w:uiPriority w:val="1"/>
    <w:qFormat/>
    <w:rsid w:val="00F47BED"/>
    <w:rPr>
      <w:b/>
    </w:rPr>
  </w:style>
  <w:style w:type="paragraph" w:customStyle="1" w:styleId="xAnswerlines">
    <w:name w:val="xAnswer lines"/>
    <w:basedOn w:val="Normal"/>
    <w:semiHidden/>
    <w:qFormat/>
    <w:rsid w:val="00B90FC3"/>
    <w:pPr>
      <w:pBdr>
        <w:bottom w:val="single" w:sz="4" w:space="4" w:color="auto"/>
        <w:between w:val="single" w:sz="4" w:space="1" w:color="auto"/>
      </w:pBdr>
      <w:shd w:val="pct5" w:color="auto" w:fill="auto"/>
    </w:pPr>
  </w:style>
  <w:style w:type="paragraph" w:customStyle="1" w:styleId="xBulletedinstruction">
    <w:name w:val="xBulleted instruction"/>
    <w:basedOn w:val="Normal"/>
    <w:qFormat/>
    <w:rsid w:val="00F47BED"/>
    <w:pPr>
      <w:numPr>
        <w:numId w:val="1"/>
      </w:numPr>
      <w:tabs>
        <w:tab w:val="left" w:pos="567"/>
      </w:tabs>
      <w:spacing w:line="240" w:lineRule="auto"/>
    </w:pPr>
    <w:rPr>
      <w:rFonts w:ascii="Calibri" w:hAnsi="Calibri"/>
      <w:sz w:val="20"/>
      <w:lang w:eastAsia="ja-JP"/>
    </w:rPr>
  </w:style>
  <w:style w:type="paragraph" w:customStyle="1" w:styleId="xQuestions1">
    <w:name w:val="xQuestions 1"/>
    <w:qFormat/>
    <w:rsid w:val="00F47BED"/>
    <w:pPr>
      <w:spacing w:before="200"/>
      <w:ind w:left="567" w:hanging="567"/>
    </w:pPr>
    <w:rPr>
      <w:rFonts w:ascii="Times New Roman" w:hAnsi="Times New Roman"/>
    </w:rPr>
  </w:style>
  <w:style w:type="paragraph" w:customStyle="1" w:styleId="xQuestionsa">
    <w:name w:val="xQuestions a"/>
    <w:basedOn w:val="xQuestions1"/>
    <w:qFormat/>
    <w:rsid w:val="00F47BED"/>
    <w:pPr>
      <w:ind w:left="1134"/>
    </w:pPr>
  </w:style>
  <w:style w:type="paragraph" w:customStyle="1" w:styleId="xExtractbriefingletter">
    <w:name w:val="xExtract briefing letter"/>
    <w:basedOn w:val="Normal"/>
    <w:qFormat/>
    <w:rsid w:val="00F47BED"/>
    <w:pPr>
      <w:ind w:left="1134" w:right="1134"/>
    </w:pPr>
    <w:rPr>
      <w:rFonts w:ascii="Palatino Linotype" w:hAnsi="Palatino Linotype"/>
      <w:sz w:val="21"/>
      <w:lang w:eastAsia="ja-JP"/>
    </w:rPr>
  </w:style>
  <w:style w:type="paragraph" w:customStyle="1" w:styleId="xExtract">
    <w:name w:val="xExtract"/>
    <w:basedOn w:val="Normal"/>
    <w:qFormat/>
    <w:rsid w:val="00F47BED"/>
    <w:pPr>
      <w:spacing w:line="360" w:lineRule="auto"/>
      <w:ind w:left="1134" w:right="1134"/>
    </w:pPr>
    <w:rPr>
      <w:rFonts w:ascii="Palatino Linotype" w:hAnsi="Palatino Linotype"/>
      <w:sz w:val="21"/>
      <w:lang w:eastAsia="ja-JP"/>
    </w:rPr>
  </w:style>
  <w:style w:type="table" w:styleId="TableGrid">
    <w:name w:val="Table Grid"/>
    <w:basedOn w:val="TableNormal"/>
    <w:uiPriority w:val="59"/>
    <w:rsid w:val="00F4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Answerlinesa">
    <w:name w:val="xAnswer lines a"/>
    <w:basedOn w:val="xAnswerlines"/>
    <w:semiHidden/>
    <w:qFormat/>
    <w:rsid w:val="00B90FC3"/>
    <w:pPr>
      <w:tabs>
        <w:tab w:val="left" w:pos="567"/>
      </w:tabs>
      <w:ind w:left="1134" w:hanging="567"/>
    </w:pPr>
  </w:style>
  <w:style w:type="paragraph" w:customStyle="1" w:styleId="xQuestionsi">
    <w:name w:val="xQuestions i"/>
    <w:basedOn w:val="xQuestionsa"/>
    <w:qFormat/>
    <w:rsid w:val="00F47BED"/>
    <w:pPr>
      <w:ind w:left="1701"/>
    </w:pPr>
  </w:style>
  <w:style w:type="paragraph" w:customStyle="1" w:styleId="xQuestions1followon">
    <w:name w:val="xQuestions 1 follow on"/>
    <w:basedOn w:val="xQuestions1"/>
    <w:qFormat/>
    <w:rsid w:val="00F47BED"/>
    <w:pPr>
      <w:ind w:firstLine="0"/>
    </w:pPr>
  </w:style>
  <w:style w:type="paragraph" w:customStyle="1" w:styleId="xBodytext">
    <w:name w:val="xBody text"/>
    <w:qFormat/>
    <w:rsid w:val="00F47BED"/>
    <w:pPr>
      <w:spacing w:before="120" w:after="120" w:line="280" w:lineRule="atLeast"/>
    </w:pPr>
    <w:rPr>
      <w:rFonts w:ascii="Arial" w:hAnsi="Arial"/>
      <w:sz w:val="24"/>
    </w:rPr>
  </w:style>
  <w:style w:type="paragraph" w:customStyle="1" w:styleId="xExamAhead">
    <w:name w:val="xExam A head"/>
    <w:basedOn w:val="Heading1"/>
    <w:qFormat/>
    <w:rsid w:val="00F47BED"/>
    <w:rPr>
      <w:rFonts w:ascii="Arial Narrow" w:hAnsi="Arial Narrow"/>
      <w:color w:val="auto"/>
      <w:sz w:val="32"/>
      <w:lang w:eastAsia="ja-JP"/>
    </w:rPr>
  </w:style>
  <w:style w:type="paragraph" w:customStyle="1" w:styleId="xExamBhead">
    <w:name w:val="xExam B head"/>
    <w:basedOn w:val="Heading2"/>
    <w:qFormat/>
    <w:rsid w:val="00F47BED"/>
    <w:pPr>
      <w:spacing w:after="120"/>
    </w:pPr>
    <w:rPr>
      <w:rFonts w:ascii="Arial Narrow" w:hAnsi="Arial Narrow"/>
      <w:b w:val="0"/>
      <w:i/>
      <w:color w:val="auto"/>
      <w:sz w:val="28"/>
      <w:lang w:eastAsia="ja-JP"/>
    </w:rPr>
  </w:style>
  <w:style w:type="paragraph" w:customStyle="1" w:styleId="xExamChead">
    <w:name w:val="xExam C head"/>
    <w:basedOn w:val="Heading3"/>
    <w:qFormat/>
    <w:rsid w:val="00F47BED"/>
    <w:rPr>
      <w:rFonts w:ascii="Arial Narrow" w:hAnsi="Arial Narrow"/>
      <w:b w:val="0"/>
      <w:color w:val="auto"/>
      <w:sz w:val="24"/>
      <w:lang w:eastAsia="ja-JP"/>
    </w:rPr>
  </w:style>
  <w:style w:type="paragraph" w:customStyle="1" w:styleId="xTablehead">
    <w:name w:val="xTable head"/>
    <w:basedOn w:val="xBodytext"/>
    <w:qFormat/>
    <w:rsid w:val="00F47BED"/>
    <w:pPr>
      <w:spacing w:after="40"/>
    </w:pPr>
    <w:rPr>
      <w:rFonts w:ascii="Arial Narrow" w:hAnsi="Arial Narrow"/>
      <w:sz w:val="18"/>
    </w:rPr>
  </w:style>
  <w:style w:type="paragraph" w:customStyle="1" w:styleId="xTabletext">
    <w:name w:val="xTable text"/>
    <w:basedOn w:val="xTablehead"/>
    <w:qFormat/>
    <w:rsid w:val="00F47BED"/>
    <w:pPr>
      <w:spacing w:before="40" w:line="240" w:lineRule="auto"/>
    </w:pPr>
  </w:style>
  <w:style w:type="character" w:styleId="Hyperlink">
    <w:name w:val="Hyperlink"/>
    <w:basedOn w:val="DefaultParagraphFont"/>
    <w:uiPriority w:val="99"/>
    <w:unhideWhenUsed/>
    <w:rsid w:val="00696DAF"/>
    <w:rPr>
      <w:color w:val="0000FF" w:themeColor="hyperlink"/>
      <w:u w:val="single"/>
    </w:rPr>
  </w:style>
  <w:style w:type="character" w:styleId="FollowedHyperlink">
    <w:name w:val="FollowedHyperlink"/>
    <w:basedOn w:val="DefaultParagraphFont"/>
    <w:uiPriority w:val="99"/>
    <w:semiHidden/>
    <w:unhideWhenUsed/>
    <w:rsid w:val="003C1229"/>
    <w:rPr>
      <w:color w:val="800080" w:themeColor="followedHyperlink"/>
      <w:u w:val="single"/>
    </w:rPr>
  </w:style>
  <w:style w:type="paragraph" w:customStyle="1" w:styleId="xNavigation">
    <w:name w:val="xNavigation"/>
    <w:basedOn w:val="xQuestionsa"/>
    <w:qFormat/>
    <w:rsid w:val="00F47BED"/>
    <w:pPr>
      <w:spacing w:before="0" w:after="0"/>
      <w:jc w:val="right"/>
    </w:pPr>
    <w:rPr>
      <w:i/>
      <w:sz w:val="20"/>
    </w:rPr>
  </w:style>
  <w:style w:type="character" w:styleId="CommentReference">
    <w:name w:val="annotation reference"/>
    <w:basedOn w:val="DefaultParagraphFont"/>
    <w:uiPriority w:val="99"/>
    <w:semiHidden/>
    <w:unhideWhenUsed/>
    <w:rsid w:val="002706BD"/>
    <w:rPr>
      <w:sz w:val="16"/>
      <w:szCs w:val="16"/>
    </w:rPr>
  </w:style>
  <w:style w:type="paragraph" w:styleId="CommentText">
    <w:name w:val="annotation text"/>
    <w:basedOn w:val="Normal"/>
    <w:link w:val="CommentTextChar"/>
    <w:uiPriority w:val="99"/>
    <w:semiHidden/>
    <w:unhideWhenUsed/>
    <w:rsid w:val="002706BD"/>
    <w:pPr>
      <w:spacing w:line="240" w:lineRule="auto"/>
    </w:pPr>
    <w:rPr>
      <w:sz w:val="20"/>
      <w:szCs w:val="20"/>
    </w:rPr>
  </w:style>
  <w:style w:type="character" w:customStyle="1" w:styleId="CommentTextChar">
    <w:name w:val="Comment Text Char"/>
    <w:basedOn w:val="DefaultParagraphFont"/>
    <w:link w:val="CommentText"/>
    <w:uiPriority w:val="99"/>
    <w:semiHidden/>
    <w:rsid w:val="002706B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06BD"/>
    <w:rPr>
      <w:b/>
      <w:bCs/>
    </w:rPr>
  </w:style>
  <w:style w:type="character" w:customStyle="1" w:styleId="CommentSubjectChar">
    <w:name w:val="Comment Subject Char"/>
    <w:basedOn w:val="CommentTextChar"/>
    <w:link w:val="CommentSubject"/>
    <w:uiPriority w:val="99"/>
    <w:semiHidden/>
    <w:rsid w:val="002706BD"/>
    <w:rPr>
      <w:rFonts w:ascii="Times New Roman" w:hAnsi="Times New Roman"/>
      <w:b/>
      <w:bCs/>
      <w:sz w:val="20"/>
      <w:szCs w:val="20"/>
    </w:rPr>
  </w:style>
  <w:style w:type="character" w:styleId="LineNumber">
    <w:name w:val="line number"/>
    <w:basedOn w:val="DefaultParagraphFont"/>
    <w:uiPriority w:val="99"/>
    <w:semiHidden/>
    <w:unhideWhenUsed/>
    <w:rsid w:val="00A0000D"/>
  </w:style>
  <w:style w:type="character" w:styleId="PlaceholderText">
    <w:name w:val="Placeholder Text"/>
    <w:basedOn w:val="DefaultParagraphFont"/>
    <w:uiPriority w:val="99"/>
    <w:semiHidden/>
    <w:rsid w:val="003B76BD"/>
    <w:rPr>
      <w:color w:val="808080"/>
    </w:rPr>
  </w:style>
  <w:style w:type="paragraph" w:styleId="DocumentMap">
    <w:name w:val="Document Map"/>
    <w:basedOn w:val="Normal"/>
    <w:link w:val="DocumentMapChar"/>
    <w:uiPriority w:val="99"/>
    <w:semiHidden/>
    <w:unhideWhenUsed/>
    <w:rsid w:val="003B76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B76BD"/>
    <w:rPr>
      <w:rFonts w:ascii="Tahoma" w:hAnsi="Tahoma" w:cs="Tahoma"/>
      <w:sz w:val="16"/>
      <w:szCs w:val="16"/>
    </w:rPr>
  </w:style>
  <w:style w:type="paragraph" w:customStyle="1" w:styleId="xQuestionstickbox">
    <w:name w:val="xQuestions tick box"/>
    <w:basedOn w:val="xQuestionsa"/>
    <w:qFormat/>
    <w:rsid w:val="00F47BED"/>
    <w:pPr>
      <w:ind w:firstLine="0"/>
    </w:pPr>
  </w:style>
  <w:style w:type="paragraph" w:customStyle="1" w:styleId="xBulletlist">
    <w:name w:val="xBullet list"/>
    <w:basedOn w:val="xBodytext"/>
    <w:qFormat/>
    <w:rsid w:val="00F47BED"/>
    <w:pPr>
      <w:numPr>
        <w:numId w:val="27"/>
      </w:numPr>
    </w:pPr>
  </w:style>
  <w:style w:type="paragraph" w:customStyle="1" w:styleId="xQuestions1nospace">
    <w:name w:val="xQuestions 1 no space"/>
    <w:basedOn w:val="xQuestions1"/>
    <w:semiHidden/>
    <w:qFormat/>
    <w:rsid w:val="005C5AD4"/>
    <w:pPr>
      <w:spacing w:before="0" w:line="240" w:lineRule="auto"/>
    </w:pPr>
  </w:style>
  <w:style w:type="paragraph" w:styleId="z-TopofForm">
    <w:name w:val="HTML Top of Form"/>
    <w:basedOn w:val="Normal"/>
    <w:next w:val="Normal"/>
    <w:link w:val="z-TopofFormChar"/>
    <w:hidden/>
    <w:uiPriority w:val="99"/>
    <w:semiHidden/>
    <w:unhideWhenUsed/>
    <w:rsid w:val="001B4A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B4A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B4A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B4AEE"/>
    <w:rPr>
      <w:rFonts w:ascii="Arial" w:hAnsi="Arial" w:cs="Arial"/>
      <w:vanish/>
      <w:sz w:val="16"/>
      <w:szCs w:val="16"/>
    </w:rPr>
  </w:style>
  <w:style w:type="character" w:customStyle="1" w:styleId="xCandidateNoChar">
    <w:name w:val="xCandidateNoChar"/>
    <w:basedOn w:val="DefaultParagraphFont"/>
    <w:uiPriority w:val="1"/>
    <w:rsid w:val="00F47BED"/>
    <w:rPr>
      <w:rFonts w:ascii="Arial" w:hAnsi="Arial"/>
      <w:color w:val="auto"/>
      <w:sz w:val="20"/>
    </w:rPr>
  </w:style>
  <w:style w:type="paragraph" w:customStyle="1" w:styleId="xBodytextcentred">
    <w:name w:val="xBody text centred"/>
    <w:basedOn w:val="xBodytext"/>
    <w:qFormat/>
    <w:rsid w:val="00F47BED"/>
    <w:pPr>
      <w:jc w:val="center"/>
    </w:pPr>
  </w:style>
  <w:style w:type="paragraph" w:customStyle="1" w:styleId="xBulletlistfinal">
    <w:name w:val="xBullet list final"/>
    <w:basedOn w:val="xBulletlist"/>
    <w:qFormat/>
    <w:rsid w:val="00F47BED"/>
    <w:pPr>
      <w:numPr>
        <w:numId w:val="0"/>
      </w:numPr>
      <w:spacing w:after="240"/>
    </w:pPr>
  </w:style>
  <w:style w:type="character" w:customStyle="1" w:styleId="xchrInstructionBold">
    <w:name w:val="xchrInstructionBold"/>
    <w:basedOn w:val="xBold"/>
    <w:uiPriority w:val="1"/>
    <w:qFormat/>
    <w:rsid w:val="00F47BED"/>
    <w:rPr>
      <w:b/>
      <w:color w:val="0000FA"/>
    </w:rPr>
  </w:style>
  <w:style w:type="paragraph" w:customStyle="1" w:styleId="xInstructionsgeneral">
    <w:name w:val="xInstructions_general"/>
    <w:basedOn w:val="Normal"/>
    <w:qFormat/>
    <w:rsid w:val="00F47BED"/>
    <w:pPr>
      <w:spacing w:before="120" w:after="120" w:line="280" w:lineRule="atLeast"/>
    </w:pPr>
    <w:rPr>
      <w:rFonts w:ascii="Arial" w:hAnsi="Arial"/>
      <w:sz w:val="20"/>
      <w:lang w:eastAsia="ja-JP"/>
    </w:rPr>
  </w:style>
  <w:style w:type="paragraph" w:customStyle="1" w:styleId="IPEdTableSpacer">
    <w:name w:val="IPEd Table Spacer"/>
    <w:qFormat/>
    <w:rsid w:val="00F47BED"/>
    <w:pPr>
      <w:spacing w:after="0" w:line="240" w:lineRule="auto"/>
    </w:pPr>
    <w:rPr>
      <w:rFonts w:ascii="Arial" w:hAnsi="Arial"/>
      <w:sz w:val="16"/>
    </w:rPr>
  </w:style>
  <w:style w:type="paragraph" w:customStyle="1" w:styleId="xtblBodytext">
    <w:name w:val="xtblBody text"/>
    <w:basedOn w:val="xBodytext"/>
    <w:qFormat/>
    <w:rsid w:val="00F47BED"/>
    <w:pPr>
      <w:spacing w:before="60" w:after="60" w:line="240" w:lineRule="atLeast"/>
    </w:pPr>
  </w:style>
  <w:style w:type="paragraph" w:customStyle="1" w:styleId="InstructHead1">
    <w:name w:val="Instruct Head 1"/>
    <w:basedOn w:val="Normal"/>
    <w:next w:val="Normal"/>
    <w:rsid w:val="00F47BED"/>
    <w:pPr>
      <w:spacing w:after="0" w:line="240" w:lineRule="auto"/>
      <w:jc w:val="center"/>
    </w:pPr>
    <w:rPr>
      <w:rFonts w:ascii="Arial" w:eastAsia="MS Mincho" w:hAnsi="Arial" w:cs="Times New Roman"/>
      <w:b/>
      <w:sz w:val="36"/>
      <w:szCs w:val="24"/>
      <w:lang w:eastAsia="ja-JP"/>
    </w:rPr>
  </w:style>
  <w:style w:type="paragraph" w:customStyle="1" w:styleId="InstructHead2">
    <w:name w:val="Instruct Head 2"/>
    <w:basedOn w:val="Normal"/>
    <w:next w:val="Normal"/>
    <w:rsid w:val="00F47BED"/>
    <w:pPr>
      <w:spacing w:after="0" w:line="240" w:lineRule="auto"/>
      <w:jc w:val="center"/>
    </w:pPr>
    <w:rPr>
      <w:rFonts w:ascii="Arial" w:eastAsia="MS Mincho" w:hAnsi="Arial" w:cs="Times New Roman"/>
      <w:b/>
      <w:sz w:val="32"/>
      <w:szCs w:val="24"/>
      <w:lang w:eastAsia="ja-JP"/>
    </w:rPr>
  </w:style>
  <w:style w:type="paragraph" w:customStyle="1" w:styleId="InstructHead3">
    <w:name w:val="Instruct Head 3"/>
    <w:basedOn w:val="Normal"/>
    <w:next w:val="Normal"/>
    <w:rsid w:val="00F47BED"/>
    <w:pPr>
      <w:spacing w:before="240" w:after="0" w:line="240" w:lineRule="auto"/>
    </w:pPr>
    <w:rPr>
      <w:rFonts w:ascii="Arial" w:eastAsia="MS Mincho" w:hAnsi="Arial" w:cs="Times New Roman"/>
      <w:b/>
      <w:sz w:val="28"/>
      <w:szCs w:val="24"/>
      <w:lang w:eastAsia="ja-JP"/>
    </w:rPr>
  </w:style>
  <w:style w:type="paragraph" w:customStyle="1" w:styleId="Instructtext">
    <w:name w:val="Instruct text"/>
    <w:basedOn w:val="Normal"/>
    <w:rsid w:val="00F47BED"/>
    <w:pPr>
      <w:tabs>
        <w:tab w:val="left" w:pos="794"/>
      </w:tabs>
      <w:spacing w:before="180" w:after="0" w:line="320" w:lineRule="exact"/>
    </w:pPr>
    <w:rPr>
      <w:rFonts w:ascii="Arial" w:eastAsia="MS Mincho" w:hAnsi="Arial" w:cs="Times New Roman"/>
      <w:sz w:val="24"/>
      <w:szCs w:val="24"/>
      <w:lang w:eastAsia="ja-JP"/>
    </w:rPr>
  </w:style>
  <w:style w:type="paragraph" w:customStyle="1" w:styleId="Instructtextnoabove">
    <w:name w:val="Instruct text no # above"/>
    <w:basedOn w:val="Instructtext"/>
    <w:next w:val="Instructtext"/>
    <w:rsid w:val="00F47BED"/>
    <w:pPr>
      <w:spacing w:before="0"/>
    </w:pPr>
  </w:style>
  <w:style w:type="paragraph" w:customStyle="1" w:styleId="Instructtextsmall">
    <w:name w:val="Instruct text small"/>
    <w:basedOn w:val="Instructtext"/>
    <w:rsid w:val="00F47BED"/>
    <w:pPr>
      <w:tabs>
        <w:tab w:val="left" w:pos="737"/>
      </w:tabs>
      <w:spacing w:line="260" w:lineRule="exact"/>
    </w:pPr>
    <w:rPr>
      <w:sz w:val="18"/>
    </w:rPr>
  </w:style>
  <w:style w:type="paragraph" w:customStyle="1" w:styleId="IPEdAHeadquestiontitle">
    <w:name w:val="IPEd A Head question title"/>
    <w:basedOn w:val="Normal"/>
    <w:qFormat/>
    <w:rsid w:val="00F47BED"/>
    <w:pPr>
      <w:keepNext/>
      <w:pageBreakBefore/>
      <w:spacing w:after="240" w:line="240" w:lineRule="auto"/>
      <w:outlineLvl w:val="0"/>
    </w:pPr>
    <w:rPr>
      <w:rFonts w:ascii="Arial" w:eastAsia="MS Mincho" w:hAnsi="Arial" w:cs="Times New Roman"/>
      <w:b/>
      <w:bCs/>
      <w:color w:val="004BFF"/>
      <w:sz w:val="28"/>
      <w:szCs w:val="28"/>
    </w:rPr>
  </w:style>
  <w:style w:type="paragraph" w:customStyle="1" w:styleId="IPEdAQuestion">
    <w:name w:val="IPEd A Question"/>
    <w:basedOn w:val="IPEdAQuestionbase"/>
    <w:qFormat/>
    <w:rsid w:val="00F47BED"/>
    <w:pPr>
      <w:tabs>
        <w:tab w:val="left" w:pos="851"/>
      </w:tabs>
      <w:spacing w:before="360" w:after="240" w:line="240" w:lineRule="auto"/>
      <w:ind w:left="851" w:hanging="851"/>
    </w:pPr>
  </w:style>
  <w:style w:type="paragraph" w:customStyle="1" w:styleId="IPEdAQuestionbullets">
    <w:name w:val="IPEd A Question bullets"/>
    <w:basedOn w:val="IPEdAQuestion"/>
    <w:qFormat/>
    <w:rsid w:val="00F47BED"/>
    <w:pPr>
      <w:numPr>
        <w:numId w:val="28"/>
      </w:numPr>
      <w:spacing w:before="240"/>
      <w:ind w:left="1418" w:hanging="567"/>
    </w:pPr>
    <w:rPr>
      <w:noProof w:val="0"/>
    </w:rPr>
  </w:style>
  <w:style w:type="paragraph" w:customStyle="1" w:styleId="IPEdBQuestion">
    <w:name w:val="IPEd B Question"/>
    <w:basedOn w:val="Normal"/>
    <w:qFormat/>
    <w:rsid w:val="00F47BED"/>
    <w:pPr>
      <w:spacing w:after="0" w:line="480" w:lineRule="auto"/>
      <w:ind w:left="1418" w:hanging="567"/>
    </w:pPr>
    <w:rPr>
      <w:rFonts w:ascii="Times New Roman" w:eastAsia="MS Mincho" w:hAnsi="Times New Roman" w:cs="Times New Roman"/>
      <w:sz w:val="24"/>
      <w:szCs w:val="24"/>
    </w:rPr>
  </w:style>
  <w:style w:type="character" w:customStyle="1" w:styleId="IPEdbold">
    <w:name w:val="IPEd bold"/>
    <w:uiPriority w:val="1"/>
    <w:qFormat/>
    <w:rsid w:val="00F47BED"/>
    <w:rPr>
      <w:b/>
    </w:rPr>
  </w:style>
  <w:style w:type="character" w:customStyle="1" w:styleId="IPEdbolditalic">
    <w:name w:val="IPEd bold+italic"/>
    <w:uiPriority w:val="1"/>
    <w:qFormat/>
    <w:rsid w:val="00F47BED"/>
    <w:rPr>
      <w:rFonts w:ascii="Times New Roman" w:hAnsi="Times New Roman"/>
      <w:b/>
      <w:i/>
      <w:sz w:val="24"/>
    </w:rPr>
  </w:style>
  <w:style w:type="paragraph" w:customStyle="1" w:styleId="IPEdbullets2FOtext">
    <w:name w:val="IPEd bullets 2 F/O text"/>
    <w:basedOn w:val="Normal"/>
    <w:qFormat/>
    <w:rsid w:val="00F47BED"/>
    <w:pPr>
      <w:numPr>
        <w:ilvl w:val="1"/>
        <w:numId w:val="29"/>
      </w:numPr>
    </w:pPr>
    <w:rPr>
      <w:rFonts w:ascii="Times New Roman" w:eastAsia="Calibri" w:hAnsi="Times New Roman" w:cs="DokChampa"/>
      <w:sz w:val="24"/>
    </w:rPr>
  </w:style>
  <w:style w:type="paragraph" w:customStyle="1" w:styleId="IPEdParaTextFO">
    <w:name w:val="IPEd Para Text F/O"/>
    <w:basedOn w:val="Normal"/>
    <w:qFormat/>
    <w:rsid w:val="00F47BED"/>
    <w:pPr>
      <w:spacing w:before="180" w:after="120" w:line="320" w:lineRule="exact"/>
    </w:pPr>
    <w:rPr>
      <w:rFonts w:ascii="Times New Roman" w:eastAsia="MS Mincho" w:hAnsi="Times New Roman" w:cs="TimesNewRomanPS-BoldMT"/>
      <w:bCs/>
      <w:sz w:val="24"/>
      <w:szCs w:val="24"/>
    </w:rPr>
  </w:style>
  <w:style w:type="paragraph" w:customStyle="1" w:styleId="IPEdbulletsFOtext">
    <w:name w:val="IPEd bullets F/O text"/>
    <w:basedOn w:val="IPEdParaTextFO"/>
    <w:qFormat/>
    <w:rsid w:val="00F47BED"/>
    <w:pPr>
      <w:numPr>
        <w:numId w:val="30"/>
      </w:numPr>
    </w:pPr>
  </w:style>
  <w:style w:type="character" w:customStyle="1" w:styleId="IPEditalic">
    <w:name w:val="IPEd italic"/>
    <w:uiPriority w:val="1"/>
    <w:qFormat/>
    <w:rsid w:val="00F47BED"/>
    <w:rPr>
      <w:i/>
    </w:rPr>
  </w:style>
  <w:style w:type="paragraph" w:customStyle="1" w:styleId="IPEdParaTextFODoublespaced">
    <w:name w:val="IPEd Para Text F/O Double spaced"/>
    <w:basedOn w:val="Normal"/>
    <w:qFormat/>
    <w:rsid w:val="00F47BED"/>
    <w:pPr>
      <w:spacing w:line="480" w:lineRule="auto"/>
      <w:ind w:left="567"/>
    </w:pPr>
    <w:rPr>
      <w:rFonts w:ascii="Times New Roman" w:eastAsia="Calibri" w:hAnsi="Times New Roman" w:cs="DokChampa"/>
      <w:sz w:val="24"/>
    </w:rPr>
  </w:style>
  <w:style w:type="paragraph" w:customStyle="1" w:styleId="IPEdRubric1">
    <w:name w:val="IPEd Rubric 1"/>
    <w:qFormat/>
    <w:rsid w:val="00641169"/>
    <w:pPr>
      <w:ind w:left="714" w:hanging="357"/>
    </w:pPr>
    <w:rPr>
      <w:rFonts w:ascii="Arial" w:eastAsia="MS Mincho" w:hAnsi="Arial" w:cs="Times New Roman"/>
      <w:color w:val="0000FF"/>
      <w:sz w:val="24"/>
      <w:szCs w:val="24"/>
      <w:lang w:eastAsia="en-US"/>
    </w:rPr>
  </w:style>
  <w:style w:type="table" w:styleId="ColorfulList-Accent1">
    <w:name w:val="Colorful List Accent 1"/>
    <w:basedOn w:val="TableNormal"/>
    <w:uiPriority w:val="72"/>
    <w:rsid w:val="00F47BED"/>
    <w:pPr>
      <w:spacing w:after="0" w:line="240" w:lineRule="auto"/>
    </w:pPr>
    <w:rPr>
      <w:rFonts w:eastAsiaTheme="minorHAns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IPEdSmallcaps">
    <w:name w:val="IPEd Small caps"/>
    <w:uiPriority w:val="1"/>
    <w:qFormat/>
    <w:rsid w:val="00F47BED"/>
    <w:rPr>
      <w:rFonts w:ascii="Times New Roman" w:hAnsi="Times New Roman"/>
      <w:caps w:val="0"/>
      <w:smallCaps/>
      <w:sz w:val="24"/>
      <w:szCs w:val="24"/>
    </w:rPr>
  </w:style>
  <w:style w:type="character" w:customStyle="1" w:styleId="IPEdsuperscript">
    <w:name w:val="IPEd superscript"/>
    <w:uiPriority w:val="1"/>
    <w:qFormat/>
    <w:rsid w:val="00F47BED"/>
    <w:rPr>
      <w:vertAlign w:val="superscript"/>
    </w:rPr>
  </w:style>
  <w:style w:type="paragraph" w:customStyle="1" w:styleId="IPEdTablecaption">
    <w:name w:val="IPEd Table caption"/>
    <w:basedOn w:val="Normal"/>
    <w:qFormat/>
    <w:rsid w:val="00F47BED"/>
    <w:pPr>
      <w:spacing w:after="60" w:line="240" w:lineRule="auto"/>
    </w:pPr>
    <w:rPr>
      <w:rFonts w:ascii="Calibri" w:eastAsia="MS Mincho" w:hAnsi="Calibri" w:cs="Times New Roman"/>
      <w:szCs w:val="24"/>
    </w:rPr>
  </w:style>
  <w:style w:type="paragraph" w:customStyle="1" w:styleId="IPEdTablecells">
    <w:name w:val="IPEd Table cells"/>
    <w:basedOn w:val="Normal"/>
    <w:qFormat/>
    <w:rsid w:val="00F47BED"/>
    <w:pPr>
      <w:widowControl w:val="0"/>
      <w:tabs>
        <w:tab w:val="left" w:pos="567"/>
      </w:tabs>
      <w:kinsoku w:val="0"/>
      <w:overflowPunct w:val="0"/>
      <w:spacing w:before="360" w:after="360" w:line="320" w:lineRule="atLeast"/>
      <w:textAlignment w:val="baseline"/>
    </w:pPr>
    <w:rPr>
      <w:rFonts w:ascii="Times New Roman" w:eastAsia="MS Mincho" w:hAnsi="Times New Roman" w:cs="Times New Roman"/>
      <w:sz w:val="24"/>
      <w:szCs w:val="24"/>
    </w:rPr>
  </w:style>
  <w:style w:type="paragraph" w:customStyle="1" w:styleId="IPEdTablecolumnheadings">
    <w:name w:val="IPEd Table column headings"/>
    <w:basedOn w:val="Normal"/>
    <w:qFormat/>
    <w:rsid w:val="00F47BED"/>
    <w:pPr>
      <w:widowControl w:val="0"/>
      <w:tabs>
        <w:tab w:val="left" w:pos="567"/>
      </w:tabs>
      <w:kinsoku w:val="0"/>
      <w:overflowPunct w:val="0"/>
      <w:spacing w:before="60" w:after="60" w:line="320" w:lineRule="atLeast"/>
      <w:jc w:val="both"/>
      <w:textAlignment w:val="baseline"/>
    </w:pPr>
    <w:rPr>
      <w:rFonts w:ascii="Times New Roman" w:eastAsia="MS Mincho" w:hAnsi="Times New Roman" w:cs="Times New Roman"/>
      <w:b/>
      <w:sz w:val="24"/>
      <w:szCs w:val="24"/>
    </w:rPr>
  </w:style>
  <w:style w:type="paragraph" w:customStyle="1" w:styleId="IPEdTablefootnotes">
    <w:name w:val="IPEd Table footnotes"/>
    <w:basedOn w:val="Normal"/>
    <w:qFormat/>
    <w:rsid w:val="00F47BED"/>
    <w:pPr>
      <w:spacing w:after="0" w:line="240" w:lineRule="auto"/>
    </w:pPr>
    <w:rPr>
      <w:rFonts w:ascii="Cambria" w:eastAsia="MS Mincho" w:hAnsi="Cambria" w:cs="Times New Roman"/>
      <w:sz w:val="20"/>
      <w:szCs w:val="24"/>
    </w:rPr>
  </w:style>
  <w:style w:type="paragraph" w:customStyle="1" w:styleId="IPEdTablerowheadings">
    <w:name w:val="IPEd Table row headings"/>
    <w:basedOn w:val="Normal"/>
    <w:qFormat/>
    <w:rsid w:val="00F47BED"/>
    <w:pPr>
      <w:widowControl w:val="0"/>
      <w:tabs>
        <w:tab w:val="left" w:pos="567"/>
      </w:tabs>
      <w:kinsoku w:val="0"/>
      <w:overflowPunct w:val="0"/>
      <w:spacing w:before="360" w:after="360" w:line="320" w:lineRule="atLeast"/>
      <w:textAlignment w:val="baseline"/>
    </w:pPr>
    <w:rPr>
      <w:rFonts w:ascii="Times New Roman" w:eastAsia="MS Mincho" w:hAnsi="Times New Roman" w:cs="Times New Roman"/>
      <w:b/>
      <w:sz w:val="24"/>
      <w:szCs w:val="24"/>
    </w:rPr>
  </w:style>
  <w:style w:type="character" w:customStyle="1" w:styleId="IPEdunderline">
    <w:name w:val="IPEd underline"/>
    <w:uiPriority w:val="1"/>
    <w:qFormat/>
    <w:rsid w:val="00F47BED"/>
    <w:rPr>
      <w:rFonts w:ascii="Times New Roman" w:hAnsi="Times New Roman"/>
      <w:sz w:val="24"/>
      <w:u w:val="single"/>
    </w:rPr>
  </w:style>
  <w:style w:type="paragraph" w:customStyle="1" w:styleId="Part1Head1">
    <w:name w:val="Part 1 Head 1"/>
    <w:basedOn w:val="InstructHead1"/>
    <w:rsid w:val="00F47BED"/>
    <w:pPr>
      <w:jc w:val="left"/>
    </w:pPr>
  </w:style>
  <w:style w:type="paragraph" w:customStyle="1" w:styleId="Part2Head1">
    <w:name w:val="Part 2 Head 1"/>
    <w:basedOn w:val="Part1Head1"/>
    <w:rsid w:val="00F47BED"/>
  </w:style>
  <w:style w:type="paragraph" w:customStyle="1" w:styleId="Part2Head2">
    <w:name w:val="Part 2 Head 2"/>
    <w:next w:val="Normal"/>
    <w:rsid w:val="00F47BED"/>
    <w:pPr>
      <w:spacing w:before="240" w:after="120" w:line="240" w:lineRule="auto"/>
    </w:pPr>
    <w:rPr>
      <w:rFonts w:ascii="Times New Roman" w:eastAsia="MS Mincho" w:hAnsi="Times New Roman" w:cs="Times New Roman"/>
      <w:b/>
      <w:caps/>
      <w:sz w:val="26"/>
      <w:szCs w:val="24"/>
    </w:rPr>
  </w:style>
  <w:style w:type="paragraph" w:customStyle="1" w:styleId="Part2Head3">
    <w:name w:val="Part 2 Head 3"/>
    <w:basedOn w:val="Part2Head2"/>
    <w:next w:val="Normal"/>
    <w:rsid w:val="00F47BED"/>
    <w:rPr>
      <w:i/>
      <w:caps w:val="0"/>
      <w:szCs w:val="26"/>
    </w:rPr>
  </w:style>
  <w:style w:type="paragraph" w:customStyle="1" w:styleId="Part2Head4">
    <w:name w:val="Part 2 Head 4"/>
    <w:basedOn w:val="Part2Head2"/>
    <w:next w:val="Normal"/>
    <w:rsid w:val="00F47BED"/>
    <w:rPr>
      <w:caps w:val="0"/>
      <w:szCs w:val="26"/>
    </w:rPr>
  </w:style>
  <w:style w:type="paragraph" w:customStyle="1" w:styleId="Part2Head5">
    <w:name w:val="Part 2 Head 5"/>
    <w:basedOn w:val="Part2Head2"/>
    <w:next w:val="Normal"/>
    <w:rsid w:val="00F47BED"/>
    <w:rPr>
      <w:b w:val="0"/>
      <w:i/>
      <w:caps w:val="0"/>
      <w:szCs w:val="26"/>
    </w:rPr>
  </w:style>
  <w:style w:type="paragraph" w:customStyle="1" w:styleId="Part3Head1">
    <w:name w:val="Part 3 Head 1"/>
    <w:basedOn w:val="Part1Head1"/>
    <w:rsid w:val="00F47BED"/>
  </w:style>
  <w:style w:type="character" w:customStyle="1" w:styleId="PlaceholderText1">
    <w:name w:val="Placeholder Text1"/>
    <w:uiPriority w:val="99"/>
    <w:semiHidden/>
    <w:rsid w:val="00F47BED"/>
    <w:rPr>
      <w:color w:val="808080"/>
    </w:rPr>
  </w:style>
  <w:style w:type="paragraph" w:customStyle="1" w:styleId="Pt1Instructiontext">
    <w:name w:val="Pt 1 Instruction text"/>
    <w:rsid w:val="00F47BED"/>
    <w:pPr>
      <w:spacing w:before="180" w:after="0" w:line="320" w:lineRule="exact"/>
    </w:pPr>
    <w:rPr>
      <w:rFonts w:ascii="Arial" w:eastAsia="MS Mincho" w:hAnsi="Arial" w:cs="Times New Roman"/>
      <w:sz w:val="24"/>
      <w:szCs w:val="24"/>
    </w:rPr>
  </w:style>
  <w:style w:type="paragraph" w:customStyle="1" w:styleId="Pt1Instructionbullets">
    <w:name w:val="Pt 1 Instruction bullets"/>
    <w:basedOn w:val="Pt1Instructiontext"/>
    <w:rsid w:val="00F47BED"/>
    <w:pPr>
      <w:numPr>
        <w:numId w:val="32"/>
      </w:numPr>
      <w:spacing w:before="120" w:line="260" w:lineRule="exact"/>
    </w:pPr>
  </w:style>
  <w:style w:type="paragraph" w:customStyle="1" w:styleId="Pt1Questiontext">
    <w:name w:val="Pt 1 Question text"/>
    <w:basedOn w:val="Pt1Instructiontext"/>
    <w:rsid w:val="00F47BED"/>
    <w:rPr>
      <w:rFonts w:ascii="Times New Roman" w:hAnsi="Times New Roman"/>
    </w:rPr>
  </w:style>
  <w:style w:type="paragraph" w:customStyle="1" w:styleId="Pt1Questiontxtlist">
    <w:name w:val="Pt 1 Question txt list"/>
    <w:basedOn w:val="Pt1Questiontext"/>
    <w:rsid w:val="00F47BED"/>
    <w:pPr>
      <w:numPr>
        <w:numId w:val="33"/>
      </w:numPr>
    </w:pPr>
  </w:style>
  <w:style w:type="paragraph" w:customStyle="1" w:styleId="Pt1Questiontxtnumbers">
    <w:name w:val="Pt 1 Question txt numbers"/>
    <w:basedOn w:val="Pt1Questiontext"/>
    <w:rsid w:val="00F47BED"/>
    <w:pPr>
      <w:numPr>
        <w:numId w:val="34"/>
      </w:numPr>
      <w:spacing w:line="480" w:lineRule="auto"/>
    </w:pPr>
  </w:style>
  <w:style w:type="paragraph" w:customStyle="1" w:styleId="Pt2Questiontext">
    <w:name w:val="Pt 2 Question text"/>
    <w:basedOn w:val="Pt1Questiontext"/>
    <w:rsid w:val="00F47BED"/>
  </w:style>
  <w:style w:type="paragraph" w:customStyle="1" w:styleId="Pt2Extracttextdouble-spaced">
    <w:name w:val="Pt 2 Extract text (double-spaced)"/>
    <w:basedOn w:val="Pt2Questiontext"/>
    <w:rsid w:val="00F47BED"/>
    <w:pPr>
      <w:spacing w:line="480" w:lineRule="auto"/>
    </w:pPr>
  </w:style>
  <w:style w:type="paragraph" w:customStyle="1" w:styleId="Pt2Extracttextindented">
    <w:name w:val="Pt 2 Extract text indented"/>
    <w:basedOn w:val="Pt2Extracttextdouble-spaced"/>
    <w:rsid w:val="00F47BED"/>
    <w:pPr>
      <w:ind w:left="567"/>
    </w:pPr>
  </w:style>
  <w:style w:type="paragraph" w:customStyle="1" w:styleId="Pt2Instructionbullets">
    <w:name w:val="Pt 2 Instruction bullets"/>
    <w:basedOn w:val="Pt1Instructionbullets"/>
    <w:rsid w:val="00F47BED"/>
    <w:pPr>
      <w:numPr>
        <w:numId w:val="0"/>
      </w:numPr>
    </w:pPr>
  </w:style>
  <w:style w:type="paragraph" w:customStyle="1" w:styleId="Pt2Instructiontext">
    <w:name w:val="Pt 2 Instruction text"/>
    <w:basedOn w:val="Pt1Instructiontext"/>
    <w:rsid w:val="00F47BED"/>
  </w:style>
  <w:style w:type="paragraph" w:customStyle="1" w:styleId="Pt2Questiontxtlist">
    <w:name w:val="Pt 2 Question txt list"/>
    <w:basedOn w:val="Pt1Questiontxtlist"/>
    <w:rsid w:val="00F47BED"/>
    <w:pPr>
      <w:numPr>
        <w:numId w:val="0"/>
      </w:numPr>
    </w:pPr>
  </w:style>
  <w:style w:type="paragraph" w:customStyle="1" w:styleId="Pt2Questiontxtnumbers">
    <w:name w:val="Pt 2 Question txt numbers"/>
    <w:basedOn w:val="Pt1Questiontxtnumbers"/>
    <w:rsid w:val="00F47BED"/>
    <w:pPr>
      <w:numPr>
        <w:numId w:val="0"/>
      </w:numPr>
    </w:pPr>
  </w:style>
  <w:style w:type="paragraph" w:customStyle="1" w:styleId="Pt2Tabletext">
    <w:name w:val="Pt 2 Table text"/>
    <w:rsid w:val="00F47BED"/>
    <w:pPr>
      <w:spacing w:after="0" w:line="360" w:lineRule="auto"/>
    </w:pPr>
    <w:rPr>
      <w:rFonts w:ascii="Arial" w:eastAsia="MS Mincho" w:hAnsi="Arial" w:cs="Times New Roman"/>
      <w:sz w:val="20"/>
      <w:szCs w:val="24"/>
    </w:rPr>
  </w:style>
  <w:style w:type="paragraph" w:customStyle="1" w:styleId="Pt2Tablefigurehead">
    <w:name w:val="Pt 2 Table/figure head"/>
    <w:basedOn w:val="Part2Head2"/>
    <w:rsid w:val="00F47BED"/>
    <w:pPr>
      <w:spacing w:after="0"/>
      <w:ind w:left="567"/>
    </w:pPr>
    <w:rPr>
      <w:caps w:val="0"/>
      <w:sz w:val="22"/>
      <w:szCs w:val="22"/>
    </w:rPr>
  </w:style>
  <w:style w:type="paragraph" w:customStyle="1" w:styleId="Pt3Instructionbullets">
    <w:name w:val="Pt 3 Instruction bullets"/>
    <w:basedOn w:val="Pt1Instructionbullets"/>
    <w:rsid w:val="00F47BED"/>
    <w:pPr>
      <w:numPr>
        <w:numId w:val="0"/>
      </w:numPr>
    </w:pPr>
  </w:style>
  <w:style w:type="paragraph" w:customStyle="1" w:styleId="Pt3Instructiontext">
    <w:name w:val="Pt 3 Instruction text"/>
    <w:basedOn w:val="Pt1Instructiontext"/>
    <w:rsid w:val="00F47BED"/>
  </w:style>
  <w:style w:type="paragraph" w:customStyle="1" w:styleId="Pt3Question">
    <w:name w:val="Pt 3 Question"/>
    <w:basedOn w:val="Pt3Instructiontext"/>
    <w:next w:val="Pt3Instructiontext"/>
    <w:rsid w:val="00F47BED"/>
    <w:pPr>
      <w:tabs>
        <w:tab w:val="left" w:pos="1985"/>
      </w:tabs>
      <w:spacing w:after="120" w:line="240" w:lineRule="auto"/>
    </w:pPr>
    <w:rPr>
      <w:b/>
    </w:rPr>
  </w:style>
  <w:style w:type="paragraph" w:customStyle="1" w:styleId="Pt3Questiontext">
    <w:name w:val="Pt 3 Question text"/>
    <w:basedOn w:val="Pt1Questiontext"/>
    <w:rsid w:val="00F47BED"/>
    <w:pPr>
      <w:tabs>
        <w:tab w:val="right" w:leader="underscore" w:pos="8448"/>
      </w:tabs>
    </w:pPr>
  </w:style>
  <w:style w:type="paragraph" w:customStyle="1" w:styleId="Pt3Questiontextbullets">
    <w:name w:val="Pt 3 Question text bullets"/>
    <w:basedOn w:val="Pt3Questiontext"/>
    <w:rsid w:val="00F47BED"/>
    <w:pPr>
      <w:numPr>
        <w:numId w:val="35"/>
      </w:numPr>
      <w:tabs>
        <w:tab w:val="clear" w:pos="8448"/>
      </w:tabs>
    </w:pPr>
  </w:style>
  <w:style w:type="paragraph" w:customStyle="1" w:styleId="Pt3Questiontextruleatend">
    <w:name w:val="Pt 3 Question text rule at end"/>
    <w:basedOn w:val="Pt1Questiontxtlist"/>
    <w:rsid w:val="00F47BED"/>
    <w:pPr>
      <w:numPr>
        <w:numId w:val="0"/>
      </w:numPr>
      <w:tabs>
        <w:tab w:val="left" w:pos="907"/>
        <w:tab w:val="left" w:pos="6237"/>
        <w:tab w:val="right" w:leader="underscore" w:pos="8448"/>
      </w:tabs>
      <w:ind w:left="510"/>
    </w:pPr>
  </w:style>
  <w:style w:type="paragraph" w:customStyle="1" w:styleId="Pt3Questiontextsmall">
    <w:name w:val="Pt 3 Question text small"/>
    <w:basedOn w:val="Pt3Questiontext"/>
    <w:rsid w:val="00F47BED"/>
    <w:pPr>
      <w:spacing w:before="0" w:line="260" w:lineRule="exact"/>
    </w:pPr>
    <w:rPr>
      <w:sz w:val="18"/>
    </w:rPr>
  </w:style>
  <w:style w:type="paragraph" w:customStyle="1" w:styleId="Pt3Questiontxtlista">
    <w:name w:val="Pt 3 Question txt list a."/>
    <w:basedOn w:val="Pt1Questiontxtlist"/>
    <w:rsid w:val="00F47BED"/>
    <w:pPr>
      <w:numPr>
        <w:numId w:val="0"/>
      </w:numPr>
      <w:tabs>
        <w:tab w:val="right" w:leader="underscore" w:pos="8448"/>
      </w:tabs>
    </w:pPr>
  </w:style>
  <w:style w:type="paragraph" w:customStyle="1" w:styleId="Pt3Questiontxtlistlongrule">
    <w:name w:val="Pt 3 Question txt list long rule"/>
    <w:basedOn w:val="Pt3Questiontxtlista"/>
    <w:rsid w:val="00F47BED"/>
    <w:pPr>
      <w:tabs>
        <w:tab w:val="left" w:pos="907"/>
        <w:tab w:val="right" w:leader="underscore" w:pos="2778"/>
        <w:tab w:val="left" w:pos="2892"/>
        <w:tab w:val="left" w:pos="6464"/>
      </w:tabs>
      <w:ind w:left="510"/>
    </w:pPr>
  </w:style>
  <w:style w:type="paragraph" w:customStyle="1" w:styleId="Pt3Questiontxtlistshortrule">
    <w:name w:val="Pt 3 Question txt list short rule"/>
    <w:basedOn w:val="Pt3Questiontxtlistlongrule"/>
    <w:rsid w:val="00F47BED"/>
    <w:pPr>
      <w:tabs>
        <w:tab w:val="clear" w:pos="2778"/>
        <w:tab w:val="clear" w:pos="2892"/>
        <w:tab w:val="clear" w:pos="6464"/>
        <w:tab w:val="right" w:leader="underscore" w:pos="2041"/>
        <w:tab w:val="left" w:pos="2211"/>
      </w:tabs>
      <w:ind w:left="2154" w:hanging="1644"/>
    </w:pPr>
  </w:style>
  <w:style w:type="paragraph" w:customStyle="1" w:styleId="Pt3Questiontxtnumbers">
    <w:name w:val="Pt 3 Question txt numbers"/>
    <w:rsid w:val="00F47BED"/>
    <w:pPr>
      <w:tabs>
        <w:tab w:val="left" w:pos="510"/>
      </w:tabs>
      <w:spacing w:before="180" w:after="0" w:line="320" w:lineRule="exact"/>
      <w:ind w:left="510" w:hanging="510"/>
    </w:pPr>
    <w:rPr>
      <w:rFonts w:ascii="Times New Roman" w:eastAsia="MS Mincho" w:hAnsi="Times New Roman" w:cs="Times New Roman"/>
      <w:b/>
      <w:sz w:val="24"/>
      <w:szCs w:val="24"/>
    </w:rPr>
  </w:style>
  <w:style w:type="paragraph" w:customStyle="1" w:styleId="IPEdBulletpointendspace">
    <w:name w:val="IPEd Bullet point end space"/>
    <w:qFormat/>
    <w:rsid w:val="00F47BED"/>
    <w:pPr>
      <w:spacing w:after="0" w:line="240" w:lineRule="auto"/>
    </w:pPr>
    <w:rPr>
      <w:rFonts w:ascii="Arial" w:hAnsi="Arial" w:cs="Arial"/>
      <w:noProof/>
      <w:color w:val="0070C0"/>
      <w:sz w:val="12"/>
    </w:rPr>
  </w:style>
  <w:style w:type="paragraph" w:customStyle="1" w:styleId="IPEdRubricHead">
    <w:name w:val="IPEd Rubric Head"/>
    <w:basedOn w:val="IPEdAHeadquestiontitle"/>
    <w:qFormat/>
    <w:rsid w:val="00F47BED"/>
    <w:pPr>
      <w:pageBreakBefore w:val="0"/>
      <w:spacing w:before="360" w:after="120"/>
    </w:pPr>
    <w:rPr>
      <w:noProof/>
    </w:rPr>
  </w:style>
  <w:style w:type="paragraph" w:customStyle="1" w:styleId="IPEdNormal">
    <w:name w:val="IPEd Normal"/>
    <w:qFormat/>
    <w:rsid w:val="00F47BED"/>
    <w:pPr>
      <w:spacing w:before="240" w:line="480" w:lineRule="auto"/>
    </w:pPr>
    <w:rPr>
      <w:rFonts w:ascii="Times New Roman" w:eastAsiaTheme="minorHAnsi" w:hAnsi="Times New Roman" w:cs="Times New Roman"/>
      <w:noProof/>
      <w:sz w:val="24"/>
      <w:lang w:eastAsia="en-US"/>
    </w:rPr>
  </w:style>
  <w:style w:type="paragraph" w:customStyle="1" w:styleId="IPEdRubrictext">
    <w:name w:val="IPEd Rubric text"/>
    <w:basedOn w:val="Normal"/>
    <w:qFormat/>
    <w:rsid w:val="00F47BED"/>
    <w:pPr>
      <w:keepNext/>
      <w:spacing w:before="240" w:after="120" w:line="240" w:lineRule="auto"/>
    </w:pPr>
    <w:rPr>
      <w:rFonts w:ascii="Arial" w:eastAsia="MS Mincho" w:hAnsi="Arial" w:cs="Arial"/>
      <w:bCs/>
      <w:noProof/>
      <w:color w:val="004BFF"/>
      <w:sz w:val="24"/>
      <w:szCs w:val="28"/>
    </w:rPr>
  </w:style>
  <w:style w:type="paragraph" w:customStyle="1" w:styleId="IPEdRubric2">
    <w:name w:val="IPEd Rubric 2"/>
    <w:basedOn w:val="IPEdRubric1"/>
    <w:qFormat/>
    <w:rsid w:val="00641169"/>
    <w:rPr>
      <w:noProof/>
    </w:rPr>
  </w:style>
  <w:style w:type="paragraph" w:customStyle="1" w:styleId="IPEdHorizontalRule">
    <w:name w:val="IPEd Horizontal Rule"/>
    <w:basedOn w:val="IPEdRubrictext"/>
    <w:qFormat/>
    <w:rsid w:val="00F47BED"/>
    <w:pPr>
      <w:tabs>
        <w:tab w:val="right" w:leader="underscore" w:pos="9072"/>
      </w:tabs>
      <w:spacing w:before="120" w:after="0"/>
    </w:pPr>
    <w:rPr>
      <w:sz w:val="16"/>
    </w:rPr>
  </w:style>
  <w:style w:type="paragraph" w:customStyle="1" w:styleId="xExamhead">
    <w:name w:val="xExam head"/>
    <w:qFormat/>
    <w:rsid w:val="00F47BED"/>
    <w:pPr>
      <w:shd w:val="clear" w:color="auto" w:fill="D9D9D9" w:themeFill="background1" w:themeFillShade="D9"/>
      <w:jc w:val="center"/>
      <w:outlineLvl w:val="0"/>
    </w:pPr>
    <w:rPr>
      <w:rFonts w:ascii="Arial Narrow" w:eastAsiaTheme="majorEastAsia" w:hAnsi="Arial Narrow" w:cstheme="majorBidi"/>
      <w:b/>
      <w:bCs/>
      <w:sz w:val="32"/>
      <w:szCs w:val="26"/>
    </w:rPr>
  </w:style>
  <w:style w:type="paragraph" w:customStyle="1" w:styleId="xExamsubhead">
    <w:name w:val="xExam subhead"/>
    <w:basedOn w:val="Heading1"/>
    <w:qFormat/>
    <w:rsid w:val="00F47BED"/>
    <w:pPr>
      <w:spacing w:before="200" w:after="200"/>
      <w:jc w:val="center"/>
      <w:outlineLvl w:val="9"/>
    </w:pPr>
    <w:rPr>
      <w:rFonts w:ascii="Arial Narrow" w:hAnsi="Arial Narrow"/>
      <w:color w:val="auto"/>
      <w:sz w:val="24"/>
      <w:lang w:eastAsia="ja-JP"/>
    </w:rPr>
  </w:style>
  <w:style w:type="paragraph" w:customStyle="1" w:styleId="IPEdRubricbullet">
    <w:name w:val="IPEd Rubric bullet"/>
    <w:qFormat/>
    <w:rsid w:val="00F47BED"/>
    <w:pPr>
      <w:numPr>
        <w:numId w:val="31"/>
      </w:numPr>
      <w:ind w:left="567" w:hanging="567"/>
    </w:pPr>
    <w:rPr>
      <w:rFonts w:ascii="Arial" w:eastAsia="MS Mincho" w:hAnsi="Arial" w:cs="Times New Roman"/>
      <w:color w:val="004BFF"/>
      <w:sz w:val="24"/>
      <w:szCs w:val="24"/>
      <w:lang w:eastAsia="en-US"/>
    </w:rPr>
  </w:style>
  <w:style w:type="paragraph" w:customStyle="1" w:styleId="IPEdRubricnumber">
    <w:name w:val="IPEd Rubric number"/>
    <w:basedOn w:val="IPEdRubricbullet"/>
    <w:qFormat/>
    <w:rsid w:val="00F47BED"/>
    <w:pPr>
      <w:numPr>
        <w:numId w:val="36"/>
      </w:numPr>
      <w:ind w:left="567" w:hanging="567"/>
    </w:pPr>
    <w:rPr>
      <w:noProof/>
    </w:rPr>
  </w:style>
  <w:style w:type="paragraph" w:customStyle="1" w:styleId="IPEdExamsubheadendofpart">
    <w:name w:val="IPEd Exam subhead end of part"/>
    <w:basedOn w:val="IPEdExamsubhead"/>
    <w:qFormat/>
    <w:rsid w:val="00F47BED"/>
    <w:pPr>
      <w:spacing w:before="600"/>
      <w:outlineLvl w:val="0"/>
    </w:pPr>
  </w:style>
  <w:style w:type="paragraph" w:customStyle="1" w:styleId="IPEdRubrictextright">
    <w:name w:val="IPEd Rubric text right"/>
    <w:basedOn w:val="IPEdRubrictext"/>
    <w:qFormat/>
    <w:rsid w:val="00F47BED"/>
    <w:pPr>
      <w:jc w:val="right"/>
    </w:pPr>
  </w:style>
  <w:style w:type="paragraph" w:customStyle="1" w:styleId="IPEdQuestionbase">
    <w:name w:val="IPEd Question base"/>
    <w:qFormat/>
    <w:rsid w:val="00F47BED"/>
    <w:pPr>
      <w:spacing w:line="360" w:lineRule="auto"/>
    </w:pPr>
    <w:rPr>
      <w:rFonts w:ascii="Times New Roman" w:eastAsiaTheme="minorHAnsi" w:hAnsi="Times New Roman"/>
      <w:noProof/>
      <w:sz w:val="24"/>
      <w:lang w:eastAsia="en-US"/>
    </w:rPr>
  </w:style>
  <w:style w:type="paragraph" w:customStyle="1" w:styleId="IPEdBQuestionselectionbox">
    <w:name w:val="IPEd B Question selection box"/>
    <w:basedOn w:val="IPEdQuestionbase"/>
    <w:qFormat/>
    <w:rsid w:val="00F47BED"/>
    <w:pPr>
      <w:tabs>
        <w:tab w:val="left" w:pos="992"/>
      </w:tabs>
      <w:spacing w:after="240"/>
      <w:ind w:left="851" w:hanging="851"/>
    </w:pPr>
  </w:style>
  <w:style w:type="paragraph" w:customStyle="1" w:styleId="IPEdAQuestionbase">
    <w:name w:val="IPEd A Question base"/>
    <w:qFormat/>
    <w:rsid w:val="00F47BED"/>
    <w:pPr>
      <w:keepNext/>
      <w:keepLines/>
    </w:pPr>
    <w:rPr>
      <w:rFonts w:ascii="Arial" w:eastAsia="MS Mincho" w:hAnsi="Arial" w:cs="Times New Roman"/>
      <w:b/>
      <w:noProof/>
      <w:color w:val="004BFF"/>
      <w:sz w:val="24"/>
      <w:szCs w:val="24"/>
      <w:lang w:eastAsia="en-US"/>
    </w:rPr>
  </w:style>
  <w:style w:type="paragraph" w:customStyle="1" w:styleId="IPEdRubrictextcentred">
    <w:name w:val="IPEd Rubric text centred"/>
    <w:basedOn w:val="IPEdRubrictext"/>
    <w:qFormat/>
    <w:rsid w:val="00F47BED"/>
    <w:pPr>
      <w:jc w:val="center"/>
    </w:pPr>
  </w:style>
  <w:style w:type="paragraph" w:customStyle="1" w:styleId="IPEdAQuestionIndent2">
    <w:name w:val="IPEd A Question Indent 2"/>
    <w:basedOn w:val="IPEdAQuestion"/>
    <w:qFormat/>
    <w:rsid w:val="00F47BED"/>
    <w:pPr>
      <w:keepLines w:val="0"/>
      <w:tabs>
        <w:tab w:val="left" w:pos="680"/>
      </w:tabs>
      <w:ind w:left="1418" w:hanging="567"/>
    </w:pPr>
    <w:rPr>
      <w:rFonts w:eastAsiaTheme="minorEastAsia" w:cstheme="minorBidi"/>
      <w:noProof w:val="0"/>
      <w:sz w:val="22"/>
    </w:rPr>
  </w:style>
  <w:style w:type="paragraph" w:customStyle="1" w:styleId="IPEdBQuestionIndent2">
    <w:name w:val="IPEd B Question Indent 2"/>
    <w:basedOn w:val="IPEdBQuestion"/>
    <w:qFormat/>
    <w:rsid w:val="00F47BED"/>
    <w:rPr>
      <w:rFonts w:eastAsiaTheme="minorEastAsia" w:cstheme="minorBidi"/>
    </w:rPr>
  </w:style>
  <w:style w:type="paragraph" w:customStyle="1" w:styleId="IPEdBQuestionIndent3">
    <w:name w:val="IPEd B Question Indent 3"/>
    <w:basedOn w:val="IPEdBQuestion"/>
    <w:qFormat/>
    <w:rsid w:val="00F47BED"/>
    <w:pPr>
      <w:tabs>
        <w:tab w:val="left" w:pos="567"/>
      </w:tabs>
      <w:ind w:left="1985"/>
    </w:pPr>
    <w:rPr>
      <w:rFonts w:eastAsiaTheme="minorEastAsia" w:cstheme="minorBidi"/>
    </w:rPr>
  </w:style>
  <w:style w:type="paragraph" w:customStyle="1" w:styleId="IPEdBQuestionNOHANG">
    <w:name w:val="IPEd B Question NO HANG"/>
    <w:basedOn w:val="IPEdBQuestionIndent2"/>
    <w:qFormat/>
    <w:rsid w:val="00F47BED"/>
    <w:pPr>
      <w:spacing w:before="180" w:after="120" w:line="320" w:lineRule="exact"/>
      <w:ind w:left="851" w:firstLine="0"/>
    </w:pPr>
  </w:style>
  <w:style w:type="paragraph" w:customStyle="1" w:styleId="IPEdCQuestion">
    <w:name w:val="IPEd C Question"/>
    <w:basedOn w:val="Normal"/>
    <w:qFormat/>
    <w:rsid w:val="00F47BED"/>
    <w:pPr>
      <w:tabs>
        <w:tab w:val="left" w:pos="567"/>
      </w:tabs>
      <w:spacing w:after="0" w:line="480" w:lineRule="auto"/>
      <w:ind w:left="851"/>
    </w:pPr>
    <w:rPr>
      <w:rFonts w:ascii="Times New Roman" w:hAnsi="Times New Roman"/>
      <w:sz w:val="24"/>
      <w:szCs w:val="24"/>
    </w:rPr>
  </w:style>
  <w:style w:type="paragraph" w:customStyle="1" w:styleId="IPEdCQuestionNOHANGIndent2">
    <w:name w:val="IPEd C Question NO HANG Indent 2"/>
    <w:basedOn w:val="IPEdBQuestionIndent2"/>
    <w:qFormat/>
    <w:rsid w:val="00F47BED"/>
    <w:pPr>
      <w:ind w:left="851" w:firstLine="0"/>
    </w:pPr>
  </w:style>
  <w:style w:type="paragraph" w:customStyle="1" w:styleId="IPEddesignernote">
    <w:name w:val="IPEd designer note"/>
    <w:basedOn w:val="Normal"/>
    <w:qFormat/>
    <w:rsid w:val="00F47BED"/>
    <w:pPr>
      <w:spacing w:after="240" w:line="240" w:lineRule="auto"/>
      <w:ind w:left="907"/>
    </w:pPr>
    <w:rPr>
      <w:b/>
      <w:color w:val="FF0000"/>
      <w:sz w:val="24"/>
      <w:szCs w:val="24"/>
    </w:rPr>
  </w:style>
  <w:style w:type="paragraph" w:customStyle="1" w:styleId="IPEdRubricpt3questionssummary">
    <w:name w:val="IPEd Rubric pt3 questions summary"/>
    <w:basedOn w:val="IPEdRubrictext"/>
    <w:qFormat/>
    <w:rsid w:val="00F47BED"/>
    <w:pPr>
      <w:tabs>
        <w:tab w:val="left" w:pos="1559"/>
        <w:tab w:val="right" w:leader="dot" w:pos="9072"/>
      </w:tabs>
      <w:spacing w:before="160" w:after="0"/>
      <w:ind w:left="1559" w:hanging="1559"/>
    </w:pPr>
  </w:style>
  <w:style w:type="paragraph" w:customStyle="1" w:styleId="IPEdBQuestionNoHangnoindent">
    <w:name w:val="IPEd B Question No Hang no indent"/>
    <w:basedOn w:val="IPEdNormal"/>
    <w:qFormat/>
    <w:rsid w:val="00F47BED"/>
    <w:pPr>
      <w:spacing w:before="0" w:after="0"/>
    </w:pPr>
    <w:rPr>
      <w:rFonts w:eastAsia="MS Mincho"/>
      <w:szCs w:val="24"/>
    </w:rPr>
  </w:style>
  <w:style w:type="paragraph" w:customStyle="1" w:styleId="IPEdBQuestionHangingnoindent">
    <w:name w:val="IPEd B Question Hanging no indent"/>
    <w:basedOn w:val="IPEdBQuestionIndent2"/>
    <w:qFormat/>
    <w:rsid w:val="00F47BED"/>
    <w:pPr>
      <w:ind w:left="567"/>
    </w:pPr>
  </w:style>
  <w:style w:type="paragraph" w:customStyle="1" w:styleId="IPEdTablecellscentred">
    <w:name w:val="IPEd Table cells centred"/>
    <w:basedOn w:val="IPEdTablecells"/>
    <w:qFormat/>
    <w:rsid w:val="00F47BED"/>
    <w:pPr>
      <w:jc w:val="center"/>
    </w:pPr>
  </w:style>
  <w:style w:type="paragraph" w:customStyle="1" w:styleId="IPEdBQuestionlistbullet">
    <w:name w:val="IPEd B Question list bullet"/>
    <w:basedOn w:val="ListBullet"/>
    <w:qFormat/>
    <w:rsid w:val="00F47BED"/>
    <w:pPr>
      <w:numPr>
        <w:numId w:val="0"/>
      </w:numPr>
      <w:spacing w:before="120" w:after="120" w:line="360" w:lineRule="auto"/>
      <w:contextualSpacing w:val="0"/>
    </w:pPr>
    <w:rPr>
      <w:rFonts w:ascii="Times New Roman" w:hAnsi="Times New Roman"/>
      <w:noProof/>
      <w:sz w:val="24"/>
      <w:lang w:eastAsia="ja-JP"/>
    </w:rPr>
  </w:style>
  <w:style w:type="paragraph" w:styleId="ListBullet">
    <w:name w:val="List Bullet"/>
    <w:basedOn w:val="Normal"/>
    <w:uiPriority w:val="99"/>
    <w:semiHidden/>
    <w:unhideWhenUsed/>
    <w:rsid w:val="00F47BED"/>
    <w:pPr>
      <w:numPr>
        <w:numId w:val="14"/>
      </w:numPr>
      <w:contextualSpacing/>
    </w:pPr>
  </w:style>
  <w:style w:type="paragraph" w:customStyle="1" w:styleId="IPEdPart3navigation">
    <w:name w:val="IPEd Part 3 navigation"/>
    <w:qFormat/>
    <w:rsid w:val="00F47BED"/>
    <w:pPr>
      <w:keepNext/>
      <w:spacing w:before="120" w:after="120"/>
      <w:jc w:val="right"/>
    </w:pPr>
    <w:rPr>
      <w:rFonts w:ascii="Arial" w:hAnsi="Arial"/>
      <w:i/>
      <w:color w:val="0070C0"/>
      <w:sz w:val="24"/>
    </w:rPr>
  </w:style>
  <w:style w:type="paragraph" w:customStyle="1" w:styleId="IPEdPart3navigationline1">
    <w:name w:val="IPEd Part 3 navigation line 1"/>
    <w:basedOn w:val="IPEdPart3navigation"/>
    <w:next w:val="IPEdPart3navigation"/>
    <w:qFormat/>
    <w:rsid w:val="00F47BED"/>
    <w:pPr>
      <w:spacing w:before="480"/>
    </w:pPr>
  </w:style>
  <w:style w:type="paragraph" w:customStyle="1" w:styleId="IPEdAQuestionflushleft">
    <w:name w:val="IPEd A Question flush left"/>
    <w:basedOn w:val="IPEdAQuestion"/>
    <w:qFormat/>
    <w:rsid w:val="00F47BED"/>
    <w:pPr>
      <w:spacing w:before="0" w:after="200"/>
      <w:ind w:left="0" w:firstLine="0"/>
    </w:pPr>
  </w:style>
  <w:style w:type="paragraph" w:styleId="Revision">
    <w:name w:val="Revision"/>
    <w:hidden/>
    <w:uiPriority w:val="99"/>
    <w:semiHidden/>
    <w:rsid w:val="00444B9A"/>
    <w:pPr>
      <w:spacing w:after="0" w:line="240" w:lineRule="auto"/>
    </w:pPr>
    <w:rPr>
      <w:rFonts w:eastAsiaTheme="minorHAnsi"/>
      <w:lang w:eastAsia="en-US"/>
    </w:rPr>
  </w:style>
  <w:style w:type="paragraph" w:customStyle="1" w:styleId="IPEdName">
    <w:name w:val="IPEd_Name"/>
    <w:basedOn w:val="Header"/>
    <w:qFormat/>
    <w:rsid w:val="008D453C"/>
    <w:pPr>
      <w:spacing w:line="360" w:lineRule="auto"/>
      <w:jc w:val="center"/>
    </w:pPr>
    <w:rPr>
      <w:sz w:val="32"/>
    </w:rPr>
  </w:style>
  <w:style w:type="paragraph" w:customStyle="1" w:styleId="IPEdExamPart">
    <w:name w:val="IPEd_Exam_Part"/>
    <w:basedOn w:val="IPEdName"/>
    <w:qFormat/>
    <w:rsid w:val="00FC2C26"/>
    <w:rPr>
      <w:noProof/>
      <w:sz w:val="48"/>
    </w:rPr>
  </w:style>
  <w:style w:type="paragraph" w:customStyle="1" w:styleId="IPEdInstructionCSB">
    <w:name w:val="IPEd_Instruction_C_SB"/>
    <w:qFormat/>
    <w:rsid w:val="00BF7C8A"/>
    <w:pPr>
      <w:spacing w:before="240" w:after="0"/>
      <w:jc w:val="center"/>
    </w:pPr>
    <w:rPr>
      <w:rFonts w:ascii="Arial" w:hAnsi="Arial"/>
      <w:noProof/>
      <w:color w:val="365F91" w:themeColor="accent1" w:themeShade="BF"/>
      <w:sz w:val="32"/>
    </w:rPr>
  </w:style>
  <w:style w:type="paragraph" w:customStyle="1" w:styleId="IPEdExamSubpart">
    <w:name w:val="IPEd_Exam_Subpart"/>
    <w:basedOn w:val="IPEdExamPart"/>
    <w:qFormat/>
    <w:rsid w:val="00FC2C26"/>
    <w:pPr>
      <w:spacing w:before="240"/>
    </w:pPr>
    <w:rPr>
      <w:sz w:val="36"/>
    </w:rPr>
  </w:style>
  <w:style w:type="paragraph" w:customStyle="1" w:styleId="IPEdCandidateNumber">
    <w:name w:val="IPEd_CandidateNumber"/>
    <w:basedOn w:val="IPEdInstructionCSB"/>
    <w:qFormat/>
    <w:rsid w:val="00BF7C8A"/>
    <w:pPr>
      <w:spacing w:before="0"/>
    </w:pPr>
  </w:style>
  <w:style w:type="paragraph" w:customStyle="1" w:styleId="IPEdInstructionH1">
    <w:name w:val="IPEd_Instruction_H1"/>
    <w:basedOn w:val="IPEdInstructionCSB"/>
    <w:qFormat/>
    <w:rsid w:val="00FC2C26"/>
    <w:pPr>
      <w:jc w:val="left"/>
      <w:outlineLvl w:val="0"/>
    </w:pPr>
  </w:style>
  <w:style w:type="paragraph" w:customStyle="1" w:styleId="IPEdInstructionBullet">
    <w:name w:val="IPEd_Instruction_Bullet"/>
    <w:basedOn w:val="IPEdInstructionH1"/>
    <w:qFormat/>
    <w:rsid w:val="004901DF"/>
    <w:pPr>
      <w:numPr>
        <w:numId w:val="37"/>
      </w:numPr>
      <w:spacing w:before="120"/>
      <w:ind w:left="357" w:hanging="357"/>
      <w:outlineLvl w:val="9"/>
    </w:pPr>
    <w:rPr>
      <w:sz w:val="24"/>
    </w:rPr>
  </w:style>
  <w:style w:type="paragraph" w:customStyle="1" w:styleId="IPEdExammarks">
    <w:name w:val="IPEd_Exam_marks"/>
    <w:basedOn w:val="IPEdExamSubpart"/>
    <w:qFormat/>
    <w:rsid w:val="00FC2C26"/>
    <w:rPr>
      <w:sz w:val="24"/>
    </w:rPr>
  </w:style>
  <w:style w:type="paragraph" w:customStyle="1" w:styleId="Default">
    <w:name w:val="Default"/>
    <w:rsid w:val="00FC2C26"/>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FC2C26"/>
    <w:pPr>
      <w:spacing w:line="201" w:lineRule="atLeast"/>
    </w:pPr>
    <w:rPr>
      <w:color w:val="auto"/>
    </w:rPr>
  </w:style>
  <w:style w:type="paragraph" w:customStyle="1" w:styleId="IPEdInstructionExampleHd">
    <w:name w:val="IPEd_Instruction_Example_Hd"/>
    <w:basedOn w:val="IPEdInstructionBullet"/>
    <w:qFormat/>
    <w:rsid w:val="004901DF"/>
    <w:pPr>
      <w:numPr>
        <w:numId w:val="0"/>
      </w:numPr>
      <w:spacing w:before="60"/>
      <w:ind w:left="851"/>
    </w:pPr>
    <w:rPr>
      <w:i/>
      <w:sz w:val="20"/>
    </w:rPr>
  </w:style>
  <w:style w:type="paragraph" w:customStyle="1" w:styleId="IPEdInstructionExample">
    <w:name w:val="IPEd_Instruction_Example"/>
    <w:basedOn w:val="IPEdInstructionExampleHd"/>
    <w:qFormat/>
    <w:rsid w:val="004901DF"/>
    <w:rPr>
      <w:i w:val="0"/>
    </w:rPr>
  </w:style>
  <w:style w:type="paragraph" w:customStyle="1" w:styleId="IPEdInstructionH2">
    <w:name w:val="IPEd_Instruction_H2"/>
    <w:basedOn w:val="IPEdInstructionH1"/>
    <w:qFormat/>
    <w:rsid w:val="00002A68"/>
    <w:pPr>
      <w:outlineLvl w:val="1"/>
    </w:pPr>
    <w:rPr>
      <w:sz w:val="28"/>
    </w:rPr>
  </w:style>
  <w:style w:type="paragraph" w:customStyle="1" w:styleId="IPEdInstruction">
    <w:name w:val="IPEd_Instruction"/>
    <w:basedOn w:val="IPEdInstructionBullet"/>
    <w:qFormat/>
    <w:rsid w:val="00002A68"/>
    <w:pPr>
      <w:numPr>
        <w:numId w:val="0"/>
      </w:numPr>
      <w:spacing w:before="240"/>
    </w:pPr>
  </w:style>
  <w:style w:type="paragraph" w:customStyle="1" w:styleId="IPEdExtractHd">
    <w:name w:val="IPEd_Extract_Hd"/>
    <w:basedOn w:val="Normal"/>
    <w:qFormat/>
    <w:rsid w:val="00002A68"/>
    <w:pPr>
      <w:pageBreakBefore/>
      <w:spacing w:before="480" w:after="0" w:line="480" w:lineRule="auto"/>
      <w:outlineLvl w:val="0"/>
    </w:pPr>
    <w:rPr>
      <w:rFonts w:ascii="Times New Roman" w:hAnsi="Times New Roman" w:cs="Times New Roman"/>
      <w:b/>
      <w:noProof/>
      <w:sz w:val="24"/>
      <w:szCs w:val="24"/>
    </w:rPr>
  </w:style>
  <w:style w:type="paragraph" w:customStyle="1" w:styleId="IPEdEnd">
    <w:name w:val="IPEd_End"/>
    <w:basedOn w:val="IPEdInstruction"/>
    <w:qFormat/>
    <w:rsid w:val="00C51AD9"/>
    <w:pPr>
      <w:pBdr>
        <w:top w:val="single" w:sz="4" w:space="1" w:color="auto"/>
      </w:pBdr>
    </w:pPr>
  </w:style>
  <w:style w:type="paragraph" w:customStyle="1" w:styleId="IPEdExtractText">
    <w:name w:val="IPEd_Extract_Text"/>
    <w:basedOn w:val="Normal"/>
    <w:qFormat/>
    <w:rsid w:val="002359B7"/>
    <w:pPr>
      <w:spacing w:before="240" w:after="0" w:line="480" w:lineRule="auto"/>
      <w:ind w:right="-1"/>
    </w:pPr>
    <w:rPr>
      <w:rFonts w:ascii="Times New Roman" w:hAnsi="Times New Roman" w:cs="Times New Roman"/>
      <w:noProof/>
      <w:sz w:val="24"/>
      <w:szCs w:val="24"/>
    </w:rPr>
  </w:style>
  <w:style w:type="paragraph" w:customStyle="1" w:styleId="IPEdExtractQuote">
    <w:name w:val="IPEd_Extract_Quote"/>
    <w:basedOn w:val="Normal"/>
    <w:qFormat/>
    <w:rsid w:val="00C51AD9"/>
    <w:pPr>
      <w:spacing w:before="240" w:after="0" w:line="480" w:lineRule="auto"/>
      <w:ind w:left="567"/>
    </w:pPr>
    <w:rPr>
      <w:rFonts w:ascii="Times New Roman" w:hAnsi="Times New Roman" w:cs="Times New Roman"/>
      <w:noProof/>
      <w:sz w:val="24"/>
      <w:szCs w:val="24"/>
    </w:rPr>
  </w:style>
  <w:style w:type="paragraph" w:customStyle="1" w:styleId="IPEDExtractheading">
    <w:name w:val="IPED_Extract_heading"/>
    <w:basedOn w:val="Normal"/>
    <w:qFormat/>
    <w:rsid w:val="00C51AD9"/>
    <w:pPr>
      <w:spacing w:before="240" w:after="0" w:line="480" w:lineRule="auto"/>
    </w:pPr>
    <w:rPr>
      <w:rFonts w:ascii="Times New Roman" w:hAnsi="Times New Roman" w:cs="Times New Roman"/>
      <w:b/>
      <w:noProof/>
      <w:sz w:val="24"/>
      <w:szCs w:val="24"/>
    </w:rPr>
  </w:style>
  <w:style w:type="paragraph" w:customStyle="1" w:styleId="IPEdExtractTableCaption">
    <w:name w:val="IPEd_Extract_Table_Caption"/>
    <w:basedOn w:val="Normal"/>
    <w:qFormat/>
    <w:rsid w:val="002359B7"/>
    <w:pPr>
      <w:spacing w:before="240" w:after="0" w:line="480" w:lineRule="auto"/>
      <w:jc w:val="center"/>
    </w:pPr>
    <w:rPr>
      <w:rFonts w:ascii="Times New Roman" w:hAnsi="Times New Roman" w:cs="Times New Roman"/>
      <w:b/>
      <w:noProof/>
      <w:sz w:val="24"/>
      <w:szCs w:val="24"/>
    </w:rPr>
  </w:style>
  <w:style w:type="paragraph" w:customStyle="1" w:styleId="IPEdExtractTableText">
    <w:name w:val="IPEd_Extract_Table_Text"/>
    <w:basedOn w:val="Normal"/>
    <w:qFormat/>
    <w:rsid w:val="002359B7"/>
    <w:pPr>
      <w:spacing w:before="240" w:after="0" w:line="480" w:lineRule="auto"/>
    </w:pPr>
    <w:rPr>
      <w:rFonts w:ascii="Arial" w:hAnsi="Arial" w:cs="Times New Roman"/>
      <w:noProof/>
      <w:sz w:val="18"/>
      <w:szCs w:val="18"/>
    </w:rPr>
  </w:style>
  <w:style w:type="paragraph" w:customStyle="1" w:styleId="AECopyright">
    <w:name w:val="AE_Copyright"/>
    <w:basedOn w:val="Normal"/>
    <w:uiPriority w:val="99"/>
    <w:rsid w:val="00197CE7"/>
    <w:pPr>
      <w:suppressAutoHyphens/>
      <w:autoSpaceDE w:val="0"/>
      <w:autoSpaceDN w:val="0"/>
      <w:adjustRightInd w:val="0"/>
      <w:spacing w:after="0" w:line="240" w:lineRule="auto"/>
      <w:textAlignment w:val="center"/>
    </w:pPr>
    <w:rPr>
      <w:rFonts w:ascii="Times New Roman" w:hAnsi="Times New Roman" w:cs="TimesNewRomanPSMT"/>
      <w:color w:val="000000"/>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2020_MANUSCRIPT_Extract_sample.doc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dAdmin\Dropbox\2016%20Exam%20formatting\IPEd_AccreditationExam2016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09193-7819-4FFC-A7C4-5C9EBAD53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IPEd_AccreditationExam2016_template</Template>
  <TotalTime>0</TotalTime>
  <Pages>7</Pages>
  <Words>1474</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2019-12-08T23:02:00Z</dcterms:created>
  <dcterms:modified xsi:type="dcterms:W3CDTF">2019-12-09T02:30:00Z</dcterms:modified>
</cp:coreProperties>
</file>